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3F6BC" w14:textId="574B9AC9" w:rsidR="00793CCE" w:rsidRPr="00FF004B" w:rsidRDefault="009B26F1" w:rsidP="00793CCE">
      <w:pPr>
        <w:spacing w:after="200" w:line="276" w:lineRule="auto"/>
        <w:jc w:val="center"/>
        <w:rPr>
          <w:rFonts w:ascii="Questa Sans" w:hAnsi="Questa Sans" w:cs="Arial"/>
          <w:b/>
          <w:bCs/>
          <w:i/>
          <w:iCs/>
          <w:color w:val="A20000"/>
          <w:sz w:val="22"/>
          <w:szCs w:val="22"/>
          <w:lang w:val="en-CA"/>
        </w:rPr>
      </w:pPr>
      <w:r w:rsidRPr="00BC1BAC">
        <w:rPr>
          <w:rFonts w:ascii="Questa Sans" w:hAnsi="Questa Sans" w:cs="Arial"/>
          <w:b/>
          <w:bCs/>
          <w:i/>
          <w:iCs/>
          <w:color w:val="A20000"/>
          <w:sz w:val="22"/>
          <w:szCs w:val="22"/>
          <w:lang w:val="en-CA"/>
        </w:rPr>
        <w:t xml:space="preserve">Completed forms to be submitted to </w:t>
      </w:r>
      <w:hyperlink r:id="rId11">
        <w:r w:rsidRPr="00BC1BAC">
          <w:rPr>
            <w:rStyle w:val="Hyperlink"/>
            <w:rFonts w:ascii="Questa Sans" w:hAnsi="Questa Sans" w:cs="Arial"/>
            <w:b/>
            <w:bCs/>
            <w:i/>
            <w:iCs/>
            <w:color w:val="A20000"/>
            <w:sz w:val="22"/>
            <w:szCs w:val="22"/>
            <w:lang w:val="en-CA"/>
          </w:rPr>
          <w:t>grants-subventions@mitacs.ca</w:t>
        </w:r>
      </w:hyperlink>
      <w:r w:rsidRPr="00BC1BAC">
        <w:rPr>
          <w:rStyle w:val="Hyperlink"/>
          <w:rFonts w:ascii="Questa Sans" w:hAnsi="Questa Sans" w:cs="Arial"/>
          <w:b/>
          <w:bCs/>
          <w:i/>
          <w:iCs/>
          <w:color w:val="A20000"/>
          <w:sz w:val="22"/>
          <w:szCs w:val="22"/>
          <w:lang w:val="en-CA"/>
        </w:rPr>
        <w:t xml:space="preserve"> </w:t>
      </w:r>
      <w:r w:rsidRPr="00BC1BAC">
        <w:rPr>
          <w:rFonts w:ascii="Questa Sans" w:hAnsi="Questa Sans" w:cs="Arial"/>
          <w:b/>
          <w:bCs/>
          <w:i/>
          <w:iCs/>
          <w:color w:val="A20000"/>
          <w:sz w:val="22"/>
          <w:szCs w:val="22"/>
          <w:lang w:val="en-CA"/>
        </w:rPr>
        <w:t xml:space="preserve"> in both pdf and word formats. Kindly reference</w:t>
      </w:r>
      <w:r w:rsidR="00A53080" w:rsidRPr="00BC1BAC">
        <w:rPr>
          <w:rFonts w:ascii="Questa Sans" w:hAnsi="Questa Sans" w:cs="Arial"/>
          <w:b/>
          <w:bCs/>
          <w:i/>
          <w:iCs/>
          <w:color w:val="A20000"/>
          <w:sz w:val="22"/>
          <w:szCs w:val="22"/>
          <w:lang w:val="en-CA"/>
        </w:rPr>
        <w:t xml:space="preserve"> Project</w:t>
      </w:r>
      <w:r w:rsidR="00793CCE" w:rsidRPr="00BC1BAC">
        <w:rPr>
          <w:rFonts w:ascii="Questa Sans" w:hAnsi="Questa Sans" w:cs="Arial"/>
          <w:b/>
          <w:bCs/>
          <w:i/>
          <w:iCs/>
          <w:color w:val="A20000"/>
          <w:sz w:val="22"/>
          <w:szCs w:val="22"/>
          <w:lang w:val="en-CA"/>
        </w:rPr>
        <w:t xml:space="preserve"> Identification (IT) # in the subject line.</w:t>
      </w:r>
    </w:p>
    <w:p w14:paraId="6EBB625B" w14:textId="77777777" w:rsidR="00100F77" w:rsidRPr="00FF004B" w:rsidRDefault="00D82701"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For faster processing of your information</w:t>
      </w:r>
      <w:r w:rsidR="007E061E" w:rsidRPr="00FF004B">
        <w:rPr>
          <w:rFonts w:ascii="Questa Sans" w:hAnsi="Questa Sans" w:cs="Arial"/>
          <w:i/>
          <w:iCs/>
          <w:sz w:val="18"/>
          <w:szCs w:val="18"/>
          <w:lang w:val="en-CA"/>
        </w:rPr>
        <w:t>,</w:t>
      </w:r>
      <w:r w:rsidRPr="00FF004B">
        <w:rPr>
          <w:rFonts w:ascii="Questa Sans" w:hAnsi="Questa Sans" w:cs="Arial"/>
          <w:i/>
          <w:iCs/>
          <w:sz w:val="18"/>
          <w:szCs w:val="18"/>
          <w:lang w:val="en-CA"/>
        </w:rPr>
        <w:t xml:space="preserve"> please maintain the structure and format of </w:t>
      </w:r>
      <w:r w:rsidR="00020A5C" w:rsidRPr="00FF004B">
        <w:rPr>
          <w:rFonts w:ascii="Questa Sans" w:hAnsi="Questa Sans" w:cs="Arial"/>
          <w:i/>
          <w:iCs/>
          <w:sz w:val="18"/>
          <w:szCs w:val="18"/>
          <w:lang w:val="en-CA"/>
        </w:rPr>
        <w:t>this form</w:t>
      </w:r>
      <w:r w:rsidRPr="00FF004B">
        <w:rPr>
          <w:rFonts w:ascii="Questa Sans" w:hAnsi="Questa Sans" w:cs="Arial"/>
          <w:i/>
          <w:iCs/>
          <w:sz w:val="18"/>
          <w:szCs w:val="18"/>
          <w:lang w:val="en-CA"/>
        </w:rPr>
        <w:t xml:space="preserve">. </w:t>
      </w:r>
    </w:p>
    <w:p w14:paraId="4D5EF14C" w14:textId="772C89F8" w:rsidR="00100F77" w:rsidRPr="00FF004B" w:rsidRDefault="00D82701"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 xml:space="preserve">Do not modify </w:t>
      </w:r>
      <w:r w:rsidR="00E03EF2" w:rsidRPr="00FF004B">
        <w:rPr>
          <w:rFonts w:ascii="Questa Sans" w:hAnsi="Questa Sans" w:cs="Arial"/>
          <w:i/>
          <w:iCs/>
          <w:sz w:val="18"/>
          <w:szCs w:val="18"/>
          <w:lang w:val="en-CA"/>
        </w:rPr>
        <w:t>any</w:t>
      </w:r>
      <w:r w:rsidRPr="00FF004B">
        <w:rPr>
          <w:rFonts w:ascii="Questa Sans" w:hAnsi="Questa Sans" w:cs="Arial"/>
          <w:i/>
          <w:iCs/>
          <w:sz w:val="18"/>
          <w:szCs w:val="18"/>
          <w:lang w:val="en-CA"/>
        </w:rPr>
        <w:t xml:space="preserve"> rows and</w:t>
      </w:r>
      <w:r w:rsidR="009D1628" w:rsidRPr="00FF004B">
        <w:rPr>
          <w:rFonts w:ascii="Questa Sans" w:hAnsi="Questa Sans" w:cs="Arial"/>
          <w:i/>
          <w:iCs/>
          <w:sz w:val="18"/>
          <w:szCs w:val="18"/>
          <w:lang w:val="en-CA"/>
        </w:rPr>
        <w:t xml:space="preserve"> tables.</w:t>
      </w:r>
      <w:r w:rsidRPr="00FF004B">
        <w:rPr>
          <w:rFonts w:ascii="Questa Sans" w:hAnsi="Questa Sans" w:cs="Arial"/>
          <w:i/>
          <w:iCs/>
          <w:sz w:val="18"/>
          <w:szCs w:val="18"/>
          <w:lang w:val="en-CA"/>
        </w:rPr>
        <w:t xml:space="preserve"> </w:t>
      </w:r>
    </w:p>
    <w:p w14:paraId="32C24676" w14:textId="25B93625" w:rsidR="00793CCE" w:rsidRPr="00FF004B" w:rsidRDefault="00793CCE"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All sections marked with “</w:t>
      </w:r>
      <w:r w:rsidRPr="00FF004B">
        <w:rPr>
          <w:rFonts w:ascii="Questa Sans" w:hAnsi="Questa Sans" w:cs="Arial"/>
          <w:b/>
          <w:bCs/>
          <w:i/>
          <w:iCs/>
          <w:color w:val="C00000"/>
          <w:sz w:val="18"/>
          <w:szCs w:val="18"/>
          <w:lang w:val="en-CA"/>
        </w:rPr>
        <w:t>*</w:t>
      </w:r>
      <w:r w:rsidRPr="00FF004B">
        <w:rPr>
          <w:rFonts w:ascii="Questa Sans" w:hAnsi="Questa Sans" w:cs="Arial"/>
          <w:i/>
          <w:iCs/>
          <w:sz w:val="18"/>
          <w:szCs w:val="18"/>
          <w:lang w:val="en-CA"/>
        </w:rPr>
        <w:t xml:space="preserve">” are </w:t>
      </w:r>
      <w:r w:rsidRPr="00FF004B">
        <w:rPr>
          <w:rFonts w:ascii="Questa Sans" w:hAnsi="Questa Sans" w:cs="Arial"/>
          <w:b/>
          <w:bCs/>
          <w:i/>
          <w:iCs/>
          <w:color w:val="C00000"/>
          <w:sz w:val="18"/>
          <w:szCs w:val="18"/>
          <w:lang w:val="en-CA"/>
        </w:rPr>
        <w:t>MANDATORY</w:t>
      </w:r>
      <w:r w:rsidRPr="00FF004B">
        <w:rPr>
          <w:rFonts w:ascii="Questa Sans" w:hAnsi="Questa Sans" w:cs="Arial"/>
          <w:i/>
          <w:iCs/>
          <w:sz w:val="18"/>
          <w:szCs w:val="18"/>
          <w:lang w:val="en-CA"/>
        </w:rPr>
        <w:t xml:space="preserve"> </w:t>
      </w:r>
    </w:p>
    <w:p w14:paraId="433F507B" w14:textId="77777777" w:rsidR="00100F77" w:rsidRPr="00100F77" w:rsidRDefault="00100F77" w:rsidP="00100F77">
      <w:pPr>
        <w:pStyle w:val="ListParagraph"/>
        <w:spacing w:line="276" w:lineRule="auto"/>
        <w:rPr>
          <w:rFonts w:ascii="Questa Sans" w:hAnsi="Questa Sans" w:cs="Arial"/>
          <w:i/>
          <w:iCs/>
          <w:sz w:val="18"/>
          <w:szCs w:val="18"/>
          <w:lang w:val="en-CA"/>
        </w:rPr>
      </w:pPr>
    </w:p>
    <w:p w14:paraId="6215D9EF" w14:textId="77777777" w:rsidR="00793CCE" w:rsidRPr="000B1311" w:rsidRDefault="00793CCE" w:rsidP="00793CCE">
      <w:pPr>
        <w:spacing w:after="200" w:line="276" w:lineRule="auto"/>
        <w:rPr>
          <w:rFonts w:ascii="Questa Sans" w:hAnsi="Questa Sans" w:cs="Arial"/>
          <w:b/>
          <w:bCs/>
          <w:sz w:val="20"/>
          <w:szCs w:val="20"/>
          <w:lang w:val="en-CA"/>
        </w:rPr>
      </w:pPr>
      <w:r w:rsidRPr="000B1311">
        <w:rPr>
          <w:rFonts w:ascii="Questa Sans" w:hAnsi="Questa Sans" w:cs="Arial"/>
          <w:b/>
          <w:bCs/>
          <w:sz w:val="20"/>
          <w:szCs w:val="20"/>
          <w:lang w:val="en-CA"/>
        </w:rPr>
        <w:t>1.0     Project Information</w:t>
      </w:r>
      <w:r w:rsidRPr="000B1311">
        <w:rPr>
          <w:rFonts w:ascii="Questa Sans" w:hAnsi="Questa Sans" w:cs="Arial"/>
          <w:b/>
          <w:bCs/>
          <w:color w:val="C00000"/>
          <w:sz w:val="20"/>
          <w:szCs w:val="20"/>
        </w:rPr>
        <w:t>*</w:t>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858"/>
        <w:gridCol w:w="5498"/>
      </w:tblGrid>
      <w:tr w:rsidR="009C6ABD" w:rsidRPr="00CE1225" w14:paraId="1A4D0AFB" w14:textId="77777777" w:rsidTr="00F41A26">
        <w:trPr>
          <w:trHeight w:val="567"/>
        </w:trPr>
        <w:tc>
          <w:tcPr>
            <w:tcW w:w="3858" w:type="dxa"/>
            <w:tcBorders>
              <w:right w:val="dotted" w:sz="4" w:space="0" w:color="auto"/>
            </w:tcBorders>
            <w:shd w:val="clear" w:color="auto" w:fill="auto"/>
            <w:vAlign w:val="center"/>
          </w:tcPr>
          <w:p w14:paraId="0F8FF559"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sz w:val="22"/>
                <w:szCs w:val="22"/>
                <w:lang w:val="en-CA"/>
              </w:rPr>
            </w:pPr>
            <w:r w:rsidRPr="00CE1225">
              <w:rPr>
                <w:rFonts w:ascii="Questa Sans" w:hAnsi="Questa Sans" w:cs="Arial"/>
                <w:b/>
                <w:sz w:val="22"/>
                <w:szCs w:val="22"/>
                <w:lang w:val="en-CA"/>
              </w:rPr>
              <w:t>Title of project</w:t>
            </w:r>
          </w:p>
        </w:tc>
        <w:sdt>
          <w:sdtPr>
            <w:rPr>
              <w:rStyle w:val="Style3"/>
            </w:rPr>
            <w:id w:val="-1693069089"/>
            <w:placeholder>
              <w:docPart w:val="5CDB39C3386F48B7BF9CC9B96A4B17C7"/>
            </w:placeholder>
            <w:showingPlcHdr/>
            <w15:color w:val="99CCFF"/>
            <w:text/>
          </w:sdtPr>
          <w:sdtEndPr>
            <w:rPr>
              <w:rStyle w:val="DefaultParagraphFont"/>
              <w:rFonts w:ascii="Arial" w:hAnsi="Arial"/>
              <w:sz w:val="24"/>
              <w:szCs w:val="22"/>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20C40052" w14:textId="03215348" w:rsidR="009C6ABD" w:rsidRPr="004E0B11" w:rsidRDefault="006C4E58" w:rsidP="00F41A26">
                <w:pPr>
                  <w:rPr>
                    <w:rFonts w:ascii="Questa Sans" w:hAnsi="Questa Sans" w:cs="Arial"/>
                    <w:sz w:val="22"/>
                    <w:szCs w:val="22"/>
                    <w:lang w:val="en-CA"/>
                  </w:rPr>
                </w:pPr>
                <w:r w:rsidRPr="00165209">
                  <w:rPr>
                    <w:rStyle w:val="PlaceholderText"/>
                    <w:rFonts w:ascii="Questa Sans" w:hAnsi="Questa Sans"/>
                    <w:sz w:val="22"/>
                    <w:szCs w:val="22"/>
                  </w:rPr>
                  <w:t>Click or tap here to enter text</w:t>
                </w:r>
                <w:r w:rsidRPr="00F735B4">
                  <w:rPr>
                    <w:rStyle w:val="PlaceholderText"/>
                  </w:rPr>
                  <w:t>.</w:t>
                </w:r>
              </w:p>
            </w:tc>
          </w:sdtContent>
        </w:sdt>
      </w:tr>
      <w:tr w:rsidR="009C6ABD" w:rsidRPr="00CE1225" w14:paraId="4A24A309" w14:textId="77777777" w:rsidTr="00F41A26">
        <w:trPr>
          <w:trHeight w:val="567"/>
        </w:trPr>
        <w:tc>
          <w:tcPr>
            <w:tcW w:w="3858" w:type="dxa"/>
            <w:tcBorders>
              <w:right w:val="dotted" w:sz="4" w:space="0" w:color="auto"/>
            </w:tcBorders>
            <w:shd w:val="clear" w:color="auto" w:fill="auto"/>
            <w:vAlign w:val="center"/>
          </w:tcPr>
          <w:p w14:paraId="18AAF3B6"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 xml:space="preserve">Project identification (IT) # </w:t>
            </w:r>
          </w:p>
        </w:tc>
        <w:sdt>
          <w:sdtPr>
            <w:rPr>
              <w:rStyle w:val="Style6"/>
            </w:rPr>
            <w:id w:val="-384943706"/>
            <w:placeholder>
              <w:docPart w:val="94E41D0EFAD54FD48DB60B9521E062BD"/>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71544D41" w14:textId="2902B56C"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75EF9CDA" w14:textId="77777777" w:rsidTr="00F41A26">
        <w:trPr>
          <w:trHeight w:val="567"/>
        </w:trPr>
        <w:tc>
          <w:tcPr>
            <w:tcW w:w="3858" w:type="dxa"/>
            <w:tcBorders>
              <w:right w:val="dotted" w:sz="4" w:space="0" w:color="auto"/>
            </w:tcBorders>
            <w:shd w:val="clear" w:color="auto" w:fill="auto"/>
            <w:vAlign w:val="center"/>
          </w:tcPr>
          <w:p w14:paraId="69F510B4" w14:textId="45E67ED3" w:rsidR="009C6ABD" w:rsidRPr="00CE1225" w:rsidRDefault="009C6ABD" w:rsidP="00CE5E53">
            <w:pPr>
              <w:numPr>
                <w:ilvl w:val="1"/>
                <w:numId w:val="4"/>
              </w:numPr>
              <w:pBdr>
                <w:right w:val="single" w:sz="2" w:space="4" w:color="808080" w:themeColor="background1" w:themeShade="80"/>
              </w:pBdr>
              <w:tabs>
                <w:tab w:val="left" w:pos="601"/>
              </w:tabs>
              <w:ind w:left="626" w:right="-108" w:hanging="603"/>
              <w:rPr>
                <w:rFonts w:ascii="Questa Sans" w:hAnsi="Questa Sans" w:cs="Arial"/>
                <w:b/>
                <w:bCs/>
                <w:sz w:val="22"/>
                <w:szCs w:val="22"/>
                <w:lang w:val="en-CA"/>
              </w:rPr>
            </w:pPr>
            <w:r w:rsidRPr="00CE1225">
              <w:rPr>
                <w:rFonts w:ascii="Questa Sans" w:hAnsi="Questa Sans" w:cs="Arial"/>
                <w:b/>
                <w:bCs/>
                <w:sz w:val="22"/>
                <w:szCs w:val="22"/>
                <w:lang w:val="en-CA"/>
              </w:rPr>
              <w:t>Canadian academic supervisor(s)</w:t>
            </w:r>
            <w:r>
              <w:rPr>
                <w:rFonts w:ascii="Questa Sans" w:hAnsi="Questa Sans" w:cs="Arial"/>
                <w:b/>
                <w:bCs/>
                <w:sz w:val="22"/>
                <w:szCs w:val="22"/>
                <w:lang w:val="en-CA"/>
              </w:rPr>
              <w:t xml:space="preserve"> </w:t>
            </w:r>
            <w:r w:rsidRPr="00AF1FCD">
              <w:rPr>
                <w:rFonts w:ascii="Questa Sans" w:hAnsi="Questa Sans" w:cs="Arial"/>
                <w:b/>
                <w:bCs/>
                <w:color w:val="808080" w:themeColor="background1" w:themeShade="80"/>
                <w:sz w:val="18"/>
                <w:szCs w:val="18"/>
                <w:lang w:val="en-CA"/>
              </w:rPr>
              <w:t>(</w:t>
            </w:r>
            <w:r>
              <w:rPr>
                <w:rFonts w:ascii="Questa Sans" w:hAnsi="Questa Sans" w:cs="Arial"/>
                <w:b/>
                <w:bCs/>
                <w:color w:val="808080" w:themeColor="background1" w:themeShade="80"/>
                <w:sz w:val="18"/>
                <w:szCs w:val="18"/>
                <w:lang w:val="en-CA"/>
              </w:rPr>
              <w:t>exclude titles</w:t>
            </w:r>
            <w:r w:rsidRPr="00AF1FCD">
              <w:rPr>
                <w:rFonts w:ascii="Questa Sans" w:hAnsi="Questa Sans" w:cs="Arial"/>
                <w:b/>
                <w:bCs/>
                <w:color w:val="808080" w:themeColor="background1" w:themeShade="80"/>
                <w:sz w:val="18"/>
                <w:szCs w:val="18"/>
                <w:lang w:val="en-CA"/>
              </w:rPr>
              <w:t>)</w:t>
            </w:r>
          </w:p>
        </w:tc>
        <w:sdt>
          <w:sdtPr>
            <w:rPr>
              <w:rStyle w:val="Style6"/>
            </w:rPr>
            <w:id w:val="-264466885"/>
            <w:placeholder>
              <w:docPart w:val="34E2FD42CC974530AF8323057C57FD68"/>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798ECA30" w14:textId="68F92364"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21997A66" w14:textId="77777777" w:rsidTr="00F41A26">
        <w:trPr>
          <w:trHeight w:val="567"/>
        </w:trPr>
        <w:tc>
          <w:tcPr>
            <w:tcW w:w="3858" w:type="dxa"/>
            <w:tcBorders>
              <w:right w:val="dotted" w:sz="4" w:space="0" w:color="auto"/>
            </w:tcBorders>
            <w:shd w:val="clear" w:color="auto" w:fill="auto"/>
            <w:vAlign w:val="center"/>
          </w:tcPr>
          <w:p w14:paraId="04615C7F" w14:textId="77777777" w:rsidR="009C6ABD" w:rsidRPr="00AF1FCD" w:rsidRDefault="009C6ABD" w:rsidP="00F41A26">
            <w:pPr>
              <w:pStyle w:val="ListParagraph"/>
              <w:numPr>
                <w:ilvl w:val="1"/>
                <w:numId w:val="4"/>
              </w:numPr>
              <w:pBdr>
                <w:right w:val="single" w:sz="2" w:space="4" w:color="808080" w:themeColor="background1" w:themeShade="80"/>
              </w:pBdr>
              <w:tabs>
                <w:tab w:val="left" w:pos="921"/>
              </w:tabs>
              <w:ind w:left="496" w:right="-108" w:hanging="496"/>
              <w:rPr>
                <w:rFonts w:ascii="Questa Sans" w:hAnsi="Questa Sans" w:cs="Arial"/>
                <w:b/>
                <w:bCs/>
                <w:sz w:val="22"/>
                <w:szCs w:val="22"/>
                <w:lang w:val="en-CA"/>
              </w:rPr>
            </w:pPr>
            <w:r w:rsidRPr="00CE1225">
              <w:rPr>
                <w:rFonts w:ascii="Questa Sans" w:hAnsi="Questa Sans" w:cs="Arial"/>
                <w:b/>
                <w:bCs/>
                <w:sz w:val="22"/>
                <w:szCs w:val="22"/>
                <w:lang w:val="en-CA"/>
              </w:rPr>
              <w:t>Canadian academic supervisor</w:t>
            </w:r>
            <w:r>
              <w:rPr>
                <w:rFonts w:ascii="Questa Sans" w:hAnsi="Questa Sans" w:cs="Arial"/>
                <w:b/>
                <w:bCs/>
                <w:sz w:val="22"/>
                <w:szCs w:val="22"/>
                <w:lang w:val="en-CA"/>
              </w:rPr>
              <w:t xml:space="preserve"> email </w:t>
            </w:r>
            <w:r w:rsidRPr="00AF1FCD">
              <w:rPr>
                <w:rFonts w:ascii="Questa Sans" w:hAnsi="Questa Sans" w:cs="Arial"/>
                <w:b/>
                <w:bCs/>
                <w:color w:val="808080" w:themeColor="background1" w:themeShade="80"/>
                <w:sz w:val="18"/>
                <w:szCs w:val="18"/>
                <w:lang w:val="en-CA"/>
              </w:rPr>
              <w:t>(</w:t>
            </w:r>
            <w:r>
              <w:rPr>
                <w:rFonts w:ascii="Questa Sans" w:hAnsi="Questa Sans" w:cs="Arial"/>
                <w:b/>
                <w:bCs/>
                <w:color w:val="808080" w:themeColor="background1" w:themeShade="80"/>
                <w:sz w:val="18"/>
                <w:szCs w:val="18"/>
                <w:lang w:val="en-CA"/>
              </w:rPr>
              <w:t>used for Mitacs projects</w:t>
            </w:r>
            <w:r w:rsidRPr="00AF1FCD">
              <w:rPr>
                <w:rFonts w:ascii="Questa Sans" w:hAnsi="Questa Sans" w:cs="Arial"/>
                <w:b/>
                <w:bCs/>
                <w:color w:val="808080" w:themeColor="background1" w:themeShade="80"/>
                <w:sz w:val="18"/>
                <w:szCs w:val="18"/>
                <w:lang w:val="en-CA"/>
              </w:rPr>
              <w:t>)</w:t>
            </w:r>
          </w:p>
        </w:tc>
        <w:sdt>
          <w:sdtPr>
            <w:rPr>
              <w:rStyle w:val="Style6"/>
            </w:rPr>
            <w:id w:val="-1509358563"/>
            <w:placeholder>
              <w:docPart w:val="0B81E7872F5C4401B8079650F73CA064"/>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26262D02" w14:textId="03A04C5F"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76C76370" w14:textId="77777777" w:rsidTr="00F41A26">
        <w:trPr>
          <w:trHeight w:val="567"/>
        </w:trPr>
        <w:tc>
          <w:tcPr>
            <w:tcW w:w="3858" w:type="dxa"/>
            <w:tcBorders>
              <w:right w:val="dotted" w:sz="4" w:space="0" w:color="auto"/>
            </w:tcBorders>
            <w:shd w:val="clear" w:color="auto" w:fill="auto"/>
            <w:vAlign w:val="center"/>
          </w:tcPr>
          <w:p w14:paraId="17F95846"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FF004B">
              <w:rPr>
                <w:rFonts w:ascii="Questa Sans" w:hAnsi="Questa Sans" w:cs="Arial"/>
                <w:b/>
                <w:bCs/>
                <w:sz w:val="22"/>
                <w:szCs w:val="22"/>
                <w:lang w:val="en-CA"/>
              </w:rPr>
              <w:t>Co-supervisor</w:t>
            </w:r>
          </w:p>
        </w:tc>
        <w:sdt>
          <w:sdtPr>
            <w:rPr>
              <w:rStyle w:val="Style6"/>
            </w:rPr>
            <w:id w:val="1039242920"/>
            <w:placeholder>
              <w:docPart w:val="29AE9B49C5F74882A07A21BD53BBE6E7"/>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53BC3844" w14:textId="7C147E96"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5139427D" w14:textId="77777777" w:rsidTr="00F41A26">
        <w:trPr>
          <w:trHeight w:val="567"/>
        </w:trPr>
        <w:tc>
          <w:tcPr>
            <w:tcW w:w="3858" w:type="dxa"/>
            <w:tcBorders>
              <w:right w:val="dotted" w:sz="4" w:space="0" w:color="auto"/>
            </w:tcBorders>
            <w:shd w:val="clear" w:color="auto" w:fill="auto"/>
            <w:vAlign w:val="center"/>
          </w:tcPr>
          <w:p w14:paraId="5A3EBE9D"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Partner organization(s)</w:t>
            </w:r>
            <w:r w:rsidRPr="00F2213D">
              <w:rPr>
                <w:rFonts w:ascii="Questa Sans" w:hAnsi="Questa Sans" w:cs="Arial"/>
                <w:b/>
                <w:bCs/>
                <w:sz w:val="22"/>
                <w:szCs w:val="22"/>
              </w:rPr>
              <w:t xml:space="preserve"> </w:t>
            </w:r>
          </w:p>
        </w:tc>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342381D9" w14:textId="488E159B" w:rsidR="009C6ABD" w:rsidRPr="00CE1225" w:rsidRDefault="009C6ABD" w:rsidP="00F41A26">
            <w:pPr>
              <w:rPr>
                <w:rFonts w:ascii="Questa Sans" w:hAnsi="Questa Sans" w:cs="Arial"/>
                <w:sz w:val="22"/>
                <w:szCs w:val="22"/>
                <w:lang w:val="en-CA"/>
              </w:rPr>
            </w:pPr>
            <w:r w:rsidRPr="00CE1225">
              <w:rPr>
                <w:rFonts w:ascii="Questa Sans" w:hAnsi="Questa Sans" w:cs="Arial"/>
                <w:sz w:val="22"/>
                <w:szCs w:val="22"/>
                <w:lang w:val="en-CA"/>
              </w:rPr>
              <w:t xml:space="preserve"> </w:t>
            </w:r>
            <w:sdt>
              <w:sdtPr>
                <w:rPr>
                  <w:rStyle w:val="Style6"/>
                </w:rPr>
                <w:id w:val="169993485"/>
                <w:placeholder>
                  <w:docPart w:val="DAF8EC9117904E30B51BB3D4F8CCDF65"/>
                </w:placeholder>
                <w:showingPlcHdr/>
                <w15:color w:val="99CCFF"/>
              </w:sdtPr>
              <w:sdtEndPr>
                <w:rPr>
                  <w:rStyle w:val="DefaultParagraphFont"/>
                  <w:rFonts w:ascii="Arial" w:hAnsi="Arial" w:cs="Arial"/>
                  <w:sz w:val="20"/>
                  <w:szCs w:val="20"/>
                  <w:lang w:val="en-CA"/>
                </w:rPr>
              </w:sdtEndPr>
              <w:sdtContent>
                <w:r w:rsidR="004262A1" w:rsidRPr="006830E8">
                  <w:rPr>
                    <w:rFonts w:ascii="Questa Sans" w:hAnsi="Questa Sans" w:cs="Arial"/>
                    <w:sz w:val="20"/>
                    <w:szCs w:val="20"/>
                    <w:lang w:val="en-CA"/>
                  </w:rPr>
                  <w:t xml:space="preserve">                                                       </w:t>
                </w:r>
              </w:sdtContent>
            </w:sdt>
          </w:p>
        </w:tc>
      </w:tr>
    </w:tbl>
    <w:p w14:paraId="469F1C99" w14:textId="77777777" w:rsidR="00020A5C" w:rsidRDefault="00020A5C" w:rsidP="006B54E0">
      <w:pPr>
        <w:rPr>
          <w:rFonts w:ascii="Questa Sans" w:hAnsi="Questa Sans" w:cs="Arial"/>
          <w:b/>
          <w:bCs/>
          <w:sz w:val="20"/>
          <w:szCs w:val="20"/>
          <w:lang w:val="en-CA"/>
        </w:rPr>
      </w:pPr>
    </w:p>
    <w:p w14:paraId="175A5B29" w14:textId="1B5FD5F0" w:rsidR="006B54E0" w:rsidRPr="003F241E" w:rsidRDefault="006B54E0" w:rsidP="006B54E0">
      <w:pPr>
        <w:rPr>
          <w:rFonts w:ascii="Questa Sans" w:hAnsi="Questa Sans" w:cs="Arial"/>
          <w:b/>
          <w:sz w:val="20"/>
          <w:szCs w:val="20"/>
          <w:lang w:val="en-CA"/>
        </w:rPr>
      </w:pPr>
      <w:r w:rsidRPr="003F241E">
        <w:rPr>
          <w:rFonts w:ascii="Questa Sans" w:hAnsi="Questa Sans" w:cs="Arial"/>
          <w:b/>
          <w:bCs/>
          <w:sz w:val="20"/>
          <w:szCs w:val="20"/>
          <w:lang w:val="en-CA"/>
        </w:rPr>
        <w:t xml:space="preserve">2.0. </w:t>
      </w:r>
      <w:r w:rsidRPr="003F241E">
        <w:rPr>
          <w:rFonts w:ascii="Questa Sans" w:hAnsi="Questa Sans" w:cs="Arial"/>
          <w:b/>
          <w:bCs/>
          <w:sz w:val="20"/>
          <w:szCs w:val="20"/>
          <w:lang w:val="en-CA"/>
        </w:rPr>
        <w:tab/>
      </w:r>
      <w:r w:rsidRPr="003F241E">
        <w:rPr>
          <w:rFonts w:ascii="Questa Sans" w:hAnsi="Questa Sans" w:cs="Arial"/>
          <w:b/>
          <w:sz w:val="20"/>
          <w:szCs w:val="20"/>
          <w:lang w:val="en-CA"/>
        </w:rPr>
        <w:t>Internship information</w:t>
      </w:r>
      <w:r w:rsidRPr="003F241E">
        <w:rPr>
          <w:rFonts w:ascii="Questa Sans" w:hAnsi="Questa Sans" w:cs="Arial"/>
          <w:b/>
          <w:bCs/>
          <w:color w:val="C00000"/>
          <w:sz w:val="20"/>
          <w:szCs w:val="20"/>
        </w:rPr>
        <w:t>*</w:t>
      </w:r>
      <w:r w:rsidRPr="003F241E">
        <w:rPr>
          <w:rFonts w:ascii="Questa Sans" w:hAnsi="Questa Sans" w:cs="Arial"/>
          <w:b/>
          <w:sz w:val="20"/>
          <w:szCs w:val="20"/>
          <w:lang w:val="en-CA"/>
        </w:rPr>
        <w:br/>
      </w:r>
    </w:p>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678"/>
        <w:gridCol w:w="4678"/>
        <w:gridCol w:w="456"/>
      </w:tblGrid>
      <w:tr w:rsidR="006B54E0" w:rsidRPr="003F241E" w14:paraId="3255670E" w14:textId="77777777" w:rsidTr="006A12AA">
        <w:trPr>
          <w:gridAfter w:val="1"/>
          <w:wAfter w:w="456" w:type="dxa"/>
          <w:trHeight w:val="567"/>
        </w:trPr>
        <w:tc>
          <w:tcPr>
            <w:tcW w:w="4678" w:type="dxa"/>
            <w:tcBorders>
              <w:right w:val="dotted" w:sz="4" w:space="0" w:color="auto"/>
            </w:tcBorders>
            <w:shd w:val="clear" w:color="auto" w:fill="auto"/>
            <w:vAlign w:val="center"/>
          </w:tcPr>
          <w:p w14:paraId="0067EBDF"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3F241E">
              <w:rPr>
                <w:rFonts w:ascii="Questa Sans" w:hAnsi="Questa Sans" w:cs="Arial"/>
                <w:b/>
                <w:bCs/>
                <w:sz w:val="20"/>
                <w:szCs w:val="20"/>
                <w:lang w:val="en-CA"/>
              </w:rPr>
              <w:t>2.1 Internship start date</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DD07CED" w14:textId="60DA79E1" w:rsidR="006B54E0" w:rsidRPr="006830E8" w:rsidRDefault="003B1D52">
            <w:pPr>
              <w:tabs>
                <w:tab w:val="right" w:pos="9356"/>
              </w:tabs>
              <w:rPr>
                <w:rFonts w:ascii="Questa Sans" w:hAnsi="Questa Sans" w:cs="Arial"/>
                <w:bCs/>
                <w:sz w:val="20"/>
                <w:szCs w:val="20"/>
                <w:lang w:val="en-CA"/>
              </w:rPr>
            </w:pPr>
            <w:sdt>
              <w:sdtPr>
                <w:rPr>
                  <w:rStyle w:val="Style9"/>
                </w:rPr>
                <w:alias w:val="Click here to enter a date"/>
                <w:tag w:val="Click here to enter a date"/>
                <w:id w:val="1590812295"/>
                <w:placeholder>
                  <w:docPart w:val="1AE88C8F9D3C406EACC33B0C12781A06"/>
                </w:placeholder>
                <w:showingPlcHdr/>
                <w15:color w:val="99CCFF"/>
                <w:date w:fullDate="2025-01-08T00:00:00Z">
                  <w:dateFormat w:val="MMMM d, yyyy"/>
                  <w:lid w:val="en-CA"/>
                  <w:storeMappedDataAs w:val="dateTime"/>
                  <w:calendar w:val="gregorian"/>
                </w:date>
              </w:sdtPr>
              <w:sdtEndPr>
                <w:rPr>
                  <w:rStyle w:val="DefaultParagraphFont"/>
                  <w:rFonts w:ascii="Arial" w:hAnsi="Arial" w:cs="Arial"/>
                  <w:bCs/>
                  <w:sz w:val="24"/>
                  <w:szCs w:val="20"/>
                  <w:lang w:val="en-CA"/>
                </w:rPr>
              </w:sdtEndPr>
              <w:sdtContent>
                <w:r w:rsidR="00FB1930" w:rsidRPr="00AB453A">
                  <w:rPr>
                    <w:rStyle w:val="PlaceholderText"/>
                    <w:rFonts w:ascii="Questa Sans" w:hAnsi="Questa Sans"/>
                    <w:sz w:val="20"/>
                    <w:szCs w:val="20"/>
                  </w:rPr>
                  <w:t>Click here to enter a date.</w:t>
                </w:r>
              </w:sdtContent>
            </w:sdt>
          </w:p>
        </w:tc>
      </w:tr>
      <w:tr w:rsidR="006B54E0" w:rsidRPr="003F241E" w14:paraId="1341287E" w14:textId="77777777" w:rsidTr="006A12AA">
        <w:trPr>
          <w:gridAfter w:val="1"/>
          <w:wAfter w:w="456" w:type="dxa"/>
          <w:trHeight w:val="567"/>
        </w:trPr>
        <w:tc>
          <w:tcPr>
            <w:tcW w:w="4678" w:type="dxa"/>
            <w:tcBorders>
              <w:right w:val="dotted" w:sz="4" w:space="0" w:color="auto"/>
            </w:tcBorders>
            <w:shd w:val="clear" w:color="auto" w:fill="auto"/>
            <w:vAlign w:val="center"/>
          </w:tcPr>
          <w:p w14:paraId="115F513A" w14:textId="77777777" w:rsidR="006B54E0" w:rsidRPr="00FF004B"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FF004B">
              <w:rPr>
                <w:rFonts w:ascii="Questa Sans" w:hAnsi="Questa Sans" w:cs="Arial"/>
                <w:b/>
                <w:bCs/>
                <w:sz w:val="20"/>
                <w:szCs w:val="20"/>
                <w:lang w:val="en-CA"/>
              </w:rPr>
              <w:t>2.2 Number of internships</w:t>
            </w:r>
          </w:p>
        </w:tc>
        <w:sdt>
          <w:sdtPr>
            <w:rPr>
              <w:rStyle w:val="Style10"/>
            </w:rPr>
            <w:id w:val="492300764"/>
            <w:placeholder>
              <w:docPart w:val="B1E9871842B84808B4D75D0EAAFF1782"/>
            </w:placeholder>
            <w:showingPlcHdr/>
            <w15:color w:val="99CCFF"/>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rPr>
              <w:rStyle w:val="DefaultParagraphFont"/>
              <w:rFonts w:ascii="Arial" w:hAnsi="Arial" w:cs="Arial"/>
              <w:b/>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0BBE4B2" w14:textId="745261A3" w:rsidR="006B54E0" w:rsidRPr="006830E8" w:rsidRDefault="00FB1930">
                <w:pPr>
                  <w:rPr>
                    <w:rFonts w:ascii="Questa Sans" w:hAnsi="Questa Sans" w:cs="Arial"/>
                    <w:b/>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1000A8BD" w14:textId="77777777" w:rsidTr="006A12AA">
        <w:trPr>
          <w:gridAfter w:val="1"/>
          <w:wAfter w:w="456" w:type="dxa"/>
          <w:trHeight w:val="567"/>
        </w:trPr>
        <w:tc>
          <w:tcPr>
            <w:tcW w:w="4678" w:type="dxa"/>
            <w:tcBorders>
              <w:right w:val="dotted" w:sz="4" w:space="0" w:color="auto"/>
            </w:tcBorders>
            <w:shd w:val="clear" w:color="auto" w:fill="auto"/>
            <w:vAlign w:val="center"/>
          </w:tcPr>
          <w:p w14:paraId="45BB1EDC"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3F241E">
              <w:rPr>
                <w:rFonts w:ascii="Questa Sans" w:hAnsi="Questa Sans" w:cs="Arial"/>
                <w:b/>
                <w:bCs/>
                <w:sz w:val="20"/>
                <w:szCs w:val="20"/>
                <w:lang w:val="en-CA"/>
              </w:rPr>
              <w:t>2.3 Length of each internship (months)</w:t>
            </w:r>
          </w:p>
        </w:tc>
        <w:sdt>
          <w:sdtPr>
            <w:rPr>
              <w:rStyle w:val="Style11"/>
            </w:rPr>
            <w:id w:val="445284401"/>
            <w:placeholder>
              <w:docPart w:val="A2F7A39EEE4448628EAE779A917F74A6"/>
            </w:placeholder>
            <w:showingPlcHdr/>
            <w15:color w:val="99CCFF"/>
            <w:dropDownList>
              <w:listItem w:value="Choose an item."/>
              <w:listItem w:displayText="4 months" w:value="4 months"/>
              <w:listItem w:displayText="6 months" w:value="6 months"/>
            </w:dropDownList>
          </w:sdtPr>
          <w:sdtEndPr>
            <w:rPr>
              <w:rStyle w:val="DefaultParagraphFont"/>
              <w:rFonts w:ascii="Arial" w:hAnsi="Arial" w:cs="Arial"/>
              <w:bCs/>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69BBF24" w14:textId="78B01C7F" w:rsidR="006B54E0" w:rsidRPr="006830E8" w:rsidRDefault="00657FA2">
                <w:pPr>
                  <w:rPr>
                    <w:rFonts w:ascii="Questa Sans" w:hAnsi="Questa Sans" w:cs="Arial"/>
                    <w:bCs/>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49817FA4" w14:textId="77777777" w:rsidTr="006A12AA">
        <w:trPr>
          <w:gridAfter w:val="1"/>
          <w:wAfter w:w="456" w:type="dxa"/>
          <w:trHeight w:val="567"/>
        </w:trPr>
        <w:tc>
          <w:tcPr>
            <w:tcW w:w="4678" w:type="dxa"/>
            <w:tcBorders>
              <w:right w:val="dotted" w:sz="4" w:space="0" w:color="auto"/>
            </w:tcBorders>
            <w:shd w:val="clear" w:color="auto" w:fill="auto"/>
            <w:vAlign w:val="center"/>
          </w:tcPr>
          <w:p w14:paraId="04561A47"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 xml:space="preserve">2.4 Will the internship units be consecutive? </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2"/>
              </w:rPr>
              <w:alias w:val="Will internship units be consecutive?"/>
              <w:tag w:val="Select yes/no"/>
              <w:id w:val="208699128"/>
              <w:placeholder>
                <w:docPart w:val="6612797A368F47E3A04A15A05432F3A9"/>
              </w:placeholder>
              <w:showingPlcHdr/>
              <w15:color w:val="99CCFF"/>
              <w:dropDownList>
                <w:listItem w:value="Choose an item."/>
                <w:listItem w:displayText="Yes" w:value="Yes"/>
                <w:listItem w:displayText="No" w:value="No"/>
              </w:dropDownList>
            </w:sdtPr>
            <w:sdtEndPr>
              <w:rPr>
                <w:rStyle w:val="DefaultParagraphFont"/>
                <w:rFonts w:ascii="Arial" w:hAnsi="Arial" w:cs="Arial"/>
                <w:bCs/>
                <w:sz w:val="24"/>
                <w:szCs w:val="20"/>
                <w:lang w:val="en-CA"/>
              </w:rPr>
            </w:sdtEndPr>
            <w:sdtContent>
              <w:p w14:paraId="68E2A1A9" w14:textId="3AF6118B" w:rsidR="006B54E0" w:rsidRPr="006830E8" w:rsidRDefault="00FB1930">
                <w:pPr>
                  <w:rPr>
                    <w:rFonts w:ascii="Questa Sans" w:hAnsi="Questa Sans" w:cs="Arial"/>
                    <w:bCs/>
                    <w:sz w:val="20"/>
                    <w:szCs w:val="20"/>
                    <w:lang w:val="en-CA"/>
                  </w:rPr>
                </w:pPr>
                <w:r w:rsidRPr="006830E8">
                  <w:rPr>
                    <w:rFonts w:ascii="Questa Sans" w:hAnsi="Questa Sans" w:cs="Arial"/>
                    <w:bCs/>
                    <w:color w:val="808080" w:themeColor="background1" w:themeShade="80"/>
                    <w:sz w:val="20"/>
                    <w:szCs w:val="20"/>
                    <w:lang w:val="en-CA"/>
                  </w:rPr>
                  <w:t>Choose an item.</w:t>
                </w:r>
              </w:p>
            </w:sdtContent>
          </w:sdt>
          <w:p w14:paraId="763AD16F" w14:textId="329D894D" w:rsidR="0063535C" w:rsidRPr="006830E8" w:rsidRDefault="0063535C">
            <w:pPr>
              <w:rPr>
                <w:rFonts w:ascii="Questa Sans" w:hAnsi="Questa Sans" w:cs="Arial"/>
                <w:bCs/>
                <w:color w:val="FF0000"/>
                <w:sz w:val="20"/>
                <w:szCs w:val="20"/>
                <w:lang w:val="en-CA"/>
              </w:rPr>
            </w:pPr>
            <w:r w:rsidRPr="006830E8">
              <w:rPr>
                <w:rFonts w:ascii="Questa Sans" w:hAnsi="Questa Sans"/>
                <w:b/>
                <w:sz w:val="20"/>
                <w:szCs w:val="20"/>
              </w:rPr>
              <w:t>If</w:t>
            </w:r>
            <w:r w:rsidRPr="006830E8">
              <w:rPr>
                <w:rFonts w:ascii="Questa Sans" w:hAnsi="Questa Sans"/>
                <w:b/>
                <w:spacing w:val="-6"/>
                <w:sz w:val="20"/>
                <w:szCs w:val="20"/>
              </w:rPr>
              <w:t xml:space="preserve"> </w:t>
            </w:r>
            <w:r w:rsidRPr="006830E8">
              <w:rPr>
                <w:rFonts w:ascii="Questa Sans" w:hAnsi="Questa Sans"/>
                <w:b/>
                <w:sz w:val="20"/>
                <w:szCs w:val="20"/>
              </w:rPr>
              <w:t>NO</w:t>
            </w:r>
            <w:r w:rsidRPr="006830E8">
              <w:rPr>
                <w:rFonts w:ascii="Questa Sans" w:hAnsi="Questa Sans"/>
                <w:sz w:val="20"/>
                <w:szCs w:val="20"/>
              </w:rPr>
              <w:t>,</w:t>
            </w:r>
            <w:r w:rsidRPr="006830E8">
              <w:rPr>
                <w:rFonts w:ascii="Questa Sans" w:hAnsi="Questa Sans"/>
                <w:spacing w:val="-3"/>
                <w:sz w:val="20"/>
                <w:szCs w:val="20"/>
              </w:rPr>
              <w:t xml:space="preserve"> </w:t>
            </w:r>
            <w:r w:rsidRPr="006830E8">
              <w:rPr>
                <w:rFonts w:ascii="Questa Sans" w:hAnsi="Questa Sans"/>
                <w:sz w:val="20"/>
                <w:szCs w:val="20"/>
              </w:rPr>
              <w:t>complete</w:t>
            </w:r>
            <w:r w:rsidRPr="006830E8">
              <w:rPr>
                <w:rFonts w:ascii="Questa Sans" w:hAnsi="Questa Sans"/>
                <w:spacing w:val="-5"/>
                <w:sz w:val="20"/>
                <w:szCs w:val="20"/>
              </w:rPr>
              <w:t xml:space="preserve"> </w:t>
            </w:r>
            <w:r w:rsidRPr="006830E8">
              <w:rPr>
                <w:rFonts w:ascii="Questa Sans" w:hAnsi="Questa Sans"/>
                <w:b/>
                <w:color w:val="FF0000"/>
                <w:sz w:val="20"/>
                <w:szCs w:val="20"/>
              </w:rPr>
              <w:t>Appendix</w:t>
            </w:r>
            <w:r w:rsidRPr="006830E8">
              <w:rPr>
                <w:rFonts w:ascii="Questa Sans" w:hAnsi="Questa Sans"/>
                <w:b/>
                <w:color w:val="FF0000"/>
                <w:spacing w:val="-4"/>
                <w:sz w:val="20"/>
                <w:szCs w:val="20"/>
              </w:rPr>
              <w:t xml:space="preserve"> </w:t>
            </w:r>
            <w:r w:rsidRPr="006830E8">
              <w:rPr>
                <w:rFonts w:ascii="Questa Sans" w:hAnsi="Questa Sans"/>
                <w:b/>
                <w:color w:val="FF0000"/>
                <w:spacing w:val="-5"/>
                <w:sz w:val="20"/>
                <w:szCs w:val="20"/>
              </w:rPr>
              <w:t>C</w:t>
            </w:r>
          </w:p>
        </w:tc>
      </w:tr>
      <w:tr w:rsidR="006B54E0" w:rsidRPr="003F241E" w14:paraId="2653C2E4" w14:textId="77777777" w:rsidTr="006A12AA">
        <w:trPr>
          <w:gridAfter w:val="1"/>
          <w:wAfter w:w="456" w:type="dxa"/>
          <w:trHeight w:val="567"/>
        </w:trPr>
        <w:tc>
          <w:tcPr>
            <w:tcW w:w="4678" w:type="dxa"/>
            <w:tcBorders>
              <w:right w:val="dotted" w:sz="4" w:space="0" w:color="auto"/>
            </w:tcBorders>
            <w:shd w:val="clear" w:color="auto" w:fill="auto"/>
            <w:vAlign w:val="center"/>
          </w:tcPr>
          <w:p w14:paraId="080A9B36"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2.5 Stipend amount per internship unit</w:t>
            </w:r>
          </w:p>
          <w:p w14:paraId="19F117EC"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sz w:val="20"/>
                <w:szCs w:val="20"/>
              </w:rPr>
              <w:br/>
            </w:r>
            <w:r w:rsidRPr="003F241E">
              <w:rPr>
                <w:rFonts w:ascii="Questa Sans" w:hAnsi="Questa Sans" w:cs="Arial"/>
                <w:sz w:val="20"/>
                <w:szCs w:val="20"/>
                <w:lang w:val="en-CA"/>
              </w:rPr>
              <w:t>NOTE: the minimum allowable stipend is $10,000 per internship unit for Accelerate</w:t>
            </w:r>
          </w:p>
        </w:tc>
        <w:sdt>
          <w:sdtPr>
            <w:rPr>
              <w:rStyle w:val="Style7"/>
            </w:rPr>
            <w:id w:val="-81686400"/>
            <w:placeholder>
              <w:docPart w:val="8652F034513C4BD3AD7752FC49CF64C2"/>
            </w:placeholder>
            <w:showingPlcHdr/>
            <w15:color w:val="99CCFF"/>
          </w:sdtPr>
          <w:sdtEndPr>
            <w:rPr>
              <w:rStyle w:val="DefaultParagraphFont"/>
              <w:rFonts w:ascii="Arial" w:hAnsi="Arial" w:cs="Arial"/>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512F8024" w14:textId="6BB75A63" w:rsidR="006B54E0" w:rsidRPr="006830E8" w:rsidRDefault="00FB1930">
                <w:pPr>
                  <w:rPr>
                    <w:rFonts w:ascii="Questa Sans" w:hAnsi="Questa Sans" w:cs="Arial"/>
                    <w:bCs/>
                    <w:color w:val="FF0000"/>
                    <w:sz w:val="20"/>
                    <w:szCs w:val="20"/>
                    <w:lang w:val="en-CA"/>
                  </w:rPr>
                </w:pPr>
                <w:r w:rsidRPr="006830E8">
                  <w:rPr>
                    <w:rFonts w:ascii="Questa Sans" w:hAnsi="Questa Sans" w:cs="Arial"/>
                    <w:sz w:val="20"/>
                    <w:szCs w:val="20"/>
                    <w:lang w:val="en-CA"/>
                  </w:rPr>
                  <w:t xml:space="preserve">                                                       </w:t>
                </w:r>
              </w:p>
            </w:tc>
          </w:sdtContent>
        </w:sdt>
      </w:tr>
      <w:tr w:rsidR="006B54E0" w:rsidRPr="003F241E" w14:paraId="11752917" w14:textId="77777777" w:rsidTr="006A12AA">
        <w:trPr>
          <w:gridAfter w:val="1"/>
          <w:wAfter w:w="456" w:type="dxa"/>
          <w:trHeight w:val="567"/>
        </w:trPr>
        <w:tc>
          <w:tcPr>
            <w:tcW w:w="4678" w:type="dxa"/>
            <w:tcBorders>
              <w:right w:val="dotted" w:sz="4" w:space="0" w:color="auto"/>
            </w:tcBorders>
            <w:shd w:val="clear" w:color="auto" w:fill="auto"/>
            <w:vAlign w:val="center"/>
          </w:tcPr>
          <w:p w14:paraId="76686830"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 Is the new intern replacing an intern already named to the project?</w:t>
            </w:r>
          </w:p>
        </w:tc>
        <w:sdt>
          <w:sdtPr>
            <w:rPr>
              <w:rStyle w:val="Style13"/>
            </w:rPr>
            <w:id w:val="1189645841"/>
            <w:placeholder>
              <w:docPart w:val="1910A2523AC14A3BA65610364AFA4063"/>
            </w:placeholder>
            <w:showingPlcHdr/>
            <w15:color w:val="99CCFF"/>
            <w:dropDownList>
              <w:listItem w:value="Choose an item."/>
              <w:listItem w:displayText="Yes" w:value="Yes"/>
              <w:listItem w:displayText="No" w:value="No"/>
            </w:dropDownList>
          </w:sdtPr>
          <w:sdtEndPr>
            <w:rPr>
              <w:rStyle w:val="DefaultParagraphFont"/>
              <w:rFonts w:ascii="Arial" w:hAnsi="Arial" w:cs="Arial"/>
              <w:b/>
              <w:bCs/>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E71DE98" w14:textId="05576CD3" w:rsidR="006B54E0" w:rsidRPr="006830E8" w:rsidRDefault="00FB1930">
                <w:pPr>
                  <w:rPr>
                    <w:rFonts w:ascii="Questa Sans" w:hAnsi="Questa Sans" w:cs="Arial"/>
                    <w:bCs/>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6B1B05C9" w14:textId="77777777" w:rsidTr="006A12AA">
        <w:trPr>
          <w:gridAfter w:val="1"/>
          <w:wAfter w:w="456" w:type="dxa"/>
          <w:trHeight w:val="567"/>
        </w:trPr>
        <w:tc>
          <w:tcPr>
            <w:tcW w:w="4678" w:type="dxa"/>
            <w:tcBorders>
              <w:right w:val="dotted" w:sz="4" w:space="0" w:color="auto"/>
            </w:tcBorders>
            <w:shd w:val="clear" w:color="auto" w:fill="auto"/>
            <w:vAlign w:val="center"/>
          </w:tcPr>
          <w:p w14:paraId="56B60FDA"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2.6.a Name of intern being replaced</w:t>
            </w:r>
          </w:p>
        </w:tc>
        <w:sdt>
          <w:sdtPr>
            <w:rPr>
              <w:rStyle w:val="Style7"/>
            </w:rPr>
            <w:id w:val="-663468747"/>
            <w:placeholder>
              <w:docPart w:val="A181AF65FF2F4F289BA4E5B628AB7E6A"/>
            </w:placeholder>
            <w:showingPlcHdr/>
            <w15:color w:val="99CCFF"/>
          </w:sdtPr>
          <w:sdtEndPr>
            <w:rPr>
              <w:rStyle w:val="DefaultParagraphFont"/>
              <w:rFonts w:ascii="Arial" w:hAnsi="Arial" w:cs="Arial"/>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18AF663" w14:textId="2C745ED0" w:rsidR="006B54E0" w:rsidRPr="006830E8" w:rsidRDefault="00862171">
                <w:pPr>
                  <w:rPr>
                    <w:rFonts w:ascii="Questa Sans" w:hAnsi="Questa Sans" w:cs="Arial"/>
                    <w:bCs/>
                    <w:color w:val="FF0000"/>
                    <w:sz w:val="20"/>
                    <w:szCs w:val="20"/>
                    <w:lang w:val="en-CA"/>
                  </w:rPr>
                </w:pPr>
                <w:r w:rsidRPr="006830E8">
                  <w:rPr>
                    <w:rFonts w:ascii="Questa Sans" w:hAnsi="Questa Sans" w:cs="Arial"/>
                    <w:sz w:val="20"/>
                    <w:szCs w:val="20"/>
                    <w:lang w:val="en-CA"/>
                  </w:rPr>
                  <w:t xml:space="preserve">                                                       </w:t>
                </w:r>
              </w:p>
            </w:tc>
          </w:sdtContent>
        </w:sdt>
      </w:tr>
      <w:tr w:rsidR="006B54E0" w:rsidRPr="003F241E" w14:paraId="3864CACD" w14:textId="77777777" w:rsidTr="006A12AA">
        <w:trPr>
          <w:gridAfter w:val="1"/>
          <w:wAfter w:w="456" w:type="dxa"/>
          <w:trHeight w:val="567"/>
        </w:trPr>
        <w:tc>
          <w:tcPr>
            <w:tcW w:w="4678" w:type="dxa"/>
            <w:tcBorders>
              <w:right w:val="dotted" w:sz="4" w:space="0" w:color="auto"/>
            </w:tcBorders>
            <w:shd w:val="clear" w:color="auto" w:fill="auto"/>
            <w:vAlign w:val="center"/>
          </w:tcPr>
          <w:p w14:paraId="06B9D759"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2.6.b.  Last day previous intern will work on the project</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2873764" w14:textId="13F913E8" w:rsidR="006B54E0" w:rsidRPr="006830E8" w:rsidRDefault="003B1D52">
            <w:pPr>
              <w:rPr>
                <w:rFonts w:ascii="Questa Sans" w:hAnsi="Questa Sans" w:cs="Arial"/>
                <w:bCs/>
                <w:color w:val="FF0000"/>
                <w:sz w:val="20"/>
                <w:szCs w:val="20"/>
                <w:lang w:val="en-CA"/>
              </w:rPr>
            </w:pPr>
            <w:sdt>
              <w:sdtPr>
                <w:rPr>
                  <w:rStyle w:val="Style14"/>
                </w:rPr>
                <w:id w:val="1923613025"/>
                <w:placeholder>
                  <w:docPart w:val="CD58F437361B4966B4C954836F3005AA"/>
                </w:placeholder>
                <w:showingPlcHdr/>
                <w15:color w:val="99CCFF"/>
                <w:date w:fullDate="2025-01-30T00:00:00Z">
                  <w:dateFormat w:val="MMMM d, yyyy"/>
                  <w:lid w:val="en-CA"/>
                  <w:storeMappedDataAs w:val="dateTime"/>
                  <w:calendar w:val="gregorian"/>
                </w:date>
              </w:sdtPr>
              <w:sdtEndPr>
                <w:rPr>
                  <w:rStyle w:val="DefaultParagraphFont"/>
                  <w:rFonts w:ascii="Arial" w:hAnsi="Arial" w:cs="Arial"/>
                  <w:bCs/>
                  <w:sz w:val="24"/>
                  <w:szCs w:val="20"/>
                  <w:lang w:val="en-CA"/>
                </w:rPr>
              </w:sdtEndPr>
              <w:sdtContent>
                <w:r w:rsidR="00FB1930" w:rsidRPr="00811289">
                  <w:rPr>
                    <w:rStyle w:val="PlaceholderText"/>
                    <w:rFonts w:ascii="Questa Sans" w:hAnsi="Questa Sans"/>
                    <w:sz w:val="20"/>
                    <w:szCs w:val="20"/>
                  </w:rPr>
                  <w:t>Click here to enter a date</w:t>
                </w:r>
                <w:r w:rsidR="00FB1930" w:rsidRPr="001132E1">
                  <w:rPr>
                    <w:rStyle w:val="PlaceholderText"/>
                    <w:sz w:val="20"/>
                    <w:szCs w:val="20"/>
                  </w:rPr>
                  <w:t>.</w:t>
                </w:r>
              </w:sdtContent>
            </w:sdt>
          </w:p>
        </w:tc>
      </w:tr>
      <w:tr w:rsidR="007A371D" w:rsidRPr="003F241E" w14:paraId="36AB1C29" w14:textId="77777777" w:rsidTr="006A12AA">
        <w:trPr>
          <w:trHeight w:val="567"/>
        </w:trPr>
        <w:tc>
          <w:tcPr>
            <w:tcW w:w="9812" w:type="dxa"/>
            <w:gridSpan w:val="3"/>
            <w:tcBorders>
              <w:right w:val="dotted" w:sz="4" w:space="0" w:color="auto"/>
            </w:tcBorders>
            <w:shd w:val="clear" w:color="auto" w:fill="auto"/>
            <w:vAlign w:val="center"/>
          </w:tcPr>
          <w:p w14:paraId="67883700" w14:textId="77777777" w:rsidR="007A371D" w:rsidRPr="003F241E" w:rsidRDefault="007A371D">
            <w:pPr>
              <w:rPr>
                <w:rFonts w:ascii="Questa Sans" w:hAnsi="Questa Sans" w:cs="Arial"/>
                <w:b/>
                <w:sz w:val="20"/>
                <w:szCs w:val="20"/>
                <w:lang w:val="en-CA"/>
              </w:rPr>
            </w:pPr>
            <w:r w:rsidRPr="003F241E">
              <w:rPr>
                <w:rFonts w:ascii="Questa Sans" w:hAnsi="Questa Sans" w:cs="Arial"/>
                <w:b/>
                <w:sz w:val="20"/>
                <w:szCs w:val="20"/>
                <w:lang w:val="en-CA"/>
              </w:rPr>
              <w:lastRenderedPageBreak/>
              <w:t xml:space="preserve">  2.7    New Intern Role on the project </w:t>
            </w:r>
          </w:p>
          <w:p w14:paraId="0D852960" w14:textId="037DC11E" w:rsidR="007A371D" w:rsidRDefault="007A371D" w:rsidP="007A371D">
            <w:pPr>
              <w:spacing w:before="100" w:beforeAutospacing="1" w:after="165"/>
              <w:ind w:left="360"/>
              <w:rPr>
                <w:sz w:val="20"/>
                <w:szCs w:val="20"/>
              </w:rPr>
            </w:pPr>
            <w:r w:rsidRPr="003F241E">
              <w:rPr>
                <w:rFonts w:ascii="Questa Sans" w:hAnsi="Questa Sans" w:cs="Arial"/>
                <w:b/>
                <w:bCs/>
                <w:sz w:val="20"/>
                <w:szCs w:val="20"/>
                <w:lang w:eastAsia="en-CA"/>
              </w:rPr>
              <w:t>2.7.1</w:t>
            </w:r>
            <w:r w:rsidRPr="003F241E">
              <w:rPr>
                <w:rFonts w:ascii="Questa Sans" w:hAnsi="Questa Sans" w:cs="Arial"/>
                <w:b/>
                <w:bCs/>
                <w:color w:val="C00000"/>
                <w:sz w:val="20"/>
                <w:szCs w:val="20"/>
                <w:lang w:eastAsia="en-CA"/>
              </w:rPr>
              <w:t>*</w:t>
            </w:r>
            <w:r w:rsidRPr="003F241E">
              <w:rPr>
                <w:rFonts w:ascii="Questa Sans" w:hAnsi="Questa Sans" w:cs="Arial"/>
                <w:b/>
                <w:bCs/>
                <w:sz w:val="20"/>
                <w:szCs w:val="20"/>
                <w:lang w:eastAsia="en-CA"/>
              </w:rPr>
              <w:t xml:space="preserve"> – Link the newly identified intern to the specific objectives attributed to them in the original application.</w:t>
            </w:r>
            <w:r w:rsidRPr="003F241E">
              <w:rPr>
                <w:rFonts w:ascii="Questa Sans" w:hAnsi="Questa Sans" w:cs="Calibri"/>
                <w:sz w:val="20"/>
                <w:szCs w:val="20"/>
                <w:lang w:val="en-CA" w:eastAsia="en-CA"/>
              </w:rPr>
              <w:t xml:space="preserve"> </w:t>
            </w:r>
            <w:r w:rsidRPr="003F241E">
              <w:rPr>
                <w:rFonts w:ascii="Questa Sans" w:hAnsi="Questa Sans" w:cs="Arial"/>
                <w:sz w:val="20"/>
                <w:szCs w:val="20"/>
                <w:lang w:val="en-CA" w:eastAsia="en-CA"/>
              </w:rPr>
              <w:t>The tasks attributed to the newly identified intern should be clearly distinguished within the original application.</w:t>
            </w:r>
            <w:r w:rsidRPr="003F241E">
              <w:rPr>
                <w:rFonts w:ascii="Questa Sans" w:hAnsi="Questa Sans" w:cs="Calibri"/>
                <w:sz w:val="20"/>
                <w:szCs w:val="20"/>
                <w:lang w:val="en-CA" w:eastAsia="en-CA"/>
              </w:rPr>
              <w:t xml:space="preserve"> </w:t>
            </w:r>
          </w:p>
          <w:sdt>
            <w:sdtPr>
              <w:rPr>
                <w:rStyle w:val="Style8"/>
              </w:rPr>
              <w:id w:val="1014728715"/>
              <w:placeholder>
                <w:docPart w:val="1F398FC55C2F45D39F34AF2697FB712D"/>
              </w:placeholder>
              <w:showingPlcHdr/>
              <w15:color w:val="99CCFF"/>
              <w:text w:multiLine="1"/>
            </w:sdtPr>
            <w:sdtEndPr>
              <w:rPr>
                <w:rStyle w:val="DefaultParagraphFont"/>
                <w:rFonts w:ascii="Arial" w:hAnsi="Arial"/>
                <w:sz w:val="24"/>
                <w:szCs w:val="20"/>
                <w:lang w:val="en-CA"/>
              </w:rPr>
            </w:sdtEndPr>
            <w:sdtContent>
              <w:p w14:paraId="7F82C0C8" w14:textId="391DE979" w:rsidR="007A371D" w:rsidRPr="001132E1" w:rsidRDefault="003B1D97">
                <w:pPr>
                  <w:pBdr>
                    <w:right w:val="single" w:sz="2" w:space="4" w:color="808080" w:themeColor="background1" w:themeShade="80"/>
                  </w:pBdr>
                  <w:tabs>
                    <w:tab w:val="left" w:pos="601"/>
                  </w:tabs>
                  <w:ind w:left="34" w:right="-108"/>
                  <w:rPr>
                    <w:rFonts w:ascii="Questa Sans" w:hAnsi="Questa Sans"/>
                    <w:sz w:val="20"/>
                    <w:szCs w:val="20"/>
                  </w:rPr>
                </w:pPr>
                <w:r w:rsidRPr="001132E1">
                  <w:rPr>
                    <w:rStyle w:val="PlaceholderText"/>
                    <w:rFonts w:ascii="Questa Sans" w:hAnsi="Questa Sans"/>
                    <w:sz w:val="20"/>
                    <w:szCs w:val="20"/>
                  </w:rPr>
                  <w:t>Click or tap here to enter text.</w:t>
                </w:r>
              </w:p>
            </w:sdtContent>
          </w:sdt>
          <w:p w14:paraId="562AC260"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1610301F" w14:textId="4744B852" w:rsidR="007A371D" w:rsidRPr="003F241E" w:rsidRDefault="007A371D">
            <w:pPr>
              <w:spacing w:before="100" w:beforeAutospacing="1" w:after="165"/>
              <w:ind w:left="360"/>
              <w:rPr>
                <w:rFonts w:ascii="Questa Sans" w:hAnsi="Questa Sans" w:cs="Arial"/>
                <w:sz w:val="20"/>
                <w:szCs w:val="20"/>
                <w:lang w:eastAsia="en-CA"/>
              </w:rPr>
            </w:pPr>
            <w:r w:rsidRPr="003F241E">
              <w:rPr>
                <w:rFonts w:ascii="Questa Sans" w:hAnsi="Questa Sans" w:cs="Arial"/>
                <w:b/>
                <w:bCs/>
                <w:sz w:val="20"/>
                <w:szCs w:val="20"/>
                <w:lang w:eastAsia="en-CA"/>
              </w:rPr>
              <w:t xml:space="preserve">2.7.2 – If it applies, specify any changes to the new intern’s activities, degree level, </w:t>
            </w:r>
            <w:r w:rsidRPr="003F241E">
              <w:rPr>
                <w:rFonts w:ascii="Questa Sans" w:hAnsi="Questa Sans" w:cs="Arial"/>
                <w:b/>
                <w:bCs/>
                <w:sz w:val="20"/>
                <w:szCs w:val="20"/>
                <w:lang w:val="en-CA" w:eastAsia="en-CA"/>
              </w:rPr>
              <w:t>department, or research background from the original proposal</w:t>
            </w:r>
            <w:r w:rsidR="00CE5E53">
              <w:rPr>
                <w:rFonts w:ascii="Questa Sans" w:hAnsi="Questa Sans" w:cs="Arial"/>
                <w:b/>
                <w:bCs/>
                <w:sz w:val="20"/>
                <w:szCs w:val="20"/>
                <w:lang w:val="en-CA" w:eastAsia="en-CA"/>
              </w:rPr>
              <w:t>.</w:t>
            </w:r>
            <w:r w:rsidRPr="003F241E">
              <w:rPr>
                <w:rFonts w:ascii="Questa Sans" w:hAnsi="Questa Sans" w:cs="Arial"/>
                <w:sz w:val="20"/>
                <w:szCs w:val="20"/>
                <w:lang w:val="en-CA" w:eastAsia="en-CA"/>
              </w:rPr>
              <w:t xml:space="preserve"> Briefly describe the changes and provide a justification for why this intern is still suitable for the project (e.g., describe any modifications to the project or additional support provided </w:t>
            </w:r>
            <w:proofErr w:type="gramStart"/>
            <w:r w:rsidRPr="003F241E">
              <w:rPr>
                <w:rFonts w:ascii="Questa Sans" w:hAnsi="Questa Sans" w:cs="Arial"/>
                <w:sz w:val="20"/>
                <w:szCs w:val="20"/>
                <w:lang w:val="en-CA" w:eastAsia="en-CA"/>
              </w:rPr>
              <w:t>in order to</w:t>
            </w:r>
            <w:proofErr w:type="gramEnd"/>
            <w:r w:rsidRPr="003F241E">
              <w:rPr>
                <w:rFonts w:ascii="Questa Sans" w:hAnsi="Questa Sans" w:cs="Arial"/>
                <w:sz w:val="20"/>
                <w:szCs w:val="20"/>
                <w:lang w:val="en-CA" w:eastAsia="en-CA"/>
              </w:rPr>
              <w:t xml:space="preserve"> ensure that the project is achievable and at the appropriate degree level for the intern)</w:t>
            </w:r>
            <w:r w:rsidRPr="003F241E">
              <w:rPr>
                <w:rFonts w:ascii="Questa Sans" w:hAnsi="Questa Sans" w:cs="Arial"/>
                <w:sz w:val="20"/>
                <w:szCs w:val="20"/>
                <w:lang w:eastAsia="en-CA"/>
              </w:rPr>
              <w:t>.</w:t>
            </w:r>
          </w:p>
          <w:sdt>
            <w:sdtPr>
              <w:rPr>
                <w:rStyle w:val="Style8"/>
              </w:rPr>
              <w:id w:val="309755167"/>
              <w:placeholder>
                <w:docPart w:val="5EDC2D896CD045039023EAB0896F8CEF"/>
              </w:placeholder>
              <w:showingPlcHdr/>
              <w15:color w:val="99CCFF"/>
              <w:text w:multiLine="1"/>
            </w:sdtPr>
            <w:sdtEndPr>
              <w:rPr>
                <w:rStyle w:val="DefaultParagraphFont"/>
                <w:rFonts w:ascii="Arial" w:hAnsi="Arial"/>
                <w:sz w:val="24"/>
                <w:szCs w:val="20"/>
                <w:lang w:val="en-CA"/>
              </w:rPr>
            </w:sdtEndPr>
            <w:sdtContent>
              <w:p w14:paraId="2F2CA34A" w14:textId="77777777" w:rsidR="00862171" w:rsidRDefault="00862171" w:rsidP="00862171">
                <w:pPr>
                  <w:pBdr>
                    <w:right w:val="single" w:sz="2" w:space="4" w:color="808080" w:themeColor="background1" w:themeShade="80"/>
                  </w:pBdr>
                  <w:tabs>
                    <w:tab w:val="left" w:pos="601"/>
                  </w:tabs>
                  <w:ind w:left="34" w:right="-108"/>
                  <w:rPr>
                    <w:rStyle w:val="Style8"/>
                  </w:rPr>
                </w:pPr>
                <w:r w:rsidRPr="001132E1">
                  <w:rPr>
                    <w:rStyle w:val="PlaceholderText"/>
                    <w:rFonts w:ascii="Questa Sans" w:hAnsi="Questa Sans"/>
                    <w:sz w:val="20"/>
                    <w:szCs w:val="20"/>
                  </w:rPr>
                  <w:t>Click or tap here to enter text.</w:t>
                </w:r>
              </w:p>
            </w:sdtContent>
          </w:sdt>
          <w:p w14:paraId="68C44698" w14:textId="7CE20220" w:rsidR="003B1D97" w:rsidRDefault="003B1D97" w:rsidP="003B1D97">
            <w:pPr>
              <w:pBdr>
                <w:right w:val="single" w:sz="2" w:space="4" w:color="808080" w:themeColor="background1" w:themeShade="80"/>
              </w:pBdr>
              <w:tabs>
                <w:tab w:val="left" w:pos="601"/>
              </w:tabs>
              <w:ind w:left="34" w:right="-108"/>
              <w:rPr>
                <w:lang w:val="en-CA"/>
              </w:rPr>
            </w:pPr>
          </w:p>
          <w:p w14:paraId="5FEA45E4"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398822C8" w14:textId="77777777" w:rsidR="007A371D" w:rsidRPr="003F241E" w:rsidRDefault="007A371D">
            <w:pPr>
              <w:pBdr>
                <w:right w:val="single" w:sz="2" w:space="4" w:color="808080" w:themeColor="background1" w:themeShade="80"/>
              </w:pBdr>
              <w:tabs>
                <w:tab w:val="left" w:pos="601"/>
              </w:tabs>
              <w:ind w:left="34" w:right="-108"/>
              <w:rPr>
                <w:rFonts w:ascii="Questa Sans" w:hAnsi="Questa Sans" w:cs="Arial"/>
                <w:sz w:val="20"/>
                <w:szCs w:val="20"/>
                <w:lang w:val="en-CA"/>
              </w:rPr>
            </w:pPr>
          </w:p>
        </w:tc>
      </w:tr>
    </w:tbl>
    <w:p w14:paraId="6510238C" w14:textId="77777777" w:rsidR="00C0136B" w:rsidRDefault="00C0136B" w:rsidP="00895547">
      <w:pPr>
        <w:rPr>
          <w:rFonts w:ascii="Questa Sans" w:hAnsi="Questa Sans"/>
          <w:b/>
          <w:bCs/>
          <w:sz w:val="20"/>
          <w:szCs w:val="20"/>
          <w:lang w:val="en-CA"/>
        </w:rPr>
      </w:pPr>
    </w:p>
    <w:p w14:paraId="5FBEFD6B" w14:textId="77777777" w:rsidR="00C0136B" w:rsidRDefault="00C0136B">
      <w:pPr>
        <w:spacing w:after="200" w:line="276" w:lineRule="auto"/>
        <w:rPr>
          <w:rFonts w:ascii="Questa Sans" w:hAnsi="Questa Sans"/>
          <w:b/>
          <w:bCs/>
          <w:sz w:val="20"/>
          <w:szCs w:val="20"/>
          <w:lang w:val="en-CA"/>
        </w:rPr>
      </w:pPr>
      <w:r>
        <w:rPr>
          <w:rFonts w:ascii="Questa Sans" w:hAnsi="Questa Sans"/>
          <w:b/>
          <w:bCs/>
          <w:sz w:val="20"/>
          <w:szCs w:val="20"/>
          <w:lang w:val="en-CA"/>
        </w:rPr>
        <w:br w:type="page"/>
      </w:r>
    </w:p>
    <w:p w14:paraId="736E5C66" w14:textId="4C8F4C97" w:rsidR="00DC0F93" w:rsidRPr="00895547" w:rsidRDefault="00C0136B" w:rsidP="00895547">
      <w:pPr>
        <w:rPr>
          <w:rFonts w:ascii="Questa Sans" w:hAnsi="Questa Sans"/>
          <w:b/>
          <w:bCs/>
          <w:color w:val="C00000"/>
          <w:sz w:val="20"/>
          <w:szCs w:val="20"/>
        </w:rPr>
      </w:pPr>
      <w:r>
        <w:rPr>
          <w:rFonts w:ascii="Questa Sans" w:hAnsi="Questa Sans"/>
          <w:b/>
          <w:bCs/>
          <w:sz w:val="20"/>
          <w:szCs w:val="20"/>
          <w:lang w:val="en-CA"/>
        </w:rPr>
        <w:t>3.</w:t>
      </w:r>
      <w:r w:rsidR="00773208">
        <w:rPr>
          <w:rFonts w:ascii="Questa Sans" w:hAnsi="Questa Sans"/>
          <w:b/>
          <w:bCs/>
          <w:sz w:val="20"/>
          <w:szCs w:val="20"/>
          <w:lang w:val="en-CA"/>
        </w:rPr>
        <w:t>0</w:t>
      </w:r>
      <w:r w:rsidR="00773208">
        <w:rPr>
          <w:rFonts w:ascii="Questa Sans" w:hAnsi="Questa Sans"/>
          <w:b/>
          <w:bCs/>
          <w:sz w:val="20"/>
          <w:szCs w:val="20"/>
          <w:lang w:val="en-CA"/>
        </w:rPr>
        <w:tab/>
      </w:r>
      <w:r>
        <w:rPr>
          <w:rFonts w:ascii="Questa Sans" w:hAnsi="Questa Sans"/>
          <w:b/>
          <w:bCs/>
          <w:sz w:val="20"/>
          <w:szCs w:val="20"/>
          <w:lang w:val="en-CA"/>
        </w:rPr>
        <w:t xml:space="preserve"> </w:t>
      </w:r>
      <w:r w:rsidR="00DC0F93" w:rsidRPr="00895547">
        <w:rPr>
          <w:rFonts w:ascii="Questa Sans" w:hAnsi="Questa Sans"/>
          <w:b/>
          <w:bCs/>
          <w:sz w:val="20"/>
          <w:szCs w:val="20"/>
          <w:lang w:val="en-CA"/>
        </w:rPr>
        <w:t xml:space="preserve">Intern information: </w:t>
      </w:r>
      <w:r w:rsidR="00DC0F93" w:rsidRPr="00895547">
        <w:rPr>
          <w:rFonts w:ascii="Questa Sans" w:hAnsi="Questa Sans"/>
          <w:b/>
          <w:bCs/>
          <w:color w:val="C00000"/>
          <w:sz w:val="20"/>
          <w:szCs w:val="20"/>
        </w:rPr>
        <w:t>*</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20"/>
        <w:gridCol w:w="4536"/>
      </w:tblGrid>
      <w:tr w:rsidR="00DC0F93" w:rsidRPr="003B09CE" w14:paraId="1436D9E7" w14:textId="77777777" w:rsidTr="00D942BF">
        <w:trPr>
          <w:trHeight w:val="567"/>
        </w:trPr>
        <w:tc>
          <w:tcPr>
            <w:tcW w:w="4820" w:type="dxa"/>
          </w:tcPr>
          <w:p w14:paraId="62E8A336"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3.1 Name</w:t>
            </w:r>
            <w:r w:rsidRPr="003B09CE">
              <w:rPr>
                <w:rFonts w:ascii="Questa Sans" w:hAnsi="Questa Sans" w:cs="Arial"/>
                <w:sz w:val="20"/>
                <w:szCs w:val="20"/>
                <w:lang w:val="en-CA"/>
              </w:rPr>
              <w:t xml:space="preserve"> </w:t>
            </w:r>
          </w:p>
        </w:tc>
        <w:tc>
          <w:tcPr>
            <w:tcW w:w="4536" w:type="dxa"/>
          </w:tcPr>
          <w:sdt>
            <w:sdtPr>
              <w:rPr>
                <w:rStyle w:val="Style15"/>
              </w:rPr>
              <w:id w:val="1503863219"/>
              <w:placeholder>
                <w:docPart w:val="3329459A1A6048108C2E23FC0F10A8A1"/>
              </w:placeholder>
              <w:showingPlcHdr/>
              <w15:color w:val="99CCFF"/>
            </w:sdtPr>
            <w:sdtEndPr>
              <w:rPr>
                <w:rStyle w:val="DefaultParagraphFont"/>
                <w:rFonts w:ascii="Arial" w:hAnsi="Arial" w:cs="Arial"/>
                <w:sz w:val="24"/>
                <w:szCs w:val="20"/>
                <w:lang w:val="en-CA"/>
              </w:rPr>
            </w:sdtEndPr>
            <w:sdtContent>
              <w:p w14:paraId="11CA2D41" w14:textId="00D57882" w:rsidR="00DC0F93" w:rsidRPr="004A2BF1" w:rsidRDefault="002F199B" w:rsidP="00724D30">
                <w:pPr>
                  <w:pBdr>
                    <w:right w:val="single" w:sz="2" w:space="4" w:color="808080" w:themeColor="background1" w:themeShade="80"/>
                  </w:pBdr>
                  <w:tabs>
                    <w:tab w:val="left" w:pos="601"/>
                  </w:tabs>
                  <w:ind w:left="34" w:right="-108"/>
                  <w:rPr>
                    <w:rFonts w:ascii="Questa Sans" w:hAnsi="Questa Sans" w:cs="Arial"/>
                    <w:sz w:val="20"/>
                    <w:szCs w:val="20"/>
                    <w:lang w:val="en-CA"/>
                  </w:rPr>
                </w:pPr>
                <w:r w:rsidRPr="004A2BF1">
                  <w:rPr>
                    <w:rFonts w:ascii="Questa Sans" w:hAnsi="Questa Sans" w:cs="Arial"/>
                    <w:sz w:val="20"/>
                    <w:szCs w:val="20"/>
                    <w:lang w:val="en-CA"/>
                  </w:rPr>
                  <w:t xml:space="preserve">                                                       </w:t>
                </w:r>
              </w:p>
            </w:sdtContent>
          </w:sdt>
        </w:tc>
      </w:tr>
      <w:tr w:rsidR="00DC0F93" w:rsidRPr="003B09CE" w14:paraId="19500F56" w14:textId="77777777" w:rsidTr="007F5337">
        <w:trPr>
          <w:trHeight w:val="575"/>
        </w:trPr>
        <w:tc>
          <w:tcPr>
            <w:tcW w:w="4820" w:type="dxa"/>
          </w:tcPr>
          <w:p w14:paraId="17522ABE" w14:textId="77777777" w:rsidR="00DC0F93" w:rsidRPr="003B09CE" w:rsidRDefault="00DC0F93" w:rsidP="00D942BF">
            <w:pPr>
              <w:autoSpaceDE w:val="0"/>
              <w:autoSpaceDN w:val="0"/>
              <w:adjustRightInd w:val="0"/>
              <w:spacing w:line="312" w:lineRule="auto"/>
              <w:rPr>
                <w:rFonts w:ascii="Questa Sans" w:hAnsi="Questa Sans" w:cs="Arial"/>
                <w:b/>
                <w:bCs/>
                <w:sz w:val="20"/>
                <w:szCs w:val="20"/>
                <w:lang w:val="en-CA"/>
              </w:rPr>
            </w:pPr>
            <w:r w:rsidRPr="003B09CE">
              <w:rPr>
                <w:rFonts w:ascii="Questa Sans" w:hAnsi="Questa Sans" w:cs="Arial"/>
                <w:b/>
                <w:bCs/>
                <w:sz w:val="20"/>
                <w:szCs w:val="20"/>
                <w:lang w:val="en-CA"/>
              </w:rPr>
              <w:t>3.2 Degree level during internship</w:t>
            </w:r>
          </w:p>
          <w:p w14:paraId="463E7ADD" w14:textId="0134FC34" w:rsidR="00DC0F93" w:rsidRPr="003B09CE" w:rsidRDefault="00DC0F93" w:rsidP="00D942BF">
            <w:pPr>
              <w:autoSpaceDE w:val="0"/>
              <w:autoSpaceDN w:val="0"/>
              <w:adjustRightInd w:val="0"/>
              <w:spacing w:line="312" w:lineRule="auto"/>
              <w:jc w:val="right"/>
              <w:rPr>
                <w:rFonts w:ascii="Questa Sans" w:hAnsi="Questa Sans" w:cs="Arial"/>
                <w:sz w:val="20"/>
                <w:szCs w:val="20"/>
                <w:lang w:val="en-CA"/>
              </w:rPr>
            </w:pPr>
          </w:p>
        </w:tc>
        <w:tc>
          <w:tcPr>
            <w:tcW w:w="4536" w:type="dxa"/>
          </w:tcPr>
          <w:p w14:paraId="65FC40D5" w14:textId="0A596756" w:rsidR="00DC0F93" w:rsidRPr="003B09CE" w:rsidRDefault="003B1D52" w:rsidP="00D942BF">
            <w:pPr>
              <w:autoSpaceDE w:val="0"/>
              <w:autoSpaceDN w:val="0"/>
              <w:adjustRightInd w:val="0"/>
              <w:spacing w:line="312" w:lineRule="auto"/>
              <w:rPr>
                <w:rFonts w:ascii="Questa Sans" w:hAnsi="Questa Sans" w:cs="Arial"/>
                <w:color w:val="FF0000"/>
                <w:sz w:val="20"/>
                <w:szCs w:val="20"/>
                <w:lang w:val="en-CA"/>
              </w:rPr>
            </w:pPr>
            <w:sdt>
              <w:sdtPr>
                <w:rPr>
                  <w:rStyle w:val="Style18"/>
                </w:rPr>
                <w:alias w:val="Select Degree Level of Participant"/>
                <w:tag w:val="Select Degree Level of Participant"/>
                <w:id w:val="1152561369"/>
                <w:placeholder>
                  <w:docPart w:val="CC51FBAAF861481BBEF966D4BEB81FCC"/>
                </w:placeholder>
                <w:showingPlcHdr/>
                <w15:color w:val="99CCFF"/>
                <w:dropDownList>
                  <w:listItem w:value="Choose an item."/>
                  <w:listItem w:displayText="Full-Time College" w:value="Full-Time College"/>
                  <w:listItem w:displayText="Master's student" w:value="Master's student"/>
                  <w:listItem w:displayText="Other University Program" w:value="Other University Program"/>
                  <w:listItem w:displayText="PhD student" w:value="PhD student"/>
                  <w:listItem w:displayText="Postdoctoral fellow" w:value="Postdoctoral fellow"/>
                  <w:listItem w:displayText="Recent Grad (College)" w:value="Recent Grad (College)"/>
                  <w:listItem w:displayText="Recent Grad (Masters)" w:value="Recent Grad (Masters)"/>
                  <w:listItem w:displayText="Recent Grad (PhD)" w:value="Recent Grad (PhD)"/>
                  <w:listItem w:displayText="Recent Grad (Undergrad)" w:value="Recent Grad (Undergrad)"/>
                  <w:listItem w:displayText="Recent Grad (Other University Program) " w:value="Recent Grad (Other University Program) "/>
                  <w:listItem w:displayText="Undergraduate student" w:value="Undergraduate student"/>
                </w:dropDownList>
              </w:sdtPr>
              <w:sdtEndPr>
                <w:rPr>
                  <w:rStyle w:val="DefaultParagraphFont"/>
                  <w:rFonts w:ascii="Arial" w:hAnsi="Arial" w:cs="Arial"/>
                  <w:sz w:val="24"/>
                  <w:szCs w:val="20"/>
                  <w:lang w:val="en-CA"/>
                </w:rPr>
              </w:sdtEndPr>
              <w:sdtContent>
                <w:r w:rsidR="00E10C4D" w:rsidRPr="00AB453A">
                  <w:rPr>
                    <w:rStyle w:val="PlaceholderText"/>
                    <w:rFonts w:ascii="Questa Sans" w:eastAsiaTheme="minorHAnsi" w:hAnsi="Questa Sans"/>
                    <w:color w:val="808080" w:themeColor="background1" w:themeShade="80"/>
                    <w:sz w:val="20"/>
                    <w:szCs w:val="20"/>
                  </w:rPr>
                  <w:t>Select degree level</w:t>
                </w:r>
              </w:sdtContent>
            </w:sdt>
          </w:p>
        </w:tc>
      </w:tr>
      <w:tr w:rsidR="00DC0F93" w:rsidRPr="003B09CE" w14:paraId="7E93AC4D" w14:textId="77777777" w:rsidTr="00D942BF">
        <w:trPr>
          <w:trHeight w:val="567"/>
        </w:trPr>
        <w:tc>
          <w:tcPr>
            <w:tcW w:w="4820" w:type="dxa"/>
            <w:shd w:val="clear" w:color="auto" w:fill="auto"/>
          </w:tcPr>
          <w:p w14:paraId="2F69158F"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3.3 Expected date of graduation</w:t>
            </w:r>
          </w:p>
          <w:p w14:paraId="6D6CD514"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716D44">
              <w:rPr>
                <w:rFonts w:ascii="Questa Sans" w:hAnsi="Questa Sans" w:cs="Arial"/>
                <w:color w:val="808080" w:themeColor="background1" w:themeShade="80"/>
                <w:sz w:val="20"/>
                <w:szCs w:val="20"/>
                <w:lang w:val="en-CA"/>
              </w:rPr>
              <w:t>(If PDF, indicate date PhD received)</w:t>
            </w:r>
          </w:p>
        </w:tc>
        <w:tc>
          <w:tcPr>
            <w:tcW w:w="4536" w:type="dxa"/>
            <w:shd w:val="clear" w:color="auto" w:fill="auto"/>
          </w:tcPr>
          <w:sdt>
            <w:sdtPr>
              <w:rPr>
                <w:rStyle w:val="Style19"/>
              </w:rPr>
              <w:id w:val="-786351896"/>
              <w:placeholder>
                <w:docPart w:val="48605B3246184237A4C825549E64B3A7"/>
              </w:placeholder>
              <w:showingPlcHdr/>
              <w15:color w:val="99CCFF"/>
              <w:date>
                <w:dateFormat w:val="YYYY-MM"/>
                <w:lid w:val="en-CA"/>
                <w:storeMappedDataAs w:val="dateTime"/>
                <w:calendar w:val="gregorian"/>
              </w:date>
            </w:sdtPr>
            <w:sdtEndPr>
              <w:rPr>
                <w:rStyle w:val="DefaultParagraphFont"/>
                <w:rFonts w:ascii="Arial" w:hAnsi="Arial" w:cs="Arial"/>
                <w:sz w:val="24"/>
                <w:szCs w:val="20"/>
                <w:lang w:val="en-CA"/>
              </w:rPr>
            </w:sdtEndPr>
            <w:sdtContent>
              <w:p w14:paraId="0900077A" w14:textId="32AC1C60" w:rsidR="00B31DD4" w:rsidRPr="00F5361C" w:rsidRDefault="00F5361C" w:rsidP="00B31DD4">
                <w:pPr>
                  <w:pBdr>
                    <w:right w:val="single" w:sz="2" w:space="4" w:color="808080" w:themeColor="background1" w:themeShade="80"/>
                  </w:pBdr>
                  <w:tabs>
                    <w:tab w:val="left" w:pos="601"/>
                  </w:tabs>
                  <w:ind w:left="34" w:right="-108"/>
                  <w:rPr>
                    <w:rFonts w:ascii="Questa Sans" w:hAnsi="Questa Sans" w:cs="Arial"/>
                    <w:sz w:val="20"/>
                    <w:szCs w:val="20"/>
                    <w:lang w:val="en-CA"/>
                  </w:rPr>
                </w:pPr>
                <w:r w:rsidRPr="00AB453A">
                  <w:rPr>
                    <w:rStyle w:val="PlaceholderText"/>
                    <w:rFonts w:ascii="Questa Sans" w:eastAsiaTheme="minorHAnsi" w:hAnsi="Questa Sans"/>
                    <w:sz w:val="20"/>
                    <w:szCs w:val="20"/>
                  </w:rPr>
                  <w:t>Click or tap to enter a date</w:t>
                </w:r>
                <w:r w:rsidRPr="00F5361C">
                  <w:rPr>
                    <w:rStyle w:val="PlaceholderText"/>
                    <w:rFonts w:eastAsiaTheme="minorHAnsi"/>
                    <w:sz w:val="20"/>
                    <w:szCs w:val="20"/>
                  </w:rPr>
                  <w:t>.</w:t>
                </w:r>
              </w:p>
            </w:sdtContent>
          </w:sdt>
          <w:p w14:paraId="03376112" w14:textId="1972AA4B" w:rsidR="00DC0F93" w:rsidRPr="003B09CE" w:rsidRDefault="00DC0F93" w:rsidP="00D942BF">
            <w:pPr>
              <w:autoSpaceDE w:val="0"/>
              <w:autoSpaceDN w:val="0"/>
              <w:adjustRightInd w:val="0"/>
              <w:spacing w:line="312" w:lineRule="auto"/>
              <w:rPr>
                <w:rFonts w:ascii="Questa Sans" w:hAnsi="Questa Sans" w:cs="Arial"/>
                <w:color w:val="FF0000"/>
                <w:sz w:val="20"/>
                <w:szCs w:val="20"/>
                <w:lang w:val="en-CA"/>
              </w:rPr>
            </w:pPr>
          </w:p>
        </w:tc>
      </w:tr>
      <w:tr w:rsidR="0066454D" w:rsidRPr="003B09CE" w14:paraId="4F22BBFE" w14:textId="77777777" w:rsidTr="00D942BF">
        <w:trPr>
          <w:trHeight w:val="567"/>
        </w:trPr>
        <w:tc>
          <w:tcPr>
            <w:tcW w:w="4820" w:type="dxa"/>
            <w:shd w:val="clear" w:color="auto" w:fill="auto"/>
          </w:tcPr>
          <w:p w14:paraId="02461218"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3.4 Academic Institution during internship</w:t>
            </w:r>
          </w:p>
        </w:tc>
        <w:tc>
          <w:tcPr>
            <w:tcW w:w="4536" w:type="dxa"/>
            <w:shd w:val="clear" w:color="auto" w:fill="auto"/>
          </w:tcPr>
          <w:sdt>
            <w:sdtPr>
              <w:rPr>
                <w:rStyle w:val="Style15"/>
              </w:rPr>
              <w:id w:val="351539387"/>
              <w:placeholder>
                <w:docPart w:val="66E251ED39624EE1A97583117DF7798C"/>
              </w:placeholder>
              <w:showingPlcHdr/>
              <w15:color w:val="99CCFF"/>
            </w:sdtPr>
            <w:sdtEndPr>
              <w:rPr>
                <w:rStyle w:val="DefaultParagraphFont"/>
                <w:rFonts w:ascii="Arial" w:hAnsi="Arial" w:cs="Arial"/>
                <w:sz w:val="24"/>
                <w:szCs w:val="20"/>
                <w:lang w:val="en-CA"/>
              </w:rPr>
            </w:sdtEndPr>
            <w:sdtContent>
              <w:p w14:paraId="5530E089" w14:textId="0F77183C"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33C660E0" w14:textId="77777777" w:rsidTr="00D942BF">
        <w:trPr>
          <w:trHeight w:val="567"/>
        </w:trPr>
        <w:tc>
          <w:tcPr>
            <w:tcW w:w="4820" w:type="dxa"/>
            <w:shd w:val="clear" w:color="auto" w:fill="auto"/>
          </w:tcPr>
          <w:p w14:paraId="0292D00D"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3.5 Department</w:t>
            </w:r>
            <w:r w:rsidRPr="003B09CE">
              <w:rPr>
                <w:rFonts w:ascii="Questa Sans" w:hAnsi="Questa Sans"/>
                <w:sz w:val="20"/>
                <w:szCs w:val="20"/>
              </w:rPr>
              <w:br/>
            </w:r>
            <w:r w:rsidRPr="00716D44">
              <w:rPr>
                <w:rFonts w:ascii="Questa Sans" w:hAnsi="Questa Sans" w:cs="Arial"/>
                <w:color w:val="808080" w:themeColor="background1" w:themeShade="80"/>
                <w:sz w:val="20"/>
                <w:szCs w:val="20"/>
                <w:lang w:val="en-CA"/>
              </w:rPr>
              <w:t>(official name of department required)</w:t>
            </w:r>
          </w:p>
        </w:tc>
        <w:tc>
          <w:tcPr>
            <w:tcW w:w="4536" w:type="dxa"/>
            <w:shd w:val="clear" w:color="auto" w:fill="auto"/>
          </w:tcPr>
          <w:sdt>
            <w:sdtPr>
              <w:rPr>
                <w:rStyle w:val="Style15"/>
              </w:rPr>
              <w:id w:val="1202212783"/>
              <w:placeholder>
                <w:docPart w:val="6BA839FF255F489BAA4B4C3CE33AA431"/>
              </w:placeholder>
              <w:showingPlcHdr/>
              <w15:color w:val="99CCFF"/>
            </w:sdtPr>
            <w:sdtEndPr>
              <w:rPr>
                <w:rStyle w:val="DefaultParagraphFont"/>
                <w:rFonts w:ascii="Arial" w:hAnsi="Arial" w:cs="Arial"/>
                <w:sz w:val="24"/>
                <w:szCs w:val="20"/>
                <w:lang w:val="en-CA"/>
              </w:rPr>
            </w:sdtEndPr>
            <w:sdtContent>
              <w:p w14:paraId="55442EDB" w14:textId="16945AF3"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0B919D9C" w14:textId="77777777" w:rsidTr="00D942BF">
        <w:trPr>
          <w:trHeight w:val="567"/>
        </w:trPr>
        <w:tc>
          <w:tcPr>
            <w:tcW w:w="4820" w:type="dxa"/>
            <w:shd w:val="clear" w:color="auto" w:fill="auto"/>
          </w:tcPr>
          <w:p w14:paraId="5C7F4FA2"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3.6 Primary Phone</w:t>
            </w:r>
          </w:p>
        </w:tc>
        <w:tc>
          <w:tcPr>
            <w:tcW w:w="4536" w:type="dxa"/>
            <w:shd w:val="clear" w:color="auto" w:fill="auto"/>
          </w:tcPr>
          <w:sdt>
            <w:sdtPr>
              <w:rPr>
                <w:rStyle w:val="Style15"/>
              </w:rPr>
              <w:id w:val="1590118592"/>
              <w:placeholder>
                <w:docPart w:val="778D220EA72D46CB8B1AFB4C2E8EC906"/>
              </w:placeholder>
              <w:showingPlcHdr/>
              <w15:color w:val="99CCFF"/>
            </w:sdtPr>
            <w:sdtEndPr>
              <w:rPr>
                <w:rStyle w:val="DefaultParagraphFont"/>
                <w:rFonts w:ascii="Arial" w:hAnsi="Arial" w:cs="Arial"/>
                <w:sz w:val="24"/>
                <w:szCs w:val="20"/>
                <w:lang w:val="en-CA"/>
              </w:rPr>
            </w:sdtEndPr>
            <w:sdtContent>
              <w:p w14:paraId="1B1EE706" w14:textId="3FA3551F"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4064668E" w14:textId="77777777" w:rsidTr="00D942BF">
        <w:trPr>
          <w:trHeight w:val="567"/>
        </w:trPr>
        <w:tc>
          <w:tcPr>
            <w:tcW w:w="4820" w:type="dxa"/>
            <w:shd w:val="clear" w:color="auto" w:fill="auto"/>
          </w:tcPr>
          <w:p w14:paraId="6C5827A3"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3.6.a</w:t>
            </w:r>
            <w:r w:rsidRPr="003B09CE">
              <w:rPr>
                <w:rFonts w:ascii="Questa Sans" w:hAnsi="Questa Sans" w:cs="Arial"/>
                <w:sz w:val="20"/>
                <w:szCs w:val="20"/>
                <w:lang w:val="en-CA"/>
              </w:rPr>
              <w:t xml:space="preserve"> Alternative phone or cell phone</w:t>
            </w:r>
          </w:p>
        </w:tc>
        <w:tc>
          <w:tcPr>
            <w:tcW w:w="4536" w:type="dxa"/>
            <w:shd w:val="clear" w:color="auto" w:fill="auto"/>
          </w:tcPr>
          <w:sdt>
            <w:sdtPr>
              <w:rPr>
                <w:rStyle w:val="Style15"/>
              </w:rPr>
              <w:id w:val="61763290"/>
              <w:placeholder>
                <w:docPart w:val="873DE749C3234B51B5B009BA530347CD"/>
              </w:placeholder>
              <w:showingPlcHdr/>
              <w15:color w:val="99CCFF"/>
            </w:sdtPr>
            <w:sdtEndPr>
              <w:rPr>
                <w:rStyle w:val="DefaultParagraphFont"/>
                <w:rFonts w:ascii="Arial" w:hAnsi="Arial" w:cs="Arial"/>
                <w:sz w:val="24"/>
                <w:szCs w:val="20"/>
                <w:lang w:val="en-CA"/>
              </w:rPr>
            </w:sdtEndPr>
            <w:sdtContent>
              <w:p w14:paraId="0CF57A60" w14:textId="68C6F9D7"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74B0107D" w14:textId="77777777" w:rsidTr="00D942BF">
        <w:trPr>
          <w:trHeight w:val="567"/>
        </w:trPr>
        <w:tc>
          <w:tcPr>
            <w:tcW w:w="4820" w:type="dxa"/>
            <w:shd w:val="clear" w:color="auto" w:fill="auto"/>
          </w:tcPr>
          <w:p w14:paraId="66BF1978"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3.7 Permanent email</w:t>
            </w:r>
          </w:p>
        </w:tc>
        <w:tc>
          <w:tcPr>
            <w:tcW w:w="4536" w:type="dxa"/>
            <w:shd w:val="clear" w:color="auto" w:fill="auto"/>
          </w:tcPr>
          <w:sdt>
            <w:sdtPr>
              <w:rPr>
                <w:rStyle w:val="Style15"/>
              </w:rPr>
              <w:id w:val="1092748190"/>
              <w:placeholder>
                <w:docPart w:val="307B2668295F4B228F54A04AEDA379F7"/>
              </w:placeholder>
              <w:showingPlcHdr/>
              <w15:color w:val="99CCFF"/>
            </w:sdtPr>
            <w:sdtEndPr>
              <w:rPr>
                <w:rStyle w:val="DefaultParagraphFont"/>
                <w:rFonts w:ascii="Arial" w:hAnsi="Arial" w:cs="Arial"/>
                <w:sz w:val="24"/>
                <w:szCs w:val="20"/>
                <w:lang w:val="en-CA"/>
              </w:rPr>
            </w:sdtEndPr>
            <w:sdtContent>
              <w:p w14:paraId="4C410029" w14:textId="4D6A063A"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6F3D3532" w14:textId="77777777" w:rsidTr="00D942BF">
        <w:trPr>
          <w:trHeight w:val="567"/>
        </w:trPr>
        <w:tc>
          <w:tcPr>
            <w:tcW w:w="4820" w:type="dxa"/>
          </w:tcPr>
          <w:p w14:paraId="21758552"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3.7.a</w:t>
            </w:r>
            <w:r w:rsidRPr="003B09CE">
              <w:rPr>
                <w:rFonts w:ascii="Questa Sans" w:hAnsi="Questa Sans" w:cs="Arial"/>
                <w:sz w:val="20"/>
                <w:szCs w:val="20"/>
                <w:lang w:val="en-CA"/>
              </w:rPr>
              <w:t xml:space="preserve"> Alternative email:</w:t>
            </w:r>
          </w:p>
        </w:tc>
        <w:tc>
          <w:tcPr>
            <w:tcW w:w="4536" w:type="dxa"/>
          </w:tcPr>
          <w:sdt>
            <w:sdtPr>
              <w:rPr>
                <w:rStyle w:val="Style15"/>
              </w:rPr>
              <w:id w:val="1592506371"/>
              <w:placeholder>
                <w:docPart w:val="0AC3EA9D5F3C4BDAB5B34D701DA9D234"/>
              </w:placeholder>
              <w:showingPlcHdr/>
              <w15:color w:val="99CCFF"/>
            </w:sdtPr>
            <w:sdtEndPr>
              <w:rPr>
                <w:rStyle w:val="DefaultParagraphFont"/>
                <w:rFonts w:ascii="Arial" w:hAnsi="Arial" w:cs="Arial"/>
                <w:sz w:val="24"/>
                <w:szCs w:val="20"/>
                <w:lang w:val="en-CA"/>
              </w:rPr>
            </w:sdtEndPr>
            <w:sdtContent>
              <w:p w14:paraId="348862A5" w14:textId="7CB60640"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2F66671A" w14:textId="77777777" w:rsidTr="007F5337">
        <w:trPr>
          <w:trHeight w:val="598"/>
        </w:trPr>
        <w:tc>
          <w:tcPr>
            <w:tcW w:w="4820" w:type="dxa"/>
          </w:tcPr>
          <w:p w14:paraId="1A2EB687" w14:textId="77777777" w:rsidR="0066454D" w:rsidRPr="003B09CE" w:rsidRDefault="0066454D" w:rsidP="0066454D">
            <w:pPr>
              <w:autoSpaceDE w:val="0"/>
              <w:autoSpaceDN w:val="0"/>
              <w:adjustRightInd w:val="0"/>
              <w:spacing w:line="312" w:lineRule="auto"/>
              <w:rPr>
                <w:rFonts w:ascii="Questa Sans" w:hAnsi="Questa Sans" w:cs="Arial"/>
                <w:b/>
                <w:bCs/>
                <w:color w:val="FF0000"/>
                <w:sz w:val="20"/>
                <w:szCs w:val="20"/>
              </w:rPr>
            </w:pPr>
            <w:r w:rsidRPr="003B09CE">
              <w:rPr>
                <w:rFonts w:ascii="Questa Sans" w:hAnsi="Questa Sans" w:cs="Arial"/>
                <w:b/>
                <w:bCs/>
                <w:sz w:val="20"/>
                <w:szCs w:val="20"/>
                <w:lang w:val="en-CA"/>
              </w:rPr>
              <w:t>3.8 Citizenship</w:t>
            </w:r>
          </w:p>
          <w:p w14:paraId="0D1D1A29" w14:textId="49165154" w:rsidR="0066454D" w:rsidRPr="003B09CE" w:rsidRDefault="0066454D" w:rsidP="0066454D">
            <w:pPr>
              <w:autoSpaceDE w:val="0"/>
              <w:autoSpaceDN w:val="0"/>
              <w:adjustRightInd w:val="0"/>
              <w:spacing w:line="312" w:lineRule="auto"/>
              <w:jc w:val="right"/>
              <w:rPr>
                <w:rFonts w:ascii="Questa Sans" w:hAnsi="Questa Sans" w:cs="Arial"/>
                <w:b/>
                <w:bCs/>
                <w:sz w:val="20"/>
                <w:szCs w:val="20"/>
                <w:lang w:val="en-CA"/>
              </w:rPr>
            </w:pPr>
          </w:p>
        </w:tc>
        <w:tc>
          <w:tcPr>
            <w:tcW w:w="4536" w:type="dxa"/>
          </w:tcPr>
          <w:p w14:paraId="6A2BDA66" w14:textId="550D6E1A" w:rsidR="0066454D" w:rsidRPr="003B09CE" w:rsidRDefault="003B1D52" w:rsidP="0066454D">
            <w:pPr>
              <w:autoSpaceDE w:val="0"/>
              <w:autoSpaceDN w:val="0"/>
              <w:adjustRightInd w:val="0"/>
              <w:spacing w:line="312" w:lineRule="auto"/>
              <w:ind w:firstLine="34"/>
              <w:jc w:val="both"/>
              <w:rPr>
                <w:rFonts w:ascii="Questa Sans" w:hAnsi="Questa Sans" w:cs="Arial"/>
                <w:b/>
                <w:color w:val="FF0000"/>
                <w:sz w:val="20"/>
                <w:szCs w:val="20"/>
                <w:lang w:val="en-CA"/>
              </w:rPr>
            </w:pPr>
            <w:sdt>
              <w:sdtPr>
                <w:rPr>
                  <w:rStyle w:val="Style20"/>
                </w:rPr>
                <w:alias w:val="Citizenship status"/>
                <w:tag w:val="Choose an item."/>
                <w:id w:val="-282348979"/>
                <w:placeholder>
                  <w:docPart w:val="0E8D4B9FC3CA45E8A3B9404A0A834640"/>
                </w:placeholder>
                <w:showingPlcHdr/>
                <w15:color w:val="99CCFF"/>
                <w:dropDownList>
                  <w:listItem w:value="Choose an item."/>
                  <w:listItem w:displayText="Canadian Citizen" w:value="Canadian Citizen"/>
                  <w:listItem w:displayText="Permanent Resident" w:value="Permanent Resident"/>
                  <w:listItem w:displayText="Foreign" w:value="Foreign"/>
                </w:dropDownList>
              </w:sdtPr>
              <w:sdtEndPr>
                <w:rPr>
                  <w:rStyle w:val="DefaultParagraphFont"/>
                  <w:rFonts w:ascii="Arial" w:hAnsi="Arial" w:cs="Arial"/>
                  <w:bCs/>
                  <w:sz w:val="24"/>
                  <w:szCs w:val="20"/>
                  <w:lang w:val="en-CA"/>
                </w:rPr>
              </w:sdtEndPr>
              <w:sdtContent>
                <w:r w:rsidR="00AF502A" w:rsidRPr="00AF502A">
                  <w:rPr>
                    <w:rFonts w:ascii="Questa Sans" w:hAnsi="Questa Sans" w:cs="Arial"/>
                    <w:bCs/>
                    <w:color w:val="808080" w:themeColor="background1" w:themeShade="80"/>
                    <w:sz w:val="20"/>
                    <w:szCs w:val="20"/>
                    <w:lang w:val="en-CA"/>
                  </w:rPr>
                  <w:t>Choose an item.</w:t>
                </w:r>
              </w:sdtContent>
            </w:sdt>
          </w:p>
        </w:tc>
      </w:tr>
      <w:tr w:rsidR="0066454D" w:rsidRPr="003B09CE" w14:paraId="49854486" w14:textId="77777777" w:rsidTr="00D942BF">
        <w:trPr>
          <w:trHeight w:val="567"/>
        </w:trPr>
        <w:tc>
          <w:tcPr>
            <w:tcW w:w="4820" w:type="dxa"/>
          </w:tcPr>
          <w:p w14:paraId="2B1310CE" w14:textId="10EC2285" w:rsidR="0066454D" w:rsidRPr="00FF004B" w:rsidRDefault="0066454D" w:rsidP="0066454D">
            <w:pPr>
              <w:autoSpaceDE w:val="0"/>
              <w:autoSpaceDN w:val="0"/>
              <w:adjustRightInd w:val="0"/>
              <w:spacing w:line="312" w:lineRule="auto"/>
              <w:jc w:val="right"/>
              <w:rPr>
                <w:rFonts w:ascii="Questa Sans" w:hAnsi="Questa Sans" w:cs="Arial"/>
                <w:b/>
                <w:bCs/>
                <w:sz w:val="20"/>
                <w:szCs w:val="20"/>
                <w:lang w:val="en-CA"/>
              </w:rPr>
            </w:pPr>
            <w:r w:rsidRPr="00FF004B">
              <w:rPr>
                <w:rFonts w:ascii="Questa Sans" w:hAnsi="Questa Sans" w:cs="Arial"/>
                <w:sz w:val="20"/>
                <w:szCs w:val="20"/>
                <w:lang w:val="en-CA"/>
              </w:rPr>
              <w:t>If foreign, please indicate</w:t>
            </w:r>
          </w:p>
        </w:tc>
        <w:tc>
          <w:tcPr>
            <w:tcW w:w="4536" w:type="dxa"/>
          </w:tcPr>
          <w:sdt>
            <w:sdtPr>
              <w:rPr>
                <w:rStyle w:val="Style15"/>
              </w:rPr>
              <w:id w:val="554445313"/>
              <w:placeholder>
                <w:docPart w:val="F5D11CB70A3D4928B132EC475E274CD9"/>
              </w:placeholder>
              <w:showingPlcHdr/>
              <w15:color w:val="99CCFF"/>
            </w:sdtPr>
            <w:sdtEndPr>
              <w:rPr>
                <w:rStyle w:val="DefaultParagraphFont"/>
                <w:rFonts w:ascii="Arial" w:hAnsi="Arial" w:cs="Arial"/>
                <w:sz w:val="24"/>
                <w:szCs w:val="20"/>
                <w:lang w:val="en-CA"/>
              </w:rPr>
            </w:sdtEndPr>
            <w:sdtContent>
              <w:p w14:paraId="284E2991" w14:textId="6D6AAB37" w:rsidR="00B31DD4"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p w14:paraId="1578774B" w14:textId="3C9379AA" w:rsidR="0066454D" w:rsidRPr="00FF004B" w:rsidRDefault="0066454D" w:rsidP="0066454D">
            <w:pPr>
              <w:autoSpaceDE w:val="0"/>
              <w:autoSpaceDN w:val="0"/>
              <w:adjustRightInd w:val="0"/>
              <w:spacing w:line="312" w:lineRule="auto"/>
              <w:ind w:firstLine="34"/>
              <w:jc w:val="both"/>
              <w:rPr>
                <w:rFonts w:ascii="Questa Sans" w:hAnsi="Questa Sans" w:cs="Arial"/>
                <w:b/>
                <w:color w:val="FF0000"/>
                <w:sz w:val="20"/>
                <w:szCs w:val="20"/>
                <w:lang w:val="en-CA"/>
              </w:rPr>
            </w:pPr>
          </w:p>
        </w:tc>
      </w:tr>
      <w:tr w:rsidR="0066454D" w:rsidRPr="003B09CE" w14:paraId="0BAEED59" w14:textId="77777777" w:rsidTr="00D942BF">
        <w:trPr>
          <w:trHeight w:val="567"/>
        </w:trPr>
        <w:tc>
          <w:tcPr>
            <w:tcW w:w="4820" w:type="dxa"/>
          </w:tcPr>
          <w:p w14:paraId="068E2771" w14:textId="77777777"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3.9</w:t>
            </w:r>
            <w:r w:rsidRPr="00FF004B">
              <w:rPr>
                <w:rFonts w:ascii="Questa Sans" w:hAnsi="Questa Sans" w:cs="Arial"/>
                <w:b/>
                <w:bCs/>
                <w:sz w:val="20"/>
                <w:szCs w:val="20"/>
              </w:rPr>
              <w:t xml:space="preserve"> Is this intern</w:t>
            </w:r>
            <w:r w:rsidRPr="00FF004B">
              <w:rPr>
                <w:rFonts w:ascii="Questa Sans" w:hAnsi="Questa Sans" w:cs="Arial"/>
                <w:b/>
                <w:bCs/>
                <w:sz w:val="20"/>
                <w:szCs w:val="20"/>
                <w:lang w:val="en-CA"/>
              </w:rPr>
              <w:t xml:space="preserve"> of legal age of majority in Canada</w:t>
            </w:r>
            <w:r w:rsidRPr="00FF004B">
              <w:rPr>
                <w:rFonts w:ascii="Questa Sans" w:hAnsi="Questa Sans" w:cs="Arial"/>
                <w:sz w:val="20"/>
                <w:szCs w:val="20"/>
                <w:lang w:val="en-CA"/>
              </w:rPr>
              <w:t xml:space="preserve"> </w:t>
            </w:r>
            <w:r w:rsidRPr="00FF004B">
              <w:rPr>
                <w:rFonts w:ascii="Questa Sans" w:hAnsi="Questa Sans" w:cs="Arial"/>
                <w:color w:val="808080" w:themeColor="background1" w:themeShade="80"/>
                <w:sz w:val="20"/>
                <w:szCs w:val="20"/>
                <w:lang w:val="en-CA"/>
              </w:rPr>
              <w:t>(18 years or older)</w:t>
            </w:r>
            <w:r w:rsidRPr="00FF004B">
              <w:rPr>
                <w:rFonts w:ascii="Questa Sans" w:hAnsi="Questa Sans" w:cs="Arial"/>
                <w:sz w:val="20"/>
                <w:szCs w:val="20"/>
                <w:lang w:val="en-CA"/>
              </w:rPr>
              <w:t>?</w:t>
            </w:r>
          </w:p>
        </w:tc>
        <w:sdt>
          <w:sdtPr>
            <w:rPr>
              <w:rStyle w:val="Style21"/>
            </w:rPr>
            <w:alias w:val="Select Yes/No"/>
            <w:tag w:val="Please select"/>
            <w:id w:val="1043173739"/>
            <w:placeholder>
              <w:docPart w:val="1A5940A9B3374024A1C1EEB8D391D6D2"/>
            </w:placeholder>
            <w:showingPlcHdr/>
            <w15:color w:val="99CCFF"/>
            <w:dropDownList>
              <w:listItem w:value="Please select"/>
              <w:listItem w:displayText="Yes" w:value="Yes"/>
              <w:listItem w:displayText="No" w:value="No"/>
            </w:dropDownList>
          </w:sdtPr>
          <w:sdtEndPr>
            <w:rPr>
              <w:rStyle w:val="DefaultParagraphFont"/>
              <w:rFonts w:ascii="Arial" w:hAnsi="Arial"/>
              <w:sz w:val="24"/>
              <w:szCs w:val="20"/>
            </w:rPr>
          </w:sdtEndPr>
          <w:sdtContent>
            <w:tc>
              <w:tcPr>
                <w:tcW w:w="4536" w:type="dxa"/>
              </w:tcPr>
              <w:p w14:paraId="168BC91C" w14:textId="16534950" w:rsidR="0066454D" w:rsidRPr="00FF004B" w:rsidRDefault="00AF502A" w:rsidP="0066454D">
                <w:pPr>
                  <w:autoSpaceDE w:val="0"/>
                  <w:autoSpaceDN w:val="0"/>
                  <w:adjustRightInd w:val="0"/>
                  <w:spacing w:line="312" w:lineRule="auto"/>
                  <w:jc w:val="both"/>
                  <w:rPr>
                    <w:rFonts w:ascii="Questa Sans" w:hAnsi="Questa Sans" w:cs="Arial"/>
                    <w:b/>
                    <w:bCs/>
                    <w:color w:val="FF0000"/>
                    <w:sz w:val="20"/>
                    <w:szCs w:val="20"/>
                    <w:lang w:val="en-CA"/>
                  </w:rPr>
                </w:pPr>
                <w:r w:rsidRPr="00AF502A">
                  <w:rPr>
                    <w:rStyle w:val="PlaceholderText"/>
                    <w:rFonts w:ascii="Questa Sans" w:eastAsiaTheme="minorHAnsi" w:hAnsi="Questa Sans"/>
                    <w:color w:val="808080" w:themeColor="background1" w:themeShade="80"/>
                    <w:sz w:val="20"/>
                    <w:szCs w:val="20"/>
                  </w:rPr>
                  <w:t>Select yes/no</w:t>
                </w:r>
              </w:p>
            </w:tc>
          </w:sdtContent>
        </w:sdt>
      </w:tr>
      <w:tr w:rsidR="0066454D" w:rsidRPr="003B09CE" w14:paraId="5D76C824" w14:textId="77777777" w:rsidTr="00D942BF">
        <w:trPr>
          <w:trHeight w:val="567"/>
        </w:trPr>
        <w:tc>
          <w:tcPr>
            <w:tcW w:w="4820" w:type="dxa"/>
            <w:shd w:val="clear" w:color="auto" w:fill="auto"/>
          </w:tcPr>
          <w:p w14:paraId="50D42F52" w14:textId="1B03D72C"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3.10 Will this intern conduct any internship units at a partner organization outside Canada?</w:t>
            </w:r>
          </w:p>
        </w:tc>
        <w:tc>
          <w:tcPr>
            <w:tcW w:w="4536" w:type="dxa"/>
            <w:shd w:val="clear" w:color="auto" w:fill="auto"/>
          </w:tcPr>
          <w:p w14:paraId="0480136E" w14:textId="77777777" w:rsidR="0038323A" w:rsidRPr="00FF004B" w:rsidRDefault="003B1D52" w:rsidP="0066454D">
            <w:pPr>
              <w:autoSpaceDE w:val="0"/>
              <w:autoSpaceDN w:val="0"/>
              <w:adjustRightInd w:val="0"/>
              <w:spacing w:line="312" w:lineRule="auto"/>
              <w:jc w:val="both"/>
              <w:rPr>
                <w:rFonts w:ascii="Questa Sans" w:eastAsia="Arial" w:hAnsi="Questa Sans" w:cs="Arial"/>
                <w:color w:val="000000" w:themeColor="text1"/>
                <w:sz w:val="20"/>
                <w:szCs w:val="20"/>
              </w:rPr>
            </w:pPr>
            <w:sdt>
              <w:sdtPr>
                <w:rPr>
                  <w:rStyle w:val="Style22"/>
                </w:rPr>
                <w:alias w:val="Select Yes/No"/>
                <w:tag w:val="Please select"/>
                <w:id w:val="-769468431"/>
                <w:placeholder>
                  <w:docPart w:val="F1F82F1FCCC346598C9E560BA1EFCFC4"/>
                </w:placeholder>
                <w:showingPlcHdr/>
                <w15:color w:val="99CCFF"/>
                <w:dropDownList>
                  <w:listItem w:value="Please select"/>
                  <w:listItem w:displayText="Yes" w:value="Yes"/>
                  <w:listItem w:displayText="No" w:value="No"/>
                </w:dropDownList>
              </w:sdtPr>
              <w:sdtEndPr>
                <w:rPr>
                  <w:rStyle w:val="DefaultParagraphFont"/>
                  <w:rFonts w:ascii="Arial" w:hAnsi="Arial"/>
                  <w:color w:val="auto"/>
                  <w:sz w:val="24"/>
                  <w:szCs w:val="20"/>
                </w:rPr>
              </w:sdtEndPr>
              <w:sdtContent>
                <w:r w:rsidR="0066454D" w:rsidRPr="00FF004B">
                  <w:rPr>
                    <w:rStyle w:val="PlaceholderText"/>
                    <w:rFonts w:ascii="Questa Sans" w:eastAsiaTheme="minorHAnsi" w:hAnsi="Questa Sans"/>
                    <w:color w:val="FF0000"/>
                    <w:sz w:val="20"/>
                    <w:szCs w:val="20"/>
                  </w:rPr>
                  <w:t>Select yes/no</w:t>
                </w:r>
              </w:sdtContent>
            </w:sdt>
            <w:r w:rsidR="0038323A" w:rsidRPr="00FF004B">
              <w:rPr>
                <w:rFonts w:ascii="Questa Sans" w:eastAsia="Arial" w:hAnsi="Questa Sans" w:cs="Arial"/>
                <w:color w:val="000000" w:themeColor="text1"/>
                <w:sz w:val="20"/>
                <w:szCs w:val="20"/>
              </w:rPr>
              <w:t xml:space="preserve"> </w:t>
            </w:r>
          </w:p>
          <w:p w14:paraId="77283B45" w14:textId="12E0DEC2" w:rsidR="0066454D" w:rsidRPr="00FF004B" w:rsidRDefault="0038323A" w:rsidP="00A126D9">
            <w:pPr>
              <w:autoSpaceDE w:val="0"/>
              <w:autoSpaceDN w:val="0"/>
              <w:adjustRightInd w:val="0"/>
              <w:spacing w:line="312" w:lineRule="auto"/>
              <w:rPr>
                <w:rFonts w:ascii="Questa Sans" w:hAnsi="Questa Sans" w:cs="Arial"/>
                <w:color w:val="FF0000"/>
                <w:sz w:val="20"/>
                <w:szCs w:val="20"/>
                <w:lang w:val="en-CA"/>
              </w:rPr>
            </w:pPr>
            <w:r w:rsidRPr="00FF004B">
              <w:rPr>
                <w:rFonts w:ascii="Questa Sans" w:eastAsia="Arial" w:hAnsi="Questa Sans" w:cs="Arial"/>
                <w:color w:val="000000" w:themeColor="text1"/>
                <w:sz w:val="20"/>
                <w:szCs w:val="20"/>
              </w:rPr>
              <w:t xml:space="preserve">If </w:t>
            </w:r>
            <w:r w:rsidR="00105877" w:rsidRPr="00FF004B">
              <w:rPr>
                <w:rFonts w:ascii="Questa Sans" w:eastAsia="Arial" w:hAnsi="Questa Sans" w:cs="Arial"/>
                <w:color w:val="000000" w:themeColor="text1"/>
                <w:sz w:val="20"/>
                <w:szCs w:val="20"/>
              </w:rPr>
              <w:t>YES</w:t>
            </w:r>
            <w:r w:rsidRPr="00FF004B">
              <w:rPr>
                <w:rFonts w:ascii="Questa Sans" w:eastAsia="Arial" w:hAnsi="Questa Sans" w:cs="Arial"/>
                <w:color w:val="000000" w:themeColor="text1"/>
                <w:sz w:val="20"/>
                <w:szCs w:val="20"/>
              </w:rPr>
              <w:t xml:space="preserve">, </w:t>
            </w:r>
            <w:r w:rsidRPr="00FF004B">
              <w:rPr>
                <w:rFonts w:ascii="Questa Sans" w:hAnsi="Questa Sans"/>
                <w:sz w:val="20"/>
                <w:szCs w:val="20"/>
                <w:lang w:val="en-CA"/>
              </w:rPr>
              <w:t>additional documentation will be required. Please speak to your Grant Management Specialist</w:t>
            </w:r>
          </w:p>
        </w:tc>
      </w:tr>
      <w:tr w:rsidR="0066454D" w:rsidRPr="003B09CE" w14:paraId="40E6F854" w14:textId="77777777" w:rsidTr="00D942BF">
        <w:trPr>
          <w:trHeight w:val="567"/>
        </w:trPr>
        <w:tc>
          <w:tcPr>
            <w:tcW w:w="4820" w:type="dxa"/>
            <w:shd w:val="clear" w:color="auto" w:fill="auto"/>
          </w:tcPr>
          <w:p w14:paraId="30E8F382" w14:textId="77777777"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 xml:space="preserve">3.10.a Length of time abroad </w:t>
            </w:r>
          </w:p>
        </w:tc>
        <w:tc>
          <w:tcPr>
            <w:tcW w:w="4536" w:type="dxa"/>
            <w:shd w:val="clear" w:color="auto" w:fill="auto"/>
          </w:tcPr>
          <w:p w14:paraId="73D28150" w14:textId="77777777" w:rsidR="0066454D" w:rsidRPr="00FF004B" w:rsidRDefault="0066454D" w:rsidP="0066454D">
            <w:pPr>
              <w:autoSpaceDE w:val="0"/>
              <w:autoSpaceDN w:val="0"/>
              <w:adjustRightInd w:val="0"/>
              <w:spacing w:line="312" w:lineRule="auto"/>
              <w:jc w:val="both"/>
              <w:rPr>
                <w:rFonts w:ascii="Questa Sans" w:hAnsi="Questa Sans"/>
                <w:sz w:val="20"/>
                <w:szCs w:val="20"/>
                <w:lang w:val="en-CA"/>
              </w:rPr>
            </w:pPr>
            <w:r w:rsidRPr="00FF004B">
              <w:rPr>
                <w:rFonts w:ascii="Questa Sans" w:hAnsi="Questa Sans"/>
                <w:b/>
                <w:bCs/>
                <w:sz w:val="20"/>
                <w:szCs w:val="20"/>
                <w:lang w:val="en-CA"/>
              </w:rPr>
              <w:t>Start Date</w:t>
            </w:r>
            <w:r w:rsidRPr="00FF004B">
              <w:rPr>
                <w:rFonts w:ascii="Questa Sans" w:hAnsi="Questa Sans"/>
                <w:sz w:val="20"/>
                <w:szCs w:val="20"/>
                <w:lang w:val="en-CA"/>
              </w:rPr>
              <w:t xml:space="preserve">: </w:t>
            </w:r>
            <w:sdt>
              <w:sdtPr>
                <w:rPr>
                  <w:rFonts w:ascii="Questa Sans" w:hAnsi="Questa Sans" w:cs="Arial"/>
                  <w:bCs/>
                  <w:sz w:val="20"/>
                  <w:szCs w:val="20"/>
                  <w:lang w:val="en-CA"/>
                </w:rPr>
                <w:id w:val="1441252021"/>
                <w:placeholder>
                  <w:docPart w:val="73563E0C6E6C4C0B9BE6B4866EAB73BE"/>
                </w:placeholder>
                <w15:color w:val="99CCFF"/>
                <w:date>
                  <w:dateFormat w:val="MMMM d, yyyy"/>
                  <w:lid w:val="en-CA"/>
                  <w:storeMappedDataAs w:val="dateTime"/>
                  <w:calendar w:val="gregorian"/>
                </w:date>
              </w:sdtPr>
              <w:sdtEndPr/>
              <w:sdtContent>
                <w:r w:rsidRPr="009B003D">
                  <w:rPr>
                    <w:rFonts w:ascii="Questa Sans" w:hAnsi="Questa Sans" w:cs="Arial"/>
                    <w:bCs/>
                    <w:color w:val="808080" w:themeColor="background1" w:themeShade="80"/>
                    <w:sz w:val="20"/>
                    <w:szCs w:val="20"/>
                    <w:lang w:val="en-CA"/>
                  </w:rPr>
                  <w:t>Click here to enter a date.</w:t>
                </w:r>
              </w:sdtContent>
            </w:sdt>
            <w:r w:rsidRPr="00FF004B">
              <w:rPr>
                <w:rFonts w:ascii="Questa Sans" w:hAnsi="Questa Sans"/>
                <w:sz w:val="20"/>
                <w:szCs w:val="20"/>
                <w:lang w:val="en-CA"/>
              </w:rPr>
              <w:t xml:space="preserve"> </w:t>
            </w:r>
          </w:p>
          <w:p w14:paraId="6DB7D804" w14:textId="77777777" w:rsidR="0066454D" w:rsidRPr="00FF004B" w:rsidRDefault="0066454D" w:rsidP="0066454D">
            <w:pPr>
              <w:autoSpaceDE w:val="0"/>
              <w:autoSpaceDN w:val="0"/>
              <w:adjustRightInd w:val="0"/>
              <w:spacing w:line="312" w:lineRule="auto"/>
              <w:jc w:val="both"/>
              <w:rPr>
                <w:rFonts w:ascii="Questa Sans" w:hAnsi="Questa Sans"/>
                <w:sz w:val="20"/>
                <w:szCs w:val="20"/>
                <w:lang w:val="en-CA"/>
              </w:rPr>
            </w:pPr>
            <w:r w:rsidRPr="00FF004B">
              <w:rPr>
                <w:rFonts w:ascii="Questa Sans" w:hAnsi="Questa Sans"/>
                <w:b/>
                <w:bCs/>
                <w:sz w:val="20"/>
                <w:szCs w:val="20"/>
                <w:lang w:val="en-CA"/>
              </w:rPr>
              <w:t>End Date</w:t>
            </w:r>
            <w:r w:rsidRPr="00FF004B">
              <w:rPr>
                <w:rFonts w:ascii="Questa Sans" w:hAnsi="Questa Sans"/>
                <w:sz w:val="20"/>
                <w:szCs w:val="20"/>
                <w:lang w:val="en-CA"/>
              </w:rPr>
              <w:t xml:space="preserve">: </w:t>
            </w:r>
            <w:sdt>
              <w:sdtPr>
                <w:rPr>
                  <w:rFonts w:ascii="Questa Sans" w:hAnsi="Questa Sans" w:cs="Arial"/>
                  <w:bCs/>
                  <w:sz w:val="20"/>
                  <w:szCs w:val="20"/>
                  <w:lang w:val="en-CA"/>
                </w:rPr>
                <w:id w:val="-1526944781"/>
                <w:placeholder>
                  <w:docPart w:val="0BC8B27F440849CA869425C0CE94B8BD"/>
                </w:placeholder>
                <w15:color w:val="99CCFF"/>
                <w:date>
                  <w:dateFormat w:val="MMMM d, yyyy"/>
                  <w:lid w:val="en-CA"/>
                  <w:storeMappedDataAs w:val="dateTime"/>
                  <w:calendar w:val="gregorian"/>
                </w:date>
              </w:sdtPr>
              <w:sdtEndPr/>
              <w:sdtContent>
                <w:r w:rsidRPr="009B003D">
                  <w:rPr>
                    <w:rFonts w:ascii="Questa Sans" w:hAnsi="Questa Sans" w:cs="Arial"/>
                    <w:bCs/>
                    <w:color w:val="808080" w:themeColor="background1" w:themeShade="80"/>
                    <w:sz w:val="20"/>
                    <w:szCs w:val="20"/>
                    <w:lang w:val="en-CA"/>
                  </w:rPr>
                  <w:t>Click here to enter a date.</w:t>
                </w:r>
              </w:sdtContent>
            </w:sdt>
          </w:p>
        </w:tc>
      </w:tr>
      <w:tr w:rsidR="00FB07C1" w:rsidRPr="003B09CE" w14:paraId="39CEE3BC" w14:textId="77777777" w:rsidTr="00D942BF">
        <w:trPr>
          <w:trHeight w:val="567"/>
        </w:trPr>
        <w:tc>
          <w:tcPr>
            <w:tcW w:w="4820" w:type="dxa"/>
            <w:vMerge w:val="restart"/>
            <w:shd w:val="clear" w:color="auto" w:fill="auto"/>
          </w:tcPr>
          <w:p w14:paraId="1D4FC8A0" w14:textId="0FA87EF2" w:rsidR="00FB07C1" w:rsidRPr="00FF004B" w:rsidRDefault="00F5361C" w:rsidP="00B62EF0">
            <w:pPr>
              <w:rPr>
                <w:rFonts w:ascii="Questa Sans" w:hAnsi="Questa Sans" w:cs="Arial"/>
                <w:sz w:val="20"/>
                <w:szCs w:val="20"/>
              </w:rPr>
            </w:pPr>
            <w:r w:rsidRPr="00BC1BAC">
              <w:rPr>
                <w:rFonts w:ascii="Questa Sans" w:hAnsi="Questa Sans" w:cs="Arial"/>
                <w:b/>
                <w:bCs/>
                <w:sz w:val="20"/>
                <w:szCs w:val="20"/>
              </w:rPr>
              <w:t>3.10.b</w:t>
            </w:r>
            <w:r w:rsidRPr="00BC1BAC">
              <w:rPr>
                <w:rFonts w:ascii="Questa Sans" w:hAnsi="Questa Sans" w:cs="Arial"/>
                <w:sz w:val="20"/>
                <w:szCs w:val="20"/>
              </w:rPr>
              <w:t xml:space="preserve"> </w:t>
            </w:r>
            <w:r w:rsidR="00FB07C1" w:rsidRPr="00BC1BAC">
              <w:rPr>
                <w:rFonts w:ascii="Questa Sans" w:hAnsi="Questa Sans" w:cs="Arial"/>
                <w:sz w:val="20"/>
                <w:szCs w:val="20"/>
              </w:rPr>
              <w:t>Will</w:t>
            </w:r>
            <w:r w:rsidR="00FB07C1" w:rsidRPr="00FF004B">
              <w:rPr>
                <w:rFonts w:ascii="Questa Sans" w:hAnsi="Questa Sans" w:cs="Arial"/>
                <w:sz w:val="20"/>
                <w:szCs w:val="20"/>
              </w:rPr>
              <w:t xml:space="preserve"> the intern be </w:t>
            </w:r>
            <w:r w:rsidR="00FB07C1" w:rsidRPr="00FF004B">
              <w:rPr>
                <w:rFonts w:ascii="Questa Sans" w:hAnsi="Questa Sans" w:cs="Arial"/>
                <w:b/>
                <w:bCs/>
                <w:sz w:val="20"/>
                <w:szCs w:val="20"/>
              </w:rPr>
              <w:t>transferring to a new degree</w:t>
            </w:r>
            <w:r w:rsidR="00FB07C1" w:rsidRPr="00FF004B">
              <w:rPr>
                <w:rFonts w:ascii="Questa Sans" w:hAnsi="Questa Sans" w:cs="Arial"/>
                <w:sz w:val="20"/>
                <w:szCs w:val="20"/>
              </w:rPr>
              <w:t xml:space="preserve"> </w:t>
            </w:r>
            <w:r w:rsidR="00FB07C1" w:rsidRPr="00FF004B">
              <w:rPr>
                <w:rFonts w:ascii="Questa Sans" w:hAnsi="Questa Sans" w:cs="Arial"/>
                <w:b/>
                <w:bCs/>
                <w:sz w:val="20"/>
                <w:szCs w:val="20"/>
              </w:rPr>
              <w:t>part-way through internship?</w:t>
            </w:r>
          </w:p>
          <w:p w14:paraId="0368DF56" w14:textId="18D06962" w:rsidR="00FB07C1" w:rsidRPr="00FF004B" w:rsidRDefault="00FB07C1" w:rsidP="00B62EF0">
            <w:pPr>
              <w:spacing w:line="312" w:lineRule="auto"/>
              <w:rPr>
                <w:rFonts w:ascii="Questa Sans" w:hAnsi="Questa Sans"/>
                <w:strike/>
                <w:sz w:val="20"/>
                <w:szCs w:val="20"/>
              </w:rPr>
            </w:pPr>
            <w:r w:rsidRPr="00FF004B">
              <w:rPr>
                <w:rFonts w:ascii="Questa Sans" w:hAnsi="Questa Sans" w:cs="Arial"/>
                <w:color w:val="808080" w:themeColor="background1" w:themeShade="80"/>
                <w:sz w:val="20"/>
                <w:szCs w:val="20"/>
                <w:lang w:val="en-CA"/>
              </w:rPr>
              <w:t>For example, MSc to PhD or Undergraduate to a recent graduate from an undergraduate program</w:t>
            </w:r>
          </w:p>
        </w:tc>
        <w:sdt>
          <w:sdtPr>
            <w:rPr>
              <w:rStyle w:val="Style23"/>
            </w:rPr>
            <w:alias w:val="Select Yes/No"/>
            <w:tag w:val="Please select"/>
            <w:id w:val="-787822132"/>
            <w:placeholder>
              <w:docPart w:val="525AAC9982E74DFE80AB4DE743C1CC29"/>
            </w:placeholder>
            <w:showingPlcHdr/>
            <w15:color w:val="99CCFF"/>
            <w:dropDownList>
              <w:listItem w:value="Please select"/>
              <w:listItem w:displayText="Yes" w:value="Yes"/>
              <w:listItem w:displayText="No" w:value="No"/>
            </w:dropDownList>
          </w:sdtPr>
          <w:sdtEndPr>
            <w:rPr>
              <w:rStyle w:val="DefaultParagraphFont"/>
              <w:rFonts w:ascii="Arial" w:hAnsi="Arial"/>
              <w:color w:val="auto"/>
              <w:sz w:val="24"/>
              <w:szCs w:val="20"/>
            </w:rPr>
          </w:sdtEndPr>
          <w:sdtContent>
            <w:tc>
              <w:tcPr>
                <w:tcW w:w="4536" w:type="dxa"/>
                <w:shd w:val="clear" w:color="auto" w:fill="auto"/>
              </w:tcPr>
              <w:p w14:paraId="694C93CC" w14:textId="7DF5B5E9" w:rsidR="00FB07C1" w:rsidRPr="00FF004B" w:rsidRDefault="00FB07C1" w:rsidP="0066454D">
                <w:pPr>
                  <w:spacing w:line="312" w:lineRule="auto"/>
                  <w:jc w:val="both"/>
                  <w:rPr>
                    <w:rFonts w:ascii="Questa Sans" w:eastAsia="Arial" w:hAnsi="Questa Sans" w:cs="Arial"/>
                    <w:sz w:val="20"/>
                    <w:szCs w:val="20"/>
                  </w:rPr>
                </w:pPr>
                <w:r w:rsidRPr="00FF004B">
                  <w:rPr>
                    <w:rStyle w:val="PlaceholderText"/>
                    <w:rFonts w:ascii="Questa Sans" w:eastAsiaTheme="minorHAnsi" w:hAnsi="Questa Sans"/>
                    <w:color w:val="FF0000"/>
                    <w:sz w:val="20"/>
                    <w:szCs w:val="20"/>
                  </w:rPr>
                  <w:t>Select yes/no</w:t>
                </w:r>
              </w:p>
            </w:tc>
          </w:sdtContent>
        </w:sdt>
      </w:tr>
      <w:tr w:rsidR="00FB07C1" w:rsidRPr="003B09CE" w14:paraId="4817CAD6" w14:textId="77777777" w:rsidTr="00D942BF">
        <w:trPr>
          <w:trHeight w:val="567"/>
        </w:trPr>
        <w:tc>
          <w:tcPr>
            <w:tcW w:w="4820" w:type="dxa"/>
            <w:vMerge/>
            <w:shd w:val="clear" w:color="auto" w:fill="auto"/>
          </w:tcPr>
          <w:p w14:paraId="0363412E" w14:textId="77777777" w:rsidR="00FB07C1" w:rsidRPr="00FF004B" w:rsidRDefault="00FB07C1" w:rsidP="00A96414">
            <w:pPr>
              <w:jc w:val="both"/>
              <w:rPr>
                <w:rFonts w:ascii="Questa Sans" w:hAnsi="Questa Sans" w:cs="Arial"/>
                <w:sz w:val="20"/>
                <w:szCs w:val="20"/>
              </w:rPr>
            </w:pPr>
          </w:p>
        </w:tc>
        <w:tc>
          <w:tcPr>
            <w:tcW w:w="4536" w:type="dxa"/>
            <w:shd w:val="clear" w:color="auto" w:fill="auto"/>
          </w:tcPr>
          <w:p w14:paraId="5F02E022" w14:textId="77777777" w:rsidR="00FB07C1" w:rsidRPr="00FF004B" w:rsidRDefault="00FB07C1" w:rsidP="003113E8">
            <w:pPr>
              <w:keepNext/>
              <w:jc w:val="both"/>
              <w:rPr>
                <w:rFonts w:ascii="Questa Sans" w:hAnsi="Questa Sans" w:cs="Arial"/>
                <w:sz w:val="20"/>
                <w:szCs w:val="20"/>
                <w:lang w:val="en-CA"/>
              </w:rPr>
            </w:pPr>
            <w:r w:rsidRPr="00FF004B">
              <w:rPr>
                <w:rFonts w:ascii="Questa Sans" w:hAnsi="Questa Sans" w:cs="Arial"/>
                <w:sz w:val="20"/>
                <w:szCs w:val="20"/>
                <w:lang w:val="en-CA"/>
              </w:rPr>
              <w:t xml:space="preserve">If you responded </w:t>
            </w:r>
            <w:r w:rsidRPr="00FF004B">
              <w:rPr>
                <w:rFonts w:ascii="Questa Sans" w:hAnsi="Questa Sans" w:cs="Arial"/>
                <w:b/>
                <w:bCs/>
                <w:sz w:val="20"/>
                <w:szCs w:val="20"/>
                <w:lang w:val="en-CA"/>
              </w:rPr>
              <w:t>YES</w:t>
            </w:r>
            <w:r w:rsidRPr="00FF004B">
              <w:rPr>
                <w:rFonts w:ascii="Questa Sans" w:hAnsi="Questa Sans" w:cs="Arial"/>
                <w:sz w:val="20"/>
                <w:szCs w:val="20"/>
                <w:lang w:val="en-CA"/>
              </w:rPr>
              <w:t xml:space="preserve"> to this question, complete the following questions:</w:t>
            </w:r>
            <w:r w:rsidRPr="00FF004B">
              <w:rPr>
                <w:rFonts w:ascii="Questa Sans" w:hAnsi="Questa Sans" w:cs="Arial"/>
                <w:color w:val="000000"/>
                <w:sz w:val="20"/>
                <w:szCs w:val="20"/>
                <w:lang w:val="en-CA"/>
              </w:rPr>
              <w:t xml:space="preserve"> </w:t>
            </w:r>
          </w:p>
          <w:p w14:paraId="0C5D6095" w14:textId="77777777" w:rsidR="00FB07C1" w:rsidRPr="00FF004B" w:rsidRDefault="00FB07C1" w:rsidP="003113E8">
            <w:pPr>
              <w:pStyle w:val="ListParagraph"/>
              <w:keepNext/>
              <w:numPr>
                <w:ilvl w:val="0"/>
                <w:numId w:val="27"/>
              </w:numPr>
              <w:ind w:left="360"/>
              <w:jc w:val="both"/>
              <w:rPr>
                <w:rFonts w:ascii="Questa Sans" w:hAnsi="Questa Sans" w:cs="Arial"/>
                <w:b/>
                <w:bCs/>
                <w:sz w:val="20"/>
                <w:szCs w:val="20"/>
                <w:lang w:val="en-CA"/>
              </w:rPr>
            </w:pPr>
            <w:r w:rsidRPr="00FF004B">
              <w:rPr>
                <w:rFonts w:ascii="Questa Sans" w:hAnsi="Questa Sans" w:cs="Arial"/>
                <w:sz w:val="20"/>
                <w:szCs w:val="20"/>
                <w:lang w:val="en-CA"/>
              </w:rPr>
              <w:t xml:space="preserve">What is the </w:t>
            </w:r>
            <w:r w:rsidRPr="00FF004B">
              <w:rPr>
                <w:rFonts w:ascii="Questa Sans" w:hAnsi="Questa Sans" w:cs="Arial"/>
                <w:b/>
                <w:bCs/>
                <w:sz w:val="20"/>
                <w:szCs w:val="20"/>
                <w:lang w:val="en-CA"/>
              </w:rPr>
              <w:t>diploma or degree post-transition?</w:t>
            </w:r>
          </w:p>
          <w:tbl>
            <w:tblPr>
              <w:tblStyle w:val="TableGrid"/>
              <w:tblW w:w="0" w:type="auto"/>
              <w:tblInd w:w="24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631"/>
            </w:tblGrid>
            <w:tr w:rsidR="00FB07C1" w:rsidRPr="00FF004B" w14:paraId="6D26AD5A" w14:textId="77777777">
              <w:tc>
                <w:tcPr>
                  <w:tcW w:w="3631" w:type="dxa"/>
                </w:tcPr>
                <w:p w14:paraId="754EDAA4" w14:textId="25A62E5A" w:rsidR="00FB07C1" w:rsidRPr="00FF004B" w:rsidRDefault="003B1D52" w:rsidP="003113E8">
                  <w:pPr>
                    <w:keepNext/>
                    <w:spacing w:before="80" w:after="80"/>
                    <w:jc w:val="both"/>
                    <w:rPr>
                      <w:rFonts w:ascii="Questa Sans" w:hAnsi="Questa Sans" w:cs="Arial"/>
                      <w:sz w:val="20"/>
                      <w:szCs w:val="20"/>
                      <w:lang w:val="en-CA"/>
                    </w:rPr>
                  </w:pPr>
                  <w:sdt>
                    <w:sdtPr>
                      <w:rPr>
                        <w:rStyle w:val="Style18"/>
                      </w:rPr>
                      <w:alias w:val="Select Diploma or Degree Level of Participant"/>
                      <w:tag w:val="Select Diploma or Degree Level of Participant"/>
                      <w:id w:val="-2043045490"/>
                      <w:placeholder>
                        <w:docPart w:val="D59991C875884CC7B13468A3F73A9EE7"/>
                      </w:placeholder>
                      <w:showingPlcHdr/>
                      <w15:color w:val="99CCFF"/>
                      <w:dropDownList>
                        <w:listItem w:value="Choose an item."/>
                        <w:listItem w:displayText="Full-Time College" w:value="Full-Time College"/>
                        <w:listItem w:displayText="Master's student" w:value="Master's student"/>
                        <w:listItem w:displayText="Other University Program" w:value="Other University Program"/>
                        <w:listItem w:displayText="PhD student" w:value="PhD student"/>
                        <w:listItem w:displayText="Postdoctoral fellow" w:value="Postdoctoral fellow"/>
                        <w:listItem w:displayText="Recent Grad (College)" w:value="Recent Grad (College)"/>
                        <w:listItem w:displayText="Recent Grad (Masters)" w:value="Recent Grad (Masters)"/>
                        <w:listItem w:displayText="Recent Grad (PhD)" w:value="Recent Grad (PhD)"/>
                        <w:listItem w:displayText="Recent Grad (Undergrad)" w:value="Recent Grad (Undergrad)"/>
                        <w:listItem w:displayText="Recent Grad (Other University Program) " w:value="Recent Grad (Other University Program) "/>
                        <w:listItem w:displayText="Undergraduate student" w:value="Undergraduate student"/>
                      </w:dropDownList>
                    </w:sdtPr>
                    <w:sdtEndPr>
                      <w:rPr>
                        <w:rStyle w:val="DefaultParagraphFont"/>
                        <w:rFonts w:ascii="Arial" w:hAnsi="Arial" w:cs="Arial"/>
                        <w:sz w:val="24"/>
                        <w:szCs w:val="20"/>
                        <w:lang w:val="en-CA"/>
                      </w:rPr>
                    </w:sdtEndPr>
                    <w:sdtContent>
                      <w:r w:rsidR="00322BEA" w:rsidRPr="00322BEA">
                        <w:rPr>
                          <w:rStyle w:val="PlaceholderText"/>
                          <w:rFonts w:ascii="Questa Sans" w:eastAsiaTheme="minorHAnsi" w:hAnsi="Questa Sans"/>
                          <w:color w:val="FF0000"/>
                          <w:sz w:val="20"/>
                          <w:szCs w:val="20"/>
                        </w:rPr>
                        <w:t>Select degree level</w:t>
                      </w:r>
                    </w:sdtContent>
                  </w:sdt>
                </w:p>
              </w:tc>
            </w:tr>
          </w:tbl>
          <w:p w14:paraId="7FD5458F" w14:textId="77777777" w:rsidR="00FB07C1" w:rsidRPr="00FF004B" w:rsidRDefault="00FB07C1" w:rsidP="003113E8">
            <w:pPr>
              <w:pStyle w:val="ListParagraph"/>
              <w:keepNext/>
              <w:numPr>
                <w:ilvl w:val="0"/>
                <w:numId w:val="27"/>
              </w:numPr>
              <w:ind w:left="360"/>
              <w:jc w:val="both"/>
              <w:rPr>
                <w:rFonts w:ascii="Questa Sans" w:hAnsi="Questa Sans" w:cs="Arial"/>
                <w:sz w:val="20"/>
                <w:szCs w:val="20"/>
              </w:rPr>
            </w:pPr>
            <w:r w:rsidRPr="00FF004B">
              <w:rPr>
                <w:rFonts w:ascii="Questa Sans" w:hAnsi="Questa Sans" w:cs="Arial"/>
                <w:b/>
                <w:sz w:val="20"/>
                <w:szCs w:val="20"/>
                <w:lang w:val="en-CA"/>
              </w:rPr>
              <w:t>What is the expected</w:t>
            </w:r>
            <w:r w:rsidRPr="00FF004B">
              <w:rPr>
                <w:rFonts w:ascii="Questa Sans" w:hAnsi="Questa Sans" w:cs="Arial"/>
                <w:b/>
                <w:sz w:val="20"/>
                <w:szCs w:val="20"/>
              </w:rPr>
              <w:t xml:space="preserve"> month/year of graduation</w:t>
            </w:r>
            <w:r w:rsidRPr="00FF004B">
              <w:rPr>
                <w:rFonts w:ascii="Questa Sans" w:hAnsi="Questa Sans" w:cs="Arial"/>
                <w:sz w:val="20"/>
                <w:szCs w:val="20"/>
              </w:rPr>
              <w:t xml:space="preserve"> if enrolled in new graduate degree or effective date if becoming a recent graduate?</w:t>
            </w:r>
          </w:p>
          <w:tbl>
            <w:tblPr>
              <w:tblStyle w:val="TableGrid"/>
              <w:tblW w:w="0" w:type="auto"/>
              <w:tblInd w:w="24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584"/>
            </w:tblGrid>
            <w:tr w:rsidR="00FB07C1" w:rsidRPr="00FF004B" w14:paraId="6166803D" w14:textId="77777777">
              <w:sdt>
                <w:sdtPr>
                  <w:rPr>
                    <w:rStyle w:val="Style25"/>
                  </w:rPr>
                  <w:id w:val="-47777817"/>
                  <w:placeholder>
                    <w:docPart w:val="17EBD2E26D83411AA9E2C098A5F6F098"/>
                  </w:placeholder>
                  <w:showingPlcHdr/>
                  <w15:color w:val="99CCFF"/>
                  <w:date w:fullDate="2023-09-01T00:00:00Z">
                    <w:dateFormat w:val="MMM-yy"/>
                    <w:lid w:val="en-CA"/>
                    <w:storeMappedDataAs w:val="dateTime"/>
                    <w:calendar w:val="gregorian"/>
                  </w:date>
                </w:sdtPr>
                <w:sdtEndPr>
                  <w:rPr>
                    <w:rStyle w:val="DefaultParagraphFont"/>
                    <w:rFonts w:ascii="Arial" w:hAnsi="Arial" w:cs="Arial"/>
                    <w:color w:val="auto"/>
                    <w:sz w:val="24"/>
                    <w:szCs w:val="20"/>
                  </w:rPr>
                </w:sdtEndPr>
                <w:sdtContent>
                  <w:tc>
                    <w:tcPr>
                      <w:tcW w:w="1584" w:type="dxa"/>
                    </w:tcPr>
                    <w:p w14:paraId="33DA867F" w14:textId="30887537" w:rsidR="00FB07C1" w:rsidRPr="00FF004B" w:rsidRDefault="00F5361C" w:rsidP="003113E8">
                      <w:pPr>
                        <w:spacing w:before="80" w:after="80"/>
                        <w:jc w:val="both"/>
                        <w:rPr>
                          <w:rFonts w:ascii="Questa Sans" w:hAnsi="Questa Sans" w:cs="Arial"/>
                          <w:sz w:val="20"/>
                          <w:szCs w:val="20"/>
                          <w:lang w:val="en-CA"/>
                        </w:rPr>
                      </w:pPr>
                      <w:r w:rsidRPr="00673B42">
                        <w:rPr>
                          <w:rStyle w:val="PlaceholderText"/>
                          <w:rFonts w:cs="Arial"/>
                          <w:color w:val="FF0000"/>
                          <w:sz w:val="20"/>
                          <w:szCs w:val="20"/>
                        </w:rPr>
                        <w:t>mm-yy</w:t>
                      </w:r>
                    </w:p>
                  </w:tc>
                </w:sdtContent>
              </w:sdt>
            </w:tr>
          </w:tbl>
          <w:p w14:paraId="11C8314B" w14:textId="77777777" w:rsidR="00FB07C1" w:rsidRPr="00FF004B" w:rsidRDefault="00FB07C1" w:rsidP="0066454D">
            <w:pPr>
              <w:spacing w:line="312" w:lineRule="auto"/>
              <w:jc w:val="both"/>
              <w:rPr>
                <w:rFonts w:ascii="Questa Sans" w:hAnsi="Questa Sans"/>
                <w:sz w:val="20"/>
                <w:szCs w:val="20"/>
              </w:rPr>
            </w:pPr>
          </w:p>
        </w:tc>
      </w:tr>
    </w:tbl>
    <w:p w14:paraId="0ADF3C2E" w14:textId="79DA9DDF" w:rsidR="00DC0F93" w:rsidRDefault="00DC0F93" w:rsidP="00DC0F93">
      <w:pPr>
        <w:autoSpaceDE w:val="0"/>
        <w:autoSpaceDN w:val="0"/>
        <w:adjustRightInd w:val="0"/>
        <w:spacing w:before="240" w:after="120" w:line="276" w:lineRule="auto"/>
        <w:rPr>
          <w:rFonts w:ascii="Questa Sans" w:hAnsi="Questa Sans" w:cs="Arial"/>
          <w:color w:val="C00000"/>
          <w:sz w:val="18"/>
          <w:szCs w:val="18"/>
          <w:lang w:val="en-CA"/>
        </w:rPr>
      </w:pPr>
      <w:r w:rsidRPr="00DA4669">
        <w:rPr>
          <w:rFonts w:ascii="Questa Sans" w:hAnsi="Questa Sans" w:cs="Arial"/>
          <w:color w:val="C00000"/>
          <w:sz w:val="18"/>
          <w:szCs w:val="18"/>
          <w:lang w:val="en-CA"/>
        </w:rPr>
        <w:t>Mitacs will invite you to complete a self-identification data collection form by email. Collection of this data is a mandatory requirement for our funders, which helps to secure continuous funding for our programs.</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56"/>
      </w:tblGrid>
      <w:tr w:rsidR="007D5FC2" w:rsidRPr="00CE1225" w14:paraId="61F6B670" w14:textId="77777777" w:rsidTr="004946E3">
        <w:trPr>
          <w:trHeight w:val="567"/>
        </w:trPr>
        <w:tc>
          <w:tcPr>
            <w:tcW w:w="9356" w:type="dxa"/>
            <w:shd w:val="clear" w:color="auto" w:fill="auto"/>
          </w:tcPr>
          <w:p w14:paraId="6BCF10A0" w14:textId="77777777" w:rsidR="004946E3" w:rsidRPr="000B1311" w:rsidRDefault="004946E3" w:rsidP="004A745D">
            <w:pPr>
              <w:keepNext/>
              <w:ind w:left="1446" w:hanging="1446"/>
              <w:rPr>
                <w:rStyle w:val="Heading2Char"/>
                <w:rFonts w:ascii="Questa Sans" w:hAnsi="Questa Sans" w:cs="Arial"/>
                <w:b/>
                <w:bCs/>
                <w:color w:val="auto"/>
                <w:sz w:val="20"/>
                <w:szCs w:val="20"/>
              </w:rPr>
            </w:pPr>
          </w:p>
          <w:p w14:paraId="7A032001" w14:textId="1B6AD08A" w:rsidR="001205A5" w:rsidRPr="000B1311" w:rsidRDefault="00383CEB" w:rsidP="004A745D">
            <w:pPr>
              <w:keepNext/>
              <w:ind w:left="1446" w:hanging="1446"/>
              <w:rPr>
                <w:rStyle w:val="Heading2Char"/>
                <w:rFonts w:ascii="Questa Sans" w:eastAsia="Times New Roman" w:hAnsi="Questa Sans" w:cs="Arial"/>
                <w:color w:val="auto"/>
                <w:sz w:val="20"/>
                <w:szCs w:val="20"/>
              </w:rPr>
            </w:pPr>
            <w:r w:rsidRPr="000B1311">
              <w:rPr>
                <w:rStyle w:val="Heading2Char"/>
                <w:rFonts w:ascii="Questa Sans" w:hAnsi="Questa Sans" w:cs="Arial"/>
                <w:b/>
                <w:bCs/>
                <w:color w:val="auto"/>
                <w:sz w:val="20"/>
                <w:szCs w:val="20"/>
              </w:rPr>
              <w:t xml:space="preserve">3.11   </w:t>
            </w:r>
            <w:r w:rsidR="001205A5" w:rsidRPr="000B1311">
              <w:rPr>
                <w:rStyle w:val="Heading2Char"/>
                <w:rFonts w:ascii="Questa Sans" w:hAnsi="Questa Sans" w:cs="Arial"/>
                <w:b/>
                <w:bCs/>
                <w:color w:val="auto"/>
                <w:sz w:val="20"/>
                <w:szCs w:val="20"/>
              </w:rPr>
              <w:t>Conflict of Interest:</w:t>
            </w:r>
          </w:p>
          <w:p w14:paraId="64EFB3E8" w14:textId="4628757A" w:rsidR="001205A5" w:rsidRPr="000B1311" w:rsidRDefault="001205A5" w:rsidP="00236C70">
            <w:pPr>
              <w:keepNext/>
              <w:jc w:val="both"/>
              <w:rPr>
                <w:rFonts w:ascii="Questa Sans" w:eastAsiaTheme="majorEastAsia" w:hAnsi="Questa Sans" w:cs="Arial"/>
                <w:sz w:val="20"/>
                <w:szCs w:val="20"/>
              </w:rPr>
            </w:pPr>
            <w:r w:rsidRPr="000B1311">
              <w:rPr>
                <w:rFonts w:ascii="Questa Sans" w:hAnsi="Questa Sans" w:cs="Arial"/>
                <w:sz w:val="20"/>
                <w:szCs w:val="20"/>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12" w:history="1">
              <w:r w:rsidRPr="000B1311">
                <w:rPr>
                  <w:rStyle w:val="Hyperlink"/>
                  <w:rFonts w:ascii="Questa Sans" w:eastAsiaTheme="majorEastAsia" w:hAnsi="Questa Sans" w:cs="Arial"/>
                  <w:sz w:val="20"/>
                  <w:szCs w:val="20"/>
                </w:rPr>
                <w:t>Mitacs Conflict of Interest Policy</w:t>
              </w:r>
            </w:hyperlink>
            <w:r w:rsidRPr="000B1311">
              <w:rPr>
                <w:rFonts w:ascii="Questa Sans" w:eastAsiaTheme="majorEastAsia" w:hAnsi="Questa Sans" w:cs="Arial"/>
                <w:sz w:val="20"/>
                <w:szCs w:val="20"/>
              </w:rPr>
              <w:t>.</w:t>
            </w:r>
            <w:r w:rsidR="00657950" w:rsidRPr="000B1311">
              <w:rPr>
                <w:rFonts w:ascii="Questa Sans" w:eastAsiaTheme="majorEastAsia" w:hAnsi="Questa Sans" w:cs="Arial"/>
                <w:sz w:val="20"/>
                <w:szCs w:val="20"/>
              </w:rPr>
              <w:t xml:space="preserve"> </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75"/>
            </w:tblGrid>
            <w:tr w:rsidR="001205A5" w:rsidRPr="000B1311" w14:paraId="546842B0" w14:textId="77777777" w:rsidTr="000B1311">
              <w:trPr>
                <w:trHeight w:val="529"/>
              </w:trPr>
              <w:tc>
                <w:tcPr>
                  <w:tcW w:w="1775" w:type="dxa"/>
                  <w:vAlign w:val="center"/>
                </w:tcPr>
                <w:p w14:paraId="5AD5BAB3" w14:textId="77777777" w:rsidR="001205A5" w:rsidRPr="000B1311" w:rsidRDefault="003B1D52" w:rsidP="001205A5">
                  <w:pPr>
                    <w:keepNext/>
                    <w:spacing w:before="80" w:after="80"/>
                    <w:jc w:val="both"/>
                    <w:rPr>
                      <w:rFonts w:ascii="Questa Sans" w:hAnsi="Questa Sans" w:cs="Arial"/>
                      <w:sz w:val="20"/>
                      <w:szCs w:val="20"/>
                      <w:lang w:val="en-CA"/>
                    </w:rPr>
                  </w:pPr>
                  <w:sdt>
                    <w:sdtPr>
                      <w:rPr>
                        <w:rStyle w:val="Style17"/>
                      </w:rPr>
                      <w:id w:val="-384254914"/>
                      <w:placeholder>
                        <w:docPart w:val="E183D51D313F42C89CC1549FCE9B9123"/>
                      </w:placeholder>
                      <w:showingPlcHdr/>
                      <w15:color w:val="99CCFF"/>
                      <w:dropDownList>
                        <w:listItem w:displayText="Yes" w:value="Yes"/>
                        <w:listItem w:displayText="No" w:value="No"/>
                      </w:dropDownList>
                    </w:sdtPr>
                    <w:sdtEndPr>
                      <w:rPr>
                        <w:rStyle w:val="DefaultParagraphFont"/>
                        <w:rFonts w:ascii="Arial" w:hAnsi="Arial" w:cs="Arial"/>
                        <w:color w:val="000000"/>
                        <w:sz w:val="24"/>
                        <w:szCs w:val="20"/>
                        <w:lang w:val="en-CA"/>
                      </w:rPr>
                    </w:sdtEndPr>
                    <w:sdtContent>
                      <w:r w:rsidR="001205A5" w:rsidRPr="000B1311">
                        <w:rPr>
                          <w:rStyle w:val="PlaceholderText"/>
                          <w:rFonts w:ascii="Questa Sans" w:eastAsiaTheme="minorHAnsi" w:hAnsi="Questa Sans" w:cs="Arial"/>
                          <w:color w:val="FF0000"/>
                          <w:sz w:val="20"/>
                          <w:szCs w:val="20"/>
                          <w:lang w:val="en-CA"/>
                        </w:rPr>
                        <w:t>Select Yes or No</w:t>
                      </w:r>
                    </w:sdtContent>
                  </w:sdt>
                </w:p>
              </w:tc>
            </w:tr>
          </w:tbl>
          <w:p w14:paraId="103B5778" w14:textId="5AE0EB40" w:rsidR="007D5FC2" w:rsidRPr="000B1311" w:rsidRDefault="001205A5">
            <w:pPr>
              <w:autoSpaceDE w:val="0"/>
              <w:autoSpaceDN w:val="0"/>
              <w:adjustRightInd w:val="0"/>
              <w:spacing w:line="312" w:lineRule="auto"/>
              <w:jc w:val="both"/>
              <w:rPr>
                <w:rFonts w:ascii="Questa Sans" w:eastAsiaTheme="majorEastAsia" w:hAnsi="Questa Sans" w:cs="Arial"/>
                <w:i/>
                <w:iCs/>
                <w:sz w:val="20"/>
                <w:szCs w:val="20"/>
                <w:lang w:val="en-CA"/>
              </w:rPr>
            </w:pPr>
            <w:r w:rsidRPr="000B1311">
              <w:rPr>
                <w:rFonts w:ascii="Questa Sans" w:hAnsi="Questa Sans" w:cs="Arial"/>
                <w:bCs/>
                <w:sz w:val="20"/>
                <w:szCs w:val="20"/>
                <w:lang w:val="en-CA"/>
              </w:rPr>
              <w:t xml:space="preserve">If </w:t>
            </w:r>
            <w:r w:rsidRPr="000B1311">
              <w:rPr>
                <w:rFonts w:ascii="Questa Sans" w:hAnsi="Questa Sans" w:cs="Arial"/>
                <w:b/>
                <w:sz w:val="20"/>
                <w:szCs w:val="20"/>
                <w:lang w:val="en-CA"/>
              </w:rPr>
              <w:t>YES</w:t>
            </w:r>
            <w:r w:rsidRPr="000B1311">
              <w:rPr>
                <w:rFonts w:ascii="Questa Sans" w:hAnsi="Questa Sans" w:cs="Arial"/>
                <w:sz w:val="20"/>
                <w:szCs w:val="20"/>
                <w:lang w:val="en-CA"/>
              </w:rPr>
              <w:t xml:space="preserve"> to the above, please complete the </w:t>
            </w:r>
            <w:hyperlink r:id="rId13" w:history="1">
              <w:r w:rsidRPr="00743163">
                <w:rPr>
                  <w:rStyle w:val="Hyperlink"/>
                  <w:rFonts w:ascii="Questa Sans" w:eastAsiaTheme="majorEastAsia" w:hAnsi="Questa Sans" w:cs="Arial"/>
                  <w:sz w:val="20"/>
                  <w:szCs w:val="20"/>
                </w:rPr>
                <w:t>Mitacs Intern Eligibility and</w:t>
              </w:r>
              <w:r w:rsidRPr="00743163">
                <w:rPr>
                  <w:rStyle w:val="Hyperlink"/>
                  <w:rFonts w:ascii="Questa Sans" w:eastAsiaTheme="majorEastAsia" w:hAnsi="Questa Sans" w:cs="Arial"/>
                  <w:sz w:val="20"/>
                  <w:szCs w:val="20"/>
                  <w:lang w:val="en-CA"/>
                </w:rPr>
                <w:t xml:space="preserve"> Conflict of Interest Declaration Form</w:t>
              </w:r>
            </w:hyperlink>
            <w:r w:rsidRPr="000B1311">
              <w:rPr>
                <w:rFonts w:ascii="Questa Sans" w:hAnsi="Questa Sans" w:cs="Arial"/>
                <w:color w:val="808080" w:themeColor="background1" w:themeShade="80"/>
                <w:sz w:val="20"/>
                <w:szCs w:val="20"/>
                <w:lang w:val="en-CA"/>
              </w:rPr>
              <w:t xml:space="preserve"> </w:t>
            </w:r>
            <w:r w:rsidRPr="000B1311">
              <w:rPr>
                <w:rFonts w:ascii="Questa Sans" w:eastAsiaTheme="minorHAnsi" w:hAnsi="Questa Sans" w:cs="Arial"/>
                <w:sz w:val="20"/>
                <w:szCs w:val="20"/>
                <w:lang w:val="en-CA"/>
              </w:rPr>
              <w:t xml:space="preserve">and send it to your Mitacs Advisor for review </w:t>
            </w:r>
            <w:r w:rsidRPr="000B1311">
              <w:rPr>
                <w:rFonts w:ascii="Questa Sans" w:eastAsiaTheme="minorHAnsi" w:hAnsi="Questa Sans" w:cs="Arial"/>
                <w:b/>
                <w:sz w:val="20"/>
                <w:szCs w:val="20"/>
                <w:lang w:val="en-CA"/>
              </w:rPr>
              <w:t>BEFORE</w:t>
            </w:r>
            <w:r w:rsidRPr="000B1311">
              <w:rPr>
                <w:rFonts w:ascii="Questa Sans" w:eastAsiaTheme="minorHAnsi" w:hAnsi="Questa Sans" w:cs="Arial"/>
                <w:sz w:val="20"/>
                <w:szCs w:val="20"/>
                <w:lang w:val="en-CA"/>
              </w:rPr>
              <w:t xml:space="preserve"> submitting </w:t>
            </w:r>
            <w:r w:rsidR="006213CB">
              <w:rPr>
                <w:rFonts w:ascii="Questa Sans" w:eastAsiaTheme="minorHAnsi" w:hAnsi="Questa Sans" w:cs="Arial"/>
                <w:sz w:val="20"/>
                <w:szCs w:val="20"/>
                <w:lang w:val="en-CA"/>
              </w:rPr>
              <w:t>this document</w:t>
            </w:r>
            <w:r w:rsidRPr="000B1311">
              <w:rPr>
                <w:rFonts w:ascii="Questa Sans" w:eastAsiaTheme="minorHAnsi" w:hAnsi="Questa Sans" w:cs="Arial"/>
                <w:sz w:val="20"/>
                <w:szCs w:val="20"/>
                <w:lang w:val="en-CA"/>
              </w:rPr>
              <w:t xml:space="preserve">. If you are applying for </w:t>
            </w:r>
            <w:r w:rsidRPr="000B1311">
              <w:rPr>
                <w:rFonts w:ascii="Questa Sans" w:eastAsiaTheme="minorHAnsi" w:hAnsi="Questa Sans" w:cs="Arial"/>
                <w:b/>
                <w:bCs/>
                <w:sz w:val="20"/>
                <w:szCs w:val="20"/>
                <w:lang w:val="en-CA"/>
              </w:rPr>
              <w:t>Accelerate Entrepreneur</w:t>
            </w:r>
            <w:r w:rsidRPr="000B1311">
              <w:rPr>
                <w:rFonts w:ascii="Questa Sans" w:eastAsiaTheme="minorHAnsi" w:hAnsi="Questa Sans" w:cs="Arial"/>
                <w:sz w:val="20"/>
                <w:szCs w:val="20"/>
                <w:lang w:val="en-CA"/>
              </w:rPr>
              <w:t xml:space="preserve">, please complete the </w:t>
            </w:r>
            <w:r w:rsidRPr="000B1311">
              <w:rPr>
                <w:rFonts w:ascii="Questa Sans" w:eastAsiaTheme="majorEastAsia" w:hAnsi="Questa Sans" w:cs="Arial"/>
                <w:i/>
                <w:iCs/>
                <w:sz w:val="20"/>
                <w:szCs w:val="20"/>
                <w:lang w:val="en-CA"/>
              </w:rPr>
              <w:t>Mitacs Accelerate Entrepreneur COI Declaration Form</w:t>
            </w:r>
          </w:p>
          <w:p w14:paraId="6D013261" w14:textId="3ED335BA" w:rsidR="004946E3" w:rsidRPr="000B1311" w:rsidRDefault="004946E3">
            <w:pPr>
              <w:autoSpaceDE w:val="0"/>
              <w:autoSpaceDN w:val="0"/>
              <w:adjustRightInd w:val="0"/>
              <w:spacing w:line="312" w:lineRule="auto"/>
              <w:jc w:val="both"/>
              <w:rPr>
                <w:rFonts w:ascii="Questa Sans" w:hAnsi="Questa Sans" w:cs="Arial"/>
                <w:sz w:val="20"/>
                <w:szCs w:val="20"/>
                <w:lang w:val="en-CA"/>
              </w:rPr>
            </w:pPr>
          </w:p>
        </w:tc>
      </w:tr>
      <w:tr w:rsidR="007D5FC2" w:rsidRPr="00CE1225" w14:paraId="34544918" w14:textId="77777777" w:rsidTr="004946E3">
        <w:trPr>
          <w:trHeight w:val="567"/>
        </w:trPr>
        <w:tc>
          <w:tcPr>
            <w:tcW w:w="9356" w:type="dxa"/>
            <w:shd w:val="clear" w:color="auto" w:fill="auto"/>
          </w:tcPr>
          <w:p w14:paraId="5705FA93" w14:textId="77777777" w:rsidR="004946E3" w:rsidRPr="000B1311" w:rsidRDefault="004946E3" w:rsidP="004A745D">
            <w:pPr>
              <w:keepNext/>
              <w:ind w:left="454" w:hanging="425"/>
              <w:jc w:val="both"/>
              <w:rPr>
                <w:rFonts w:ascii="Questa Sans" w:hAnsi="Questa Sans" w:cs="Arial"/>
                <w:b/>
                <w:sz w:val="20"/>
                <w:szCs w:val="20"/>
              </w:rPr>
            </w:pPr>
          </w:p>
          <w:p w14:paraId="603B6053" w14:textId="5DD532AD" w:rsidR="005A09E0" w:rsidRPr="000B1311" w:rsidRDefault="00383CEB" w:rsidP="004A745D">
            <w:pPr>
              <w:keepNext/>
              <w:ind w:left="454" w:hanging="425"/>
              <w:jc w:val="both"/>
              <w:rPr>
                <w:rFonts w:ascii="Questa Sans" w:hAnsi="Questa Sans" w:cs="Arial"/>
                <w:color w:val="000000"/>
                <w:sz w:val="20"/>
                <w:szCs w:val="20"/>
                <w:lang w:val="en-CA"/>
              </w:rPr>
            </w:pPr>
            <w:r w:rsidRPr="000B1311">
              <w:rPr>
                <w:rFonts w:ascii="Questa Sans" w:hAnsi="Questa Sans" w:cs="Arial"/>
                <w:b/>
                <w:sz w:val="20"/>
                <w:szCs w:val="20"/>
              </w:rPr>
              <w:t>3.</w:t>
            </w:r>
            <w:r w:rsidR="004A745D" w:rsidRPr="000B1311">
              <w:rPr>
                <w:rFonts w:ascii="Questa Sans" w:hAnsi="Questa Sans" w:cs="Arial"/>
                <w:b/>
                <w:sz w:val="20"/>
                <w:szCs w:val="20"/>
              </w:rPr>
              <w:t xml:space="preserve">12 </w:t>
            </w:r>
            <w:r w:rsidR="00236C70" w:rsidRPr="000B1311">
              <w:rPr>
                <w:rFonts w:ascii="Questa Sans" w:hAnsi="Questa Sans" w:cs="Arial"/>
                <w:b/>
                <w:sz w:val="20"/>
                <w:szCs w:val="20"/>
              </w:rPr>
              <w:t xml:space="preserve"> </w:t>
            </w:r>
            <w:r w:rsidR="004A745D" w:rsidRPr="000B1311">
              <w:rPr>
                <w:rFonts w:ascii="Questa Sans" w:hAnsi="Questa Sans" w:cs="Arial"/>
                <w:b/>
                <w:sz w:val="20"/>
                <w:szCs w:val="20"/>
              </w:rPr>
              <w:t xml:space="preserve"> </w:t>
            </w:r>
            <w:r w:rsidR="005A09E0" w:rsidRPr="000B1311">
              <w:rPr>
                <w:rFonts w:ascii="Questa Sans" w:hAnsi="Questa Sans" w:cs="Arial"/>
                <w:b/>
                <w:sz w:val="20"/>
                <w:szCs w:val="20"/>
              </w:rPr>
              <w:t>Intern Policy on Sensitive Technology Research and Affiliations of Concern Declaration:</w:t>
            </w:r>
          </w:p>
          <w:p w14:paraId="60EB2F9C" w14:textId="77777777" w:rsidR="005A09E0" w:rsidRPr="000B1311" w:rsidRDefault="005A09E0" w:rsidP="00236C70">
            <w:pPr>
              <w:keepNext/>
              <w:autoSpaceDE w:val="0"/>
              <w:autoSpaceDN w:val="0"/>
              <w:adjustRightInd w:val="0"/>
              <w:spacing w:before="60"/>
              <w:ind w:left="29"/>
              <w:jc w:val="both"/>
              <w:rPr>
                <w:rFonts w:ascii="Questa Sans" w:eastAsia="Arial" w:hAnsi="Questa Sans" w:cs="Arial"/>
                <w:color w:val="000000" w:themeColor="text1"/>
                <w:sz w:val="20"/>
                <w:szCs w:val="20"/>
              </w:rPr>
            </w:pPr>
            <w:r w:rsidRPr="000B1311">
              <w:rPr>
                <w:rFonts w:ascii="Questa Sans" w:eastAsia="Arial" w:hAnsi="Questa Sans" w:cs="Arial"/>
                <w:color w:val="000000" w:themeColor="text1"/>
                <w:sz w:val="20"/>
                <w:szCs w:val="20"/>
              </w:rPr>
              <w:t xml:space="preserve">Are you currently affiliated with, or in receipt of funding or in-kind support from any of the listed </w:t>
            </w:r>
            <w:hyperlink r:id="rId14" w:history="1">
              <w:r w:rsidRPr="000B1311">
                <w:rPr>
                  <w:rStyle w:val="Hyperlink"/>
                  <w:rFonts w:ascii="Questa Sans" w:eastAsia="Questa Slab" w:hAnsi="Questa Sans"/>
                  <w:sz w:val="20"/>
                  <w:szCs w:val="20"/>
                </w:rPr>
                <w:t>Named Research Organizations</w:t>
              </w:r>
            </w:hyperlink>
            <w:r w:rsidRPr="000B1311">
              <w:rPr>
                <w:rFonts w:ascii="Questa Sans" w:eastAsia="Arial" w:hAnsi="Questa Sans" w:cs="Arial"/>
                <w:color w:val="000000" w:themeColor="text1"/>
                <w:sz w:val="20"/>
                <w:szCs w:val="20"/>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75"/>
            </w:tblGrid>
            <w:tr w:rsidR="0018709A" w:rsidRPr="000B1311" w14:paraId="2B03DCA9" w14:textId="77777777" w:rsidTr="00A52BF4">
              <w:trPr>
                <w:trHeight w:val="529"/>
              </w:trPr>
              <w:tc>
                <w:tcPr>
                  <w:tcW w:w="1775" w:type="dxa"/>
                  <w:vAlign w:val="center"/>
                </w:tcPr>
                <w:p w14:paraId="020F9641" w14:textId="77777777" w:rsidR="0018709A" w:rsidRPr="000B1311" w:rsidRDefault="003B1D52" w:rsidP="0018709A">
                  <w:pPr>
                    <w:keepNext/>
                    <w:spacing w:before="80" w:after="80"/>
                    <w:jc w:val="both"/>
                    <w:rPr>
                      <w:rFonts w:ascii="Questa Sans" w:hAnsi="Questa Sans" w:cs="Arial"/>
                      <w:sz w:val="20"/>
                      <w:szCs w:val="20"/>
                      <w:lang w:val="en-CA"/>
                    </w:rPr>
                  </w:pPr>
                  <w:sdt>
                    <w:sdtPr>
                      <w:rPr>
                        <w:rStyle w:val="Style17"/>
                      </w:rPr>
                      <w:id w:val="-446465584"/>
                      <w:placeholder>
                        <w:docPart w:val="56E4F2628195417BB12ED57D48AD9CE4"/>
                      </w:placeholder>
                      <w:showingPlcHdr/>
                      <w15:color w:val="99CCFF"/>
                      <w:dropDownList>
                        <w:listItem w:displayText="Yes" w:value="Yes"/>
                        <w:listItem w:displayText="No" w:value="No"/>
                      </w:dropDownList>
                    </w:sdtPr>
                    <w:sdtEndPr>
                      <w:rPr>
                        <w:rStyle w:val="DefaultParagraphFont"/>
                        <w:rFonts w:ascii="Arial" w:hAnsi="Arial" w:cs="Arial"/>
                        <w:color w:val="000000"/>
                        <w:sz w:val="24"/>
                        <w:szCs w:val="20"/>
                        <w:lang w:val="en-CA"/>
                      </w:rPr>
                    </w:sdtEndPr>
                    <w:sdtContent>
                      <w:r w:rsidR="0018709A" w:rsidRPr="000B1311">
                        <w:rPr>
                          <w:rStyle w:val="PlaceholderText"/>
                          <w:rFonts w:ascii="Questa Sans" w:eastAsiaTheme="minorHAnsi" w:hAnsi="Questa Sans" w:cs="Arial"/>
                          <w:color w:val="FF0000"/>
                          <w:sz w:val="20"/>
                          <w:szCs w:val="20"/>
                          <w:lang w:val="en-CA"/>
                        </w:rPr>
                        <w:t>Select Yes or No</w:t>
                      </w:r>
                    </w:sdtContent>
                  </w:sdt>
                </w:p>
              </w:tc>
            </w:tr>
          </w:tbl>
          <w:p w14:paraId="50C1C2A0" w14:textId="692765EF" w:rsidR="007D5FC2" w:rsidRPr="000B1311" w:rsidRDefault="005A09E0" w:rsidP="005A09E0">
            <w:pPr>
              <w:autoSpaceDE w:val="0"/>
              <w:autoSpaceDN w:val="0"/>
              <w:adjustRightInd w:val="0"/>
              <w:spacing w:line="312" w:lineRule="auto"/>
              <w:jc w:val="both"/>
              <w:rPr>
                <w:rFonts w:ascii="Questa Sans" w:hAnsi="Questa Sans" w:cs="Arial"/>
                <w:sz w:val="20"/>
                <w:szCs w:val="20"/>
                <w:lang w:val="en-CA"/>
              </w:rPr>
            </w:pPr>
            <w:r w:rsidRPr="000B1311">
              <w:rPr>
                <w:rFonts w:ascii="Questa Sans" w:eastAsia="Arial" w:hAnsi="Questa Sans" w:cs="Arial"/>
                <w:color w:val="000000" w:themeColor="text1"/>
                <w:sz w:val="20"/>
                <w:szCs w:val="20"/>
              </w:rPr>
              <w:t xml:space="preserve">Any applicant who is currently affiliated with, or in receipt of funding or in-kind support from one or more of the institutions on the list of </w:t>
            </w:r>
            <w:hyperlink w:history="1">
              <w:hyperlink r:id="rId15" w:history="1">
                <w:r w:rsidRPr="000B1311">
                  <w:rPr>
                    <w:rStyle w:val="Hyperlink"/>
                    <w:rFonts w:ascii="Questa Sans" w:eastAsia="Questa Slab" w:hAnsi="Questa Sans" w:cs="Arial"/>
                    <w:sz w:val="20"/>
                    <w:szCs w:val="20"/>
                  </w:rPr>
                  <w:t>NROs</w:t>
                </w:r>
              </w:hyperlink>
            </w:hyperlink>
            <w:r w:rsidRPr="000B1311">
              <w:rPr>
                <w:rFonts w:ascii="Questa Sans" w:eastAsia="Arial" w:hAnsi="Questa Sans" w:cs="Arial"/>
                <w:color w:val="000000" w:themeColor="text1"/>
                <w:sz w:val="20"/>
                <w:szCs w:val="20"/>
              </w:rPr>
              <w:t xml:space="preserve"> is not eligible to participate in a Mitacs-funded project involving research that aims to advance a </w:t>
            </w:r>
            <w:hyperlink r:id="rId16" w:history="1">
              <w:r w:rsidRPr="000B1311">
                <w:rPr>
                  <w:rStyle w:val="Hyperlink"/>
                  <w:rFonts w:ascii="Questa Sans" w:eastAsia="Arial" w:hAnsi="Questa Sans" w:cs="Arial"/>
                  <w:sz w:val="20"/>
                  <w:szCs w:val="20"/>
                </w:rPr>
                <w:t>Sensitive Technology Research Area (STRA)</w:t>
              </w:r>
            </w:hyperlink>
            <w:r w:rsidRPr="000B1311">
              <w:rPr>
                <w:rFonts w:ascii="Questa Sans" w:eastAsia="Arial" w:hAnsi="Questa Sans" w:cs="Arial"/>
                <w:color w:val="000000" w:themeColor="text1"/>
                <w:sz w:val="20"/>
                <w:szCs w:val="20"/>
              </w:rPr>
              <w:t xml:space="preserve">. Mitacs will also screen a sample of applications, selected at its sole discretion, and validate the accuracy of the completed declarations. </w:t>
            </w:r>
            <w:r w:rsidRPr="000B1311">
              <w:rPr>
                <w:rFonts w:ascii="Questa Sans" w:eastAsia="Arial" w:hAnsi="Questa Sans" w:cs="Arial"/>
                <w:i/>
                <w:iCs/>
                <w:color w:val="000000" w:themeColor="text1"/>
                <w:sz w:val="20"/>
                <w:szCs w:val="20"/>
              </w:rPr>
              <w:t>Mitacs reserves the right to decline funding, at any point, for a project that advances a sensitive technology research area because of affiliations of concern.</w:t>
            </w:r>
          </w:p>
        </w:tc>
      </w:tr>
    </w:tbl>
    <w:p w14:paraId="0D62692C" w14:textId="77777777" w:rsidR="00DC0F93" w:rsidRDefault="00DC0F93" w:rsidP="00035E55">
      <w:pPr>
        <w:tabs>
          <w:tab w:val="left" w:pos="720"/>
          <w:tab w:val="left" w:pos="1440"/>
          <w:tab w:val="left" w:pos="2160"/>
          <w:tab w:val="left" w:pos="2880"/>
          <w:tab w:val="left" w:pos="3600"/>
          <w:tab w:val="left" w:pos="4320"/>
          <w:tab w:val="left" w:pos="8656"/>
        </w:tabs>
        <w:autoSpaceDE w:val="0"/>
        <w:autoSpaceDN w:val="0"/>
        <w:adjustRightInd w:val="0"/>
        <w:spacing w:before="240" w:line="276" w:lineRule="auto"/>
        <w:rPr>
          <w:rFonts w:ascii="Questa Sans" w:hAnsi="Questa Sans" w:cs="Arial"/>
          <w:color w:val="808080" w:themeColor="background1" w:themeShade="80"/>
          <w:sz w:val="22"/>
          <w:szCs w:val="22"/>
          <w:lang w:val="en-CA"/>
        </w:rPr>
      </w:pPr>
    </w:p>
    <w:p w14:paraId="31995041" w14:textId="77777777" w:rsidR="00223D4D" w:rsidRDefault="00223D4D" w:rsidP="00223D4D">
      <w:pPr>
        <w:rPr>
          <w:rFonts w:ascii="Questa Sans" w:hAnsi="Questa Sans" w:cs="Arial"/>
          <w:sz w:val="22"/>
          <w:szCs w:val="22"/>
          <w:lang w:val="en-CA"/>
        </w:rPr>
      </w:pPr>
    </w:p>
    <w:p w14:paraId="48994C5D" w14:textId="101A50D3" w:rsidR="00223D4D" w:rsidRPr="00223D4D" w:rsidRDefault="00223D4D" w:rsidP="00223D4D">
      <w:pPr>
        <w:rPr>
          <w:rFonts w:ascii="Questa Sans" w:hAnsi="Questa Sans" w:cs="Arial"/>
          <w:sz w:val="22"/>
          <w:szCs w:val="22"/>
          <w:lang w:val="en-CA"/>
        </w:rPr>
        <w:sectPr w:rsidR="00223D4D" w:rsidRPr="00223D4D" w:rsidSect="00385716">
          <w:headerReference w:type="default" r:id="rId17"/>
          <w:footerReference w:type="default" r:id="rId18"/>
          <w:headerReference w:type="first" r:id="rId19"/>
          <w:footerReference w:type="first" r:id="rId20"/>
          <w:pgSz w:w="12240" w:h="15840"/>
          <w:pgMar w:top="403" w:right="1134" w:bottom="902" w:left="1134" w:header="680" w:footer="442" w:gutter="0"/>
          <w:cols w:space="720"/>
          <w:titlePg/>
          <w:docGrid w:linePitch="360"/>
        </w:sectPr>
      </w:pPr>
    </w:p>
    <w:p w14:paraId="603E44AD" w14:textId="2E699DAA" w:rsidR="00424171" w:rsidRPr="00CE1225" w:rsidRDefault="00424171" w:rsidP="00424171">
      <w:pPr>
        <w:pStyle w:val="Heading3"/>
        <w:shd w:val="clear" w:color="auto" w:fill="auto"/>
        <w:spacing w:before="0" w:after="0"/>
        <w:jc w:val="center"/>
        <w:rPr>
          <w:rFonts w:ascii="Questa Sans" w:hAnsi="Questa Sans" w:cs="Arial"/>
          <w:sz w:val="24"/>
          <w:szCs w:val="24"/>
          <w:lang w:val="en-CA"/>
        </w:rPr>
      </w:pPr>
      <w:r w:rsidRPr="00CE1225">
        <w:rPr>
          <w:rFonts w:ascii="Questa Sans" w:hAnsi="Questa Sans" w:cs="Arial"/>
          <w:sz w:val="24"/>
          <w:szCs w:val="24"/>
          <w:lang w:val="en-CA"/>
        </w:rPr>
        <w:t>4. Mitacs Memorandum</w:t>
      </w:r>
    </w:p>
    <w:p w14:paraId="4FDD882C"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11204562" w14:textId="3F36154D"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CE1225">
        <w:rPr>
          <w:rFonts w:ascii="Questa Sans" w:eastAsia="Arial" w:hAnsi="Questa Sans" w:cs="Arial"/>
          <w:sz w:val="20"/>
          <w:szCs w:val="20"/>
        </w:rPr>
        <w:t>T</w:t>
      </w:r>
      <w:r w:rsidRPr="00CE1225">
        <w:rPr>
          <w:rFonts w:ascii="Questa Sans" w:eastAsia="Arial" w:hAnsi="Questa Sans" w:cs="Arial"/>
          <w:sz w:val="20"/>
          <w:szCs w:val="20"/>
          <w:lang w:val="en-CA"/>
        </w:rPr>
        <w:t xml:space="preserve">he participants </w:t>
      </w:r>
      <w:r w:rsidRPr="00CE1225">
        <w:rPr>
          <w:rFonts w:ascii="Questa Sans" w:eastAsia="Arial" w:hAnsi="Questa Sans" w:cs="Arial"/>
          <w:sz w:val="20"/>
          <w:szCs w:val="20"/>
        </w:rPr>
        <w:t xml:space="preserve">acknowledge that they have read, understood and agreed to abide by and uphold the Project Responsibilities applicable to each of them, available for reference at </w:t>
      </w:r>
      <w:hyperlink r:id="rId21">
        <w:r w:rsidRPr="00CE1225">
          <w:rPr>
            <w:rStyle w:val="Hyperlink"/>
            <w:rFonts w:ascii="Questa Sans" w:eastAsia="Arial" w:hAnsi="Questa Sans" w:cs="Arial"/>
            <w:sz w:val="20"/>
            <w:szCs w:val="20"/>
          </w:rPr>
          <w:t>http://www.mitacs.ca/en/programs/accelerate/project-responsibilities</w:t>
        </w:r>
      </w:hyperlink>
      <w:r w:rsidRPr="00CE1225">
        <w:rPr>
          <w:rFonts w:ascii="Questa Sans" w:eastAsia="Arial" w:hAnsi="Questa Sans" w:cs="Arial"/>
          <w:sz w:val="20"/>
          <w:szCs w:val="20"/>
        </w:rPr>
        <w:t xml:space="preserve"> </w:t>
      </w:r>
      <w:r w:rsidRPr="00CE1225">
        <w:rPr>
          <w:rFonts w:ascii="Questa Sans" w:eastAsia="Arial" w:hAnsi="Questa Sans" w:cs="Arial"/>
          <w:sz w:val="20"/>
          <w:szCs w:val="20"/>
          <w:lang w:val="en-CA"/>
        </w:rPr>
        <w:t>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799C24E" w14:textId="2CEE0159"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project completion.</w:t>
      </w:r>
    </w:p>
    <w:p w14:paraId="13629D6B" w14:textId="20C2F0E2" w:rsidR="00424171" w:rsidRPr="00CE1225" w:rsidRDefault="00424171" w:rsidP="00424171">
      <w:pPr>
        <w:spacing w:before="120" w:after="60" w:line="276" w:lineRule="auto"/>
        <w:jc w:val="both"/>
        <w:rPr>
          <w:rFonts w:ascii="Questa Sans" w:eastAsia="Arial" w:hAnsi="Questa Sans" w:cs="Arial"/>
          <w:sz w:val="20"/>
          <w:szCs w:val="20"/>
          <w:lang w:val="en-CA"/>
        </w:rPr>
      </w:pPr>
      <w:r w:rsidRPr="00E73417">
        <w:rPr>
          <w:rFonts w:ascii="Questa Sans" w:eastAsia="Arial" w:hAnsi="Questa Sans" w:cs="Arial"/>
          <w:i/>
          <w:iCs/>
          <w:sz w:val="20"/>
          <w:szCs w:val="20"/>
          <w:lang w:val="en-CA"/>
        </w:rPr>
        <w:t xml:space="preserve">For projects involving international travel: </w:t>
      </w:r>
      <w:r w:rsidRPr="00E73417">
        <w:rPr>
          <w:rFonts w:ascii="Questa Sans" w:eastAsia="Arial" w:hAnsi="Questa Sans" w:cs="Arial"/>
          <w:sz w:val="20"/>
          <w:szCs w:val="20"/>
          <w:lang w:val="en-CA"/>
        </w:rPr>
        <w:t xml:space="preserve">In acknowledging that international exposure can greatly enhance an intern’s learning and experience, Mitacs will approve international travel </w:t>
      </w:r>
      <w:proofErr w:type="gramStart"/>
      <w:r w:rsidRPr="00E73417">
        <w:rPr>
          <w:rFonts w:ascii="Questa Sans" w:eastAsia="Arial" w:hAnsi="Questa Sans" w:cs="Arial"/>
          <w:sz w:val="20"/>
          <w:szCs w:val="20"/>
          <w:lang w:val="en-CA"/>
        </w:rPr>
        <w:t>provided that</w:t>
      </w:r>
      <w:proofErr w:type="gramEnd"/>
      <w:r w:rsidRPr="00E73417">
        <w:rPr>
          <w:rFonts w:ascii="Questa Sans" w:eastAsia="Arial" w:hAnsi="Questa Sans" w:cs="Arial"/>
          <w:sz w:val="20"/>
          <w:szCs w:val="20"/>
          <w:lang w:val="en-CA"/>
        </w:rPr>
        <w:t xml:space="preserve"> participation does not impact the safety and security of the intern and meets the policies outlined by the home institution. By signing this memorandum, you are acknowledging that the home institution agrees to assist the intern in meeting all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22">
        <w:r w:rsidR="00E73417">
          <w:rPr>
            <w:rStyle w:val="Hyperlink"/>
            <w:rFonts w:ascii="Questa Sans" w:eastAsia="Arial" w:hAnsi="Questa Sans" w:cs="Arial"/>
            <w:sz w:val="20"/>
            <w:szCs w:val="20"/>
            <w:lang w:val="en-CA"/>
          </w:rPr>
          <w:t>https://www.mitacs.ca/our-programs/accelerate/</w:t>
        </w:r>
      </w:hyperlink>
      <w:r w:rsidRPr="00E73417">
        <w:rPr>
          <w:rFonts w:ascii="Questa Sans" w:eastAsia="Arial" w:hAnsi="Questa Sans" w:cs="Arial"/>
          <w:sz w:val="20"/>
          <w:szCs w:val="20"/>
          <w:lang w:val="en-CA"/>
        </w:rPr>
        <w:t xml:space="preserve">. Participants in projects involving international travel also acknowledge that the internship cannot </w:t>
      </w:r>
      <w:proofErr w:type="gramStart"/>
      <w:r w:rsidRPr="00E73417">
        <w:rPr>
          <w:rFonts w:ascii="Questa Sans" w:eastAsia="Arial" w:hAnsi="Questa Sans" w:cs="Arial"/>
          <w:sz w:val="20"/>
          <w:szCs w:val="20"/>
          <w:lang w:val="en-CA"/>
        </w:rPr>
        <w:t>begin</w:t>
      </w:r>
      <w:proofErr w:type="gramEnd"/>
      <w:r w:rsidRPr="00E73417">
        <w:rPr>
          <w:rFonts w:ascii="Questa Sans" w:eastAsia="Arial" w:hAnsi="Questa Sans" w:cs="Arial"/>
          <w:sz w:val="20"/>
          <w:szCs w:val="20"/>
          <w:lang w:val="en-CA"/>
        </w:rPr>
        <w:t xml:space="preserve"> and funds cannot be released until Mitacs receives the signed International Pre-Departure Form and Code of Conduct and Ethics forms.</w:t>
      </w:r>
    </w:p>
    <w:p w14:paraId="62AEAEA8" w14:textId="32DDAF04"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 xml:space="preserve">All parties involved with Mitacs Accelerate are bound by the standard intellectual property (IP) terms of the academic institution where the intern is enrolled; except where intellectual property is covered by separate agreements to which the academic institution(s) and the sponsor organization are parties and that are active during the dates of the internship. 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 </w:t>
      </w:r>
      <w:hyperlink r:id="rId23">
        <w:r w:rsidRPr="00CE1225">
          <w:rPr>
            <w:rStyle w:val="Hyperlink"/>
            <w:rFonts w:ascii="Questa Sans" w:eastAsia="Arial" w:hAnsi="Questa Sans" w:cs="Arial"/>
            <w:sz w:val="20"/>
            <w:szCs w:val="20"/>
            <w:lang w:val="en-CA"/>
          </w:rPr>
          <w:t>https://www.mitacs.ca/en/programs/accelerate/faq</w:t>
        </w:r>
      </w:hyperlink>
      <w:r w:rsidRPr="00CE1225">
        <w:rPr>
          <w:rFonts w:ascii="Questa Sans" w:eastAsia="Arial" w:hAnsi="Questa Sans" w:cs="Arial"/>
          <w:sz w:val="20"/>
          <w:szCs w:val="20"/>
          <w:lang w:val="en-CA"/>
        </w:rPr>
        <w:t>.</w:t>
      </w:r>
    </w:p>
    <w:p w14:paraId="62C3AE8F" w14:textId="7D9009E3"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 xml:space="preserve">The participants also agree that Mitacs will post the title of the project, the public project overview, the name of the partner organization(s), the name of the intern(s), the name of supervisor(s) and the involved academic institution on </w:t>
      </w:r>
      <w:hyperlink r:id="rId24">
        <w:r w:rsidRPr="00CE1225">
          <w:rPr>
            <w:rStyle w:val="Hyperlink"/>
            <w:rFonts w:ascii="Questa Sans" w:eastAsia="Arial" w:hAnsi="Questa Sans" w:cs="Arial"/>
            <w:sz w:val="20"/>
            <w:szCs w:val="20"/>
            <w:lang w:val="en-CA"/>
          </w:rPr>
          <w:t>www.mitacs.ca/en/projects</w:t>
        </w:r>
      </w:hyperlink>
      <w:r w:rsidRPr="00CE1225">
        <w:rPr>
          <w:rFonts w:ascii="Questa Sans" w:eastAsia="Arial" w:hAnsi="Questa Sans" w:cs="Arial"/>
          <w:sz w:val="20"/>
          <w:szCs w:val="20"/>
          <w:lang w:val="en-CA"/>
        </w:rPr>
        <w:t xml:space="preserve"> and may be used by Mitacs to publicize Mitacs Accelerate. Mitacs Privacy Policy can be found at </w:t>
      </w:r>
      <w:hyperlink r:id="rId25">
        <w:r w:rsidRPr="00CE1225">
          <w:rPr>
            <w:rStyle w:val="Hyperlink"/>
            <w:rFonts w:ascii="Questa Sans" w:eastAsia="Arial" w:hAnsi="Questa Sans" w:cs="Arial"/>
            <w:sz w:val="20"/>
            <w:szCs w:val="20"/>
            <w:lang w:val="en-CA"/>
          </w:rPr>
          <w:t>www.mitacs.ca/en/privacy-policy.</w:t>
        </w:r>
      </w:hyperlink>
    </w:p>
    <w:p w14:paraId="080C88E2" w14:textId="77777777" w:rsidR="00424171" w:rsidRDefault="00424171" w:rsidP="00424171">
      <w:pPr>
        <w:spacing w:before="120" w:after="60" w:line="276" w:lineRule="auto"/>
        <w:jc w:val="both"/>
        <w:rPr>
          <w:rFonts w:ascii="Questa Sans" w:hAnsi="Questa Sans" w:cs="Arial"/>
          <w:sz w:val="20"/>
          <w:szCs w:val="20"/>
          <w:lang w:val="en-CA"/>
        </w:rPr>
      </w:pPr>
      <w:r w:rsidRPr="00CE1225">
        <w:rPr>
          <w:rFonts w:ascii="Questa Sans" w:eastAsia="Arial" w:hAnsi="Questa Sans" w:cs="Arial"/>
          <w:sz w:val="20"/>
          <w:szCs w:val="20"/>
          <w:lang w:val="en-CA"/>
        </w:rPr>
        <w:t>Mitacs does not require, inspect, or enforce any additional terms as outlined by participants in the above addendum.</w:t>
      </w:r>
      <w:r w:rsidRPr="00CE1225">
        <w:rPr>
          <w:rFonts w:ascii="Questa Sans" w:hAnsi="Questa Sans" w:cs="Arial"/>
          <w:sz w:val="20"/>
          <w:szCs w:val="20"/>
          <w:lang w:val="en-CA"/>
        </w:rPr>
        <w:t xml:space="preserve"> </w:t>
      </w:r>
    </w:p>
    <w:p w14:paraId="4E4DDE8E" w14:textId="77777777" w:rsidR="00424171" w:rsidRPr="00CE1225" w:rsidRDefault="00424171" w:rsidP="00424171">
      <w:pPr>
        <w:spacing w:before="120" w:line="276" w:lineRule="auto"/>
        <w:ind w:right="-360"/>
        <w:jc w:val="both"/>
        <w:rPr>
          <w:rFonts w:ascii="Questa Sans" w:hAnsi="Questa Sans" w:cs="Arial"/>
          <w:b/>
          <w:bCs/>
          <w:sz w:val="20"/>
          <w:szCs w:val="20"/>
          <w:lang w:val="en-CA"/>
        </w:rPr>
      </w:pPr>
    </w:p>
    <w:p w14:paraId="29EEC246" w14:textId="49F9B8AC" w:rsidR="001F0540" w:rsidRPr="00724D30" w:rsidRDefault="00424171" w:rsidP="00724D30">
      <w:pPr>
        <w:pBdr>
          <w:right w:val="single" w:sz="2" w:space="4" w:color="808080" w:themeColor="background1" w:themeShade="80"/>
        </w:pBdr>
        <w:tabs>
          <w:tab w:val="left" w:pos="601"/>
        </w:tabs>
        <w:ind w:left="34" w:right="-108"/>
        <w:rPr>
          <w:rFonts w:ascii="Questa Sans" w:hAnsi="Questa Sans" w:cs="Arial"/>
          <w:sz w:val="22"/>
          <w:szCs w:val="22"/>
          <w:lang w:val="en-CA"/>
        </w:rPr>
      </w:pPr>
      <w:r w:rsidRPr="00FF004B">
        <w:rPr>
          <w:rFonts w:ascii="Questa Sans" w:hAnsi="Questa Sans" w:cs="Arial"/>
          <w:b/>
          <w:sz w:val="22"/>
          <w:szCs w:val="22"/>
          <w:lang w:val="en-CA"/>
        </w:rPr>
        <w:t xml:space="preserve">4.1. </w:t>
      </w:r>
      <w:r w:rsidR="00CB6389" w:rsidRPr="00FF004B">
        <w:rPr>
          <w:rFonts w:ascii="Questa Sans" w:hAnsi="Questa Sans" w:cs="Arial"/>
          <w:b/>
          <w:sz w:val="22"/>
          <w:szCs w:val="22"/>
          <w:lang w:val="en-CA"/>
        </w:rPr>
        <w:t>T</w:t>
      </w:r>
      <w:r w:rsidR="001F0540" w:rsidRPr="00FF004B">
        <w:rPr>
          <w:rFonts w:ascii="Questa Sans" w:hAnsi="Questa Sans" w:cs="Arial"/>
          <w:b/>
          <w:sz w:val="22"/>
          <w:szCs w:val="22"/>
          <w:lang w:val="en-CA"/>
        </w:rPr>
        <w:t>itle of the project</w:t>
      </w:r>
      <w:r w:rsidR="00165EE7" w:rsidRPr="00FF004B">
        <w:rPr>
          <w:rFonts w:ascii="Questa Sans" w:hAnsi="Questa Sans" w:cs="Arial"/>
          <w:b/>
          <w:sz w:val="22"/>
          <w:szCs w:val="22"/>
          <w:lang w:val="en-CA"/>
        </w:rPr>
        <w:t>:</w:t>
      </w:r>
      <w:r w:rsidR="00894948">
        <w:rPr>
          <w:rFonts w:ascii="Questa Sans" w:hAnsi="Questa Sans" w:cs="Arial"/>
          <w:b/>
          <w:sz w:val="22"/>
          <w:szCs w:val="22"/>
          <w:lang w:val="en-CA"/>
        </w:rPr>
        <w:t xml:space="preserve"> </w:t>
      </w:r>
      <w:sdt>
        <w:sdtPr>
          <w:rPr>
            <w:rStyle w:val="Style16"/>
          </w:rPr>
          <w:id w:val="-2042347853"/>
          <w:placeholder>
            <w:docPart w:val="EBA0965938E74A9A86B15FE411CB16EB"/>
          </w:placeholder>
          <w:showingPlcHdr/>
          <w15:color w:val="99CCFF"/>
        </w:sdtPr>
        <w:sdtEndPr>
          <w:rPr>
            <w:rStyle w:val="DefaultParagraphFont"/>
            <w:rFonts w:ascii="Arial" w:hAnsi="Arial" w:cs="Arial"/>
            <w:sz w:val="24"/>
            <w:szCs w:val="22"/>
            <w:lang w:val="en-CA"/>
          </w:rPr>
        </w:sdtEndPr>
        <w:sdtContent>
          <w:r w:rsidR="00724D30">
            <w:rPr>
              <w:rFonts w:ascii="Questa Sans" w:hAnsi="Questa Sans" w:cs="Arial"/>
              <w:sz w:val="22"/>
              <w:szCs w:val="22"/>
              <w:lang w:val="en-CA"/>
            </w:rPr>
            <w:t xml:space="preserve">                                                       </w:t>
          </w:r>
        </w:sdtContent>
      </w:sdt>
    </w:p>
    <w:p w14:paraId="32405D8A" w14:textId="791B38C7" w:rsidR="00CB6389" w:rsidRPr="00FF004B" w:rsidRDefault="00CB6389" w:rsidP="00424171">
      <w:pPr>
        <w:tabs>
          <w:tab w:val="left" w:pos="-360"/>
        </w:tabs>
        <w:ind w:left="-270" w:right="-360"/>
        <w:jc w:val="both"/>
        <w:rPr>
          <w:rFonts w:ascii="Questa Sans" w:hAnsi="Questa Sans" w:cs="Arial"/>
          <w:bCs/>
          <w:sz w:val="22"/>
          <w:szCs w:val="22"/>
          <w:lang w:val="en-CA"/>
        </w:rPr>
      </w:pPr>
      <w:r w:rsidRPr="00FF004B">
        <w:rPr>
          <w:rFonts w:ascii="Questa Sans" w:hAnsi="Questa Sans" w:cs="Arial"/>
          <w:b/>
          <w:sz w:val="22"/>
          <w:szCs w:val="22"/>
          <w:lang w:val="en-CA"/>
        </w:rPr>
        <w:tab/>
      </w:r>
      <w:r w:rsidR="00707907" w:rsidRPr="00FF004B">
        <w:rPr>
          <w:rFonts w:ascii="Questa Sans" w:hAnsi="Questa Sans" w:cs="Arial"/>
          <w:bCs/>
          <w:color w:val="808080" w:themeColor="background1" w:themeShade="80"/>
          <w:sz w:val="22"/>
          <w:szCs w:val="22"/>
          <w:lang w:val="en-CA"/>
        </w:rPr>
        <w:t>(from the original proposal)</w:t>
      </w:r>
    </w:p>
    <w:p w14:paraId="5685B442" w14:textId="77777777" w:rsidR="001F0540" w:rsidRPr="00FF004B" w:rsidRDefault="001F0540" w:rsidP="00424171">
      <w:pPr>
        <w:tabs>
          <w:tab w:val="left" w:pos="-360"/>
        </w:tabs>
        <w:ind w:left="-270" w:right="-360"/>
        <w:jc w:val="both"/>
        <w:rPr>
          <w:rFonts w:ascii="Questa Sans" w:hAnsi="Questa Sans" w:cs="Arial"/>
          <w:b/>
          <w:sz w:val="22"/>
          <w:szCs w:val="22"/>
          <w:lang w:val="en-CA"/>
        </w:rPr>
      </w:pPr>
    </w:p>
    <w:p w14:paraId="1C5FC93A" w14:textId="5393E618" w:rsidR="00424171" w:rsidRPr="00FF004B" w:rsidRDefault="001F0540" w:rsidP="00424171">
      <w:pPr>
        <w:tabs>
          <w:tab w:val="left" w:pos="-360"/>
        </w:tabs>
        <w:ind w:left="-270" w:right="-360"/>
        <w:jc w:val="both"/>
        <w:rPr>
          <w:rFonts w:ascii="Questa Sans" w:hAnsi="Questa Sans" w:cs="Arial"/>
          <w:b/>
          <w:sz w:val="22"/>
          <w:szCs w:val="22"/>
          <w:lang w:val="en-CA"/>
        </w:rPr>
      </w:pPr>
      <w:r w:rsidRPr="00FF004B">
        <w:rPr>
          <w:rFonts w:ascii="Questa Sans" w:hAnsi="Questa Sans" w:cs="Arial"/>
          <w:b/>
          <w:sz w:val="22"/>
          <w:szCs w:val="22"/>
          <w:lang w:val="en-CA"/>
        </w:rPr>
        <w:t xml:space="preserve">4.2. </w:t>
      </w:r>
      <w:r w:rsidR="00424171" w:rsidRPr="00FF004B">
        <w:rPr>
          <w:rFonts w:ascii="Questa Sans" w:hAnsi="Questa Sans" w:cs="Arial"/>
          <w:b/>
          <w:sz w:val="22"/>
          <w:szCs w:val="22"/>
          <w:lang w:val="en-CA"/>
        </w:rPr>
        <w:t>Participant Signatures</w:t>
      </w:r>
      <w:r w:rsidR="00424171" w:rsidRPr="00FF004B">
        <w:rPr>
          <w:rFonts w:ascii="Questa Sans" w:hAnsi="Questa Sans" w:cs="Arial"/>
          <w:b/>
          <w:color w:val="C00000"/>
          <w:sz w:val="22"/>
          <w:szCs w:val="22"/>
          <w:lang w:val="en-CA"/>
        </w:rPr>
        <w:t>*</w:t>
      </w:r>
    </w:p>
    <w:p w14:paraId="21B76F2B" w14:textId="68B2E255" w:rsidR="00424171" w:rsidRPr="00CE1225" w:rsidRDefault="00BB1897" w:rsidP="00424171">
      <w:pPr>
        <w:spacing w:line="276" w:lineRule="auto"/>
        <w:contextualSpacing/>
        <w:rPr>
          <w:rFonts w:ascii="Questa Sans" w:hAnsi="Questa Sans" w:cs="Arial"/>
          <w:bCs/>
          <w:sz w:val="22"/>
          <w:szCs w:val="22"/>
          <w:lang w:val="en-CA"/>
        </w:rPr>
      </w:pPr>
      <w:r w:rsidRPr="00FF004B">
        <w:rPr>
          <w:rFonts w:ascii="Questa Sans" w:hAnsi="Questa Sans" w:cs="Arial"/>
          <w:bCs/>
          <w:color w:val="808080" w:themeColor="background1" w:themeShade="80"/>
          <w:sz w:val="22"/>
          <w:szCs w:val="22"/>
          <w:lang w:val="en-CA"/>
        </w:rPr>
        <w:t>(</w:t>
      </w:r>
      <w:r w:rsidR="00AB0B5D" w:rsidRPr="00FF004B">
        <w:rPr>
          <w:rFonts w:ascii="Questa Sans" w:hAnsi="Questa Sans" w:cs="Arial"/>
          <w:bCs/>
          <w:color w:val="808080" w:themeColor="background1" w:themeShade="80"/>
          <w:sz w:val="22"/>
          <w:szCs w:val="22"/>
          <w:lang w:val="en-CA"/>
        </w:rPr>
        <w:t>Physica</w:t>
      </w:r>
      <w:r w:rsidR="008B5670" w:rsidRPr="00FF004B">
        <w:rPr>
          <w:rFonts w:ascii="Questa Sans" w:hAnsi="Questa Sans" w:cs="Arial"/>
          <w:bCs/>
          <w:color w:val="808080" w:themeColor="background1" w:themeShade="80"/>
          <w:sz w:val="22"/>
          <w:szCs w:val="22"/>
          <w:lang w:val="en-CA"/>
        </w:rPr>
        <w:t>l</w:t>
      </w:r>
      <w:r w:rsidR="00AB0B5D" w:rsidRPr="00FF004B">
        <w:rPr>
          <w:rFonts w:ascii="Questa Sans" w:hAnsi="Questa Sans" w:cs="Arial"/>
          <w:bCs/>
          <w:color w:val="808080" w:themeColor="background1" w:themeShade="80"/>
          <w:sz w:val="22"/>
          <w:szCs w:val="22"/>
          <w:lang w:val="en-CA"/>
        </w:rPr>
        <w:t>, e-signatures, images</w:t>
      </w:r>
      <w:r w:rsidR="008B5670" w:rsidRPr="00FF004B">
        <w:rPr>
          <w:rFonts w:ascii="Questa Sans" w:hAnsi="Questa Sans" w:cs="Arial"/>
          <w:bCs/>
          <w:color w:val="808080" w:themeColor="background1" w:themeShade="80"/>
          <w:sz w:val="22"/>
          <w:szCs w:val="22"/>
          <w:lang w:val="en-CA"/>
        </w:rPr>
        <w:t xml:space="preserve"> should limit to the box provided</w:t>
      </w:r>
      <w:r w:rsidRPr="00FF004B">
        <w:rPr>
          <w:rFonts w:ascii="Questa Sans" w:hAnsi="Questa Sans" w:cs="Arial"/>
          <w:bCs/>
          <w:color w:val="808080" w:themeColor="background1" w:themeShade="80"/>
          <w:sz w:val="22"/>
          <w:szCs w:val="22"/>
          <w:lang w:val="en-CA"/>
        </w:rPr>
        <w:t>)</w:t>
      </w:r>
    </w:p>
    <w:p w14:paraId="153087D6" w14:textId="60E10CDE" w:rsidR="00424171" w:rsidRPr="00CE1225" w:rsidRDefault="00424171" w:rsidP="00424171">
      <w:pPr>
        <w:spacing w:line="276" w:lineRule="auto"/>
        <w:contextualSpacing/>
        <w:rPr>
          <w:rFonts w:ascii="Questa Sans" w:hAnsi="Questa Sans" w:cs="Arial"/>
          <w:b/>
          <w:sz w:val="22"/>
          <w:szCs w:val="22"/>
          <w:lang w:val="en-CA"/>
        </w:rPr>
      </w:pPr>
      <w:r w:rsidRPr="00CE1225">
        <w:rPr>
          <w:rFonts w:ascii="Questa Sans" w:hAnsi="Questa Sans" w:cs="Arial"/>
          <w:b/>
          <w:sz w:val="22"/>
          <w:szCs w:val="22"/>
          <w:lang w:val="en-CA"/>
        </w:rPr>
        <w:t>4.</w:t>
      </w:r>
      <w:r w:rsidR="00676125">
        <w:rPr>
          <w:rFonts w:ascii="Questa Sans" w:hAnsi="Questa Sans" w:cs="Arial"/>
          <w:b/>
          <w:sz w:val="22"/>
          <w:szCs w:val="22"/>
          <w:lang w:val="en-CA"/>
        </w:rPr>
        <w:t>2</w:t>
      </w:r>
      <w:r w:rsidRPr="00CE1225">
        <w:rPr>
          <w:rFonts w:ascii="Questa Sans" w:hAnsi="Questa Sans" w:cs="Arial"/>
          <w:b/>
          <w:sz w:val="22"/>
          <w:szCs w:val="22"/>
          <w:lang w:val="en-CA"/>
        </w:rPr>
        <w:t xml:space="preserve">.1. Intern: </w:t>
      </w: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424171" w:rsidRPr="00CE1225" w14:paraId="7B27E6AB" w14:textId="77777777" w:rsidTr="00096B24">
        <w:trPr>
          <w:trHeight w:val="454"/>
        </w:trPr>
        <w:tc>
          <w:tcPr>
            <w:tcW w:w="783" w:type="pct"/>
            <w:vAlign w:val="center"/>
          </w:tcPr>
          <w:p w14:paraId="01D7CD99" w14:textId="77777777" w:rsidR="00424171" w:rsidRPr="00CE1225" w:rsidRDefault="00424171" w:rsidP="00D942BF">
            <w:pPr>
              <w:spacing w:line="276" w:lineRule="auto"/>
              <w:contextualSpacing/>
              <w:jc w:val="right"/>
              <w:rPr>
                <w:rFonts w:ascii="Questa Sans" w:hAnsi="Questa Sans" w:cs="Arial"/>
                <w:sz w:val="20"/>
                <w:szCs w:val="20"/>
                <w:lang w:val="en-CA"/>
              </w:rPr>
            </w:pPr>
            <w:r w:rsidRPr="00CE1225">
              <w:rPr>
                <w:rFonts w:ascii="Questa Sans" w:hAnsi="Questa Sans" w:cs="Arial"/>
                <w:sz w:val="20"/>
                <w:szCs w:val="20"/>
                <w:lang w:val="en-CA"/>
              </w:rPr>
              <w:t>Name:</w:t>
            </w:r>
          </w:p>
        </w:tc>
        <w:tc>
          <w:tcPr>
            <w:tcW w:w="4217" w:type="pct"/>
            <w:gridSpan w:val="2"/>
            <w:vAlign w:val="center"/>
          </w:tcPr>
          <w:sdt>
            <w:sdtPr>
              <w:rPr>
                <w:rStyle w:val="Style15"/>
              </w:rPr>
              <w:id w:val="1471633245"/>
              <w:placeholder>
                <w:docPart w:val="1C64F85E627444C2B039EED14EECABB1"/>
              </w:placeholder>
              <w:showingPlcHdr/>
              <w15:color w:val="99CCFF"/>
            </w:sdtPr>
            <w:sdtEndPr>
              <w:rPr>
                <w:rStyle w:val="DefaultParagraphFont"/>
                <w:rFonts w:ascii="Arial" w:hAnsi="Arial" w:cs="Arial"/>
                <w:sz w:val="24"/>
                <w:szCs w:val="20"/>
                <w:lang w:val="en-CA"/>
              </w:rPr>
            </w:sdtEndPr>
            <w:sdtContent>
              <w:p w14:paraId="4EF72A8B" w14:textId="0F98F6EE" w:rsidR="00424171"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424171" w:rsidRPr="00CE1225" w14:paraId="20D9C6B6" w14:textId="77777777" w:rsidTr="00096B24">
        <w:trPr>
          <w:trHeight w:val="454"/>
        </w:trPr>
        <w:tc>
          <w:tcPr>
            <w:tcW w:w="783" w:type="pct"/>
            <w:vAlign w:val="center"/>
          </w:tcPr>
          <w:p w14:paraId="44C92C9A" w14:textId="77777777" w:rsidR="00424171" w:rsidRPr="00CE1225" w:rsidRDefault="00424171" w:rsidP="00D942BF">
            <w:pPr>
              <w:spacing w:line="276" w:lineRule="auto"/>
              <w:contextualSpacing/>
              <w:jc w:val="right"/>
              <w:rPr>
                <w:rFonts w:ascii="Questa Sans" w:hAnsi="Questa Sans" w:cs="Arial"/>
                <w:sz w:val="20"/>
                <w:szCs w:val="20"/>
                <w:lang w:val="en-CA"/>
              </w:rPr>
            </w:pPr>
          </w:p>
        </w:tc>
        <w:tc>
          <w:tcPr>
            <w:tcW w:w="4217" w:type="pct"/>
            <w:gridSpan w:val="2"/>
            <w:vAlign w:val="center"/>
          </w:tcPr>
          <w:p w14:paraId="74C0DACC" w14:textId="77777777" w:rsidR="00424171" w:rsidRPr="00CE1225" w:rsidRDefault="00424171" w:rsidP="00D942BF">
            <w:pPr>
              <w:spacing w:line="276" w:lineRule="auto"/>
              <w:contextualSpacing/>
              <w:rPr>
                <w:rFonts w:ascii="Questa Sans" w:hAnsi="Questa Sans" w:cs="Arial"/>
                <w:sz w:val="20"/>
                <w:szCs w:val="20"/>
                <w:lang w:val="en-CA"/>
              </w:rPr>
            </w:pPr>
            <w:r w:rsidRPr="00CE1225">
              <w:rPr>
                <w:rFonts w:ascii="Questa Sans" w:hAnsi="Questa Sans" w:cs="Arial"/>
                <w:sz w:val="20"/>
                <w:szCs w:val="20"/>
                <w:lang w:val="en-CA"/>
              </w:rPr>
              <w:t>For interns participating in the Indigenous Pathways program:</w:t>
            </w:r>
          </w:p>
          <w:p w14:paraId="2596AF8F" w14:textId="6F3DD3FE" w:rsidR="00424171" w:rsidRPr="00CE1225" w:rsidRDefault="00424171" w:rsidP="00D942BF">
            <w:pPr>
              <w:spacing w:line="276" w:lineRule="auto"/>
              <w:contextualSpacing/>
              <w:rPr>
                <w:rFonts w:ascii="Questa Sans" w:hAnsi="Questa Sans" w:cs="Arial"/>
                <w:bCs/>
                <w:sz w:val="20"/>
                <w:szCs w:val="20"/>
                <w:lang w:val="en-CA"/>
              </w:rPr>
            </w:pPr>
            <w:r w:rsidRPr="00CE1225">
              <w:rPr>
                <w:rFonts w:ascii="Questa Sans" w:hAnsi="Questa Sans" w:cs="Arial"/>
                <w:sz w:val="20"/>
                <w:szCs w:val="20"/>
                <w:lang w:val="en-CA"/>
              </w:rPr>
              <w:t xml:space="preserve"> [</w:t>
            </w:r>
            <w:sdt>
              <w:sdtPr>
                <w:rPr>
                  <w:rFonts w:ascii="Questa Sans" w:hAnsi="Questa Sans" w:cs="Arial"/>
                  <w:sz w:val="20"/>
                  <w:szCs w:val="20"/>
                  <w:lang w:val="en-CA"/>
                </w:rPr>
                <w:id w:val="1727567243"/>
                <w15:color w:val="99CCFF"/>
                <w14:checkbox>
                  <w14:checked w14:val="0"/>
                  <w14:checkedState w14:val="2612" w14:font="MS Gothic"/>
                  <w14:uncheckedState w14:val="2610" w14:font="MS Gothic"/>
                </w14:checkbox>
              </w:sdtPr>
              <w:sdtEndPr/>
              <w:sdtContent>
                <w:r w:rsidR="005A0970">
                  <w:rPr>
                    <w:rFonts w:ascii="MS Gothic" w:eastAsia="MS Gothic" w:hAnsi="MS Gothic" w:cs="Arial" w:hint="eastAsia"/>
                    <w:sz w:val="20"/>
                    <w:szCs w:val="20"/>
                    <w:lang w:val="en-CA"/>
                  </w:rPr>
                  <w:t>☐</w:t>
                </w:r>
              </w:sdtContent>
            </w:sdt>
            <w:r w:rsidRPr="00CE1225">
              <w:rPr>
                <w:rFonts w:ascii="Questa Sans" w:hAnsi="Questa Sans" w:cs="Arial"/>
                <w:sz w:val="20"/>
                <w:szCs w:val="20"/>
                <w:lang w:val="en-CA"/>
              </w:rPr>
              <w:t>] The intern self-identifies as an Indigenous person.</w:t>
            </w:r>
          </w:p>
        </w:tc>
      </w:tr>
      <w:tr w:rsidR="00047890" w:rsidRPr="00681725" w14:paraId="2C2AB92B" w14:textId="77777777" w:rsidTr="00096B24">
        <w:trPr>
          <w:trHeight w:val="454"/>
        </w:trPr>
        <w:tc>
          <w:tcPr>
            <w:tcW w:w="783" w:type="pct"/>
            <w:vAlign w:val="center"/>
          </w:tcPr>
          <w:p w14:paraId="49C5A4A4" w14:textId="77777777" w:rsidR="00047890" w:rsidRPr="00681725" w:rsidRDefault="00047890">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w:t>
            </w:r>
          </w:p>
        </w:tc>
        <w:tc>
          <w:tcPr>
            <w:tcW w:w="2208" w:type="pct"/>
            <w:vAlign w:val="center"/>
          </w:tcPr>
          <w:sdt>
            <w:sdtPr>
              <w:rPr>
                <w:rStyle w:val="Style15"/>
              </w:rPr>
              <w:id w:val="-983772542"/>
              <w:placeholder>
                <w:docPart w:val="ED54DDD59A194DC0B6144B823CDDAA23"/>
              </w:placeholder>
              <w:showingPlcHdr/>
              <w15:color w:val="99CCFF"/>
            </w:sdtPr>
            <w:sdtEndPr>
              <w:rPr>
                <w:rStyle w:val="DefaultParagraphFont"/>
                <w:rFonts w:ascii="Arial" w:hAnsi="Arial" w:cs="Arial"/>
                <w:sz w:val="24"/>
                <w:szCs w:val="20"/>
                <w:lang w:val="en-CA"/>
              </w:rPr>
            </w:sdtEndPr>
            <w:sdtContent>
              <w:p w14:paraId="3E4A03F7" w14:textId="1492C5EA"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10" w:type="pct"/>
            <w:vAlign w:val="center"/>
          </w:tcPr>
          <w:p w14:paraId="3886F326" w14:textId="7A904C13" w:rsidR="00047890" w:rsidRPr="00AA74F5" w:rsidRDefault="00047890"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664210227"/>
                <w:placeholder>
                  <w:docPart w:val="FB568CD412724E9D8B9C98E64B55300E"/>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5715BCB8" w14:textId="77777777" w:rsidR="00424171" w:rsidRPr="00CE1225" w:rsidRDefault="00424171" w:rsidP="00424171">
      <w:pPr>
        <w:spacing w:line="276" w:lineRule="auto"/>
        <w:contextualSpacing/>
        <w:rPr>
          <w:rFonts w:ascii="Questa Sans" w:hAnsi="Questa Sans" w:cs="Arial"/>
          <w:bCs/>
          <w:sz w:val="22"/>
          <w:szCs w:val="22"/>
          <w:lang w:val="en-CA"/>
        </w:rPr>
      </w:pPr>
    </w:p>
    <w:p w14:paraId="77F5CF15" w14:textId="7E307B96"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4.</w:t>
      </w:r>
      <w:r w:rsidR="00676125">
        <w:rPr>
          <w:rFonts w:ascii="Questa Sans" w:hAnsi="Questa Sans" w:cs="Arial"/>
          <w:b/>
          <w:bCs/>
          <w:sz w:val="22"/>
          <w:szCs w:val="22"/>
          <w:lang w:val="en-CA"/>
        </w:rPr>
        <w:t>2</w:t>
      </w:r>
      <w:r w:rsidRPr="00CE1225">
        <w:rPr>
          <w:rFonts w:ascii="Questa Sans" w:hAnsi="Questa Sans" w:cs="Arial"/>
          <w:b/>
          <w:bCs/>
          <w:sz w:val="22"/>
          <w:szCs w:val="22"/>
          <w:lang w:val="en-CA"/>
        </w:rPr>
        <w:t xml:space="preserve">.2. Academic supervisor: </w:t>
      </w: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424171" w:rsidRPr="00CE1225" w14:paraId="6CA41B83" w14:textId="77777777" w:rsidTr="009C331F">
        <w:trPr>
          <w:trHeight w:val="454"/>
        </w:trPr>
        <w:tc>
          <w:tcPr>
            <w:tcW w:w="783" w:type="pct"/>
            <w:vAlign w:val="center"/>
          </w:tcPr>
          <w:p w14:paraId="2C165C94" w14:textId="77777777" w:rsidR="00424171" w:rsidRPr="00CE1225" w:rsidRDefault="00424171" w:rsidP="00D942BF">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17" w:type="pct"/>
            <w:gridSpan w:val="2"/>
            <w:vAlign w:val="center"/>
          </w:tcPr>
          <w:sdt>
            <w:sdtPr>
              <w:rPr>
                <w:rStyle w:val="Style15"/>
              </w:rPr>
              <w:id w:val="2139987045"/>
              <w:placeholder>
                <w:docPart w:val="B7DD091DE2E04443BDA2C035C1184AA3"/>
              </w:placeholder>
              <w:showingPlcHdr/>
              <w15:color w:val="99CCFF"/>
            </w:sdtPr>
            <w:sdtEndPr>
              <w:rPr>
                <w:rStyle w:val="DefaultParagraphFont"/>
                <w:rFonts w:ascii="Arial" w:hAnsi="Arial" w:cs="Arial"/>
                <w:sz w:val="24"/>
                <w:szCs w:val="20"/>
                <w:lang w:val="en-CA"/>
              </w:rPr>
            </w:sdtEndPr>
            <w:sdtContent>
              <w:p w14:paraId="70EA6EA8" w14:textId="702B4B79" w:rsidR="00424171"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9C331F" w:rsidRPr="00681725" w14:paraId="7E4D5A18" w14:textId="77777777" w:rsidTr="009C331F">
        <w:trPr>
          <w:trHeight w:val="454"/>
        </w:trPr>
        <w:tc>
          <w:tcPr>
            <w:tcW w:w="783" w:type="pct"/>
            <w:vAlign w:val="center"/>
          </w:tcPr>
          <w:p w14:paraId="5B7AAC48" w14:textId="77777777" w:rsidR="009C331F" w:rsidRPr="00681725" w:rsidRDefault="009C331F">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w:t>
            </w:r>
          </w:p>
        </w:tc>
        <w:tc>
          <w:tcPr>
            <w:tcW w:w="2208" w:type="pct"/>
            <w:vAlign w:val="center"/>
          </w:tcPr>
          <w:sdt>
            <w:sdtPr>
              <w:rPr>
                <w:rStyle w:val="Style15"/>
              </w:rPr>
              <w:id w:val="627907629"/>
              <w:placeholder>
                <w:docPart w:val="F6F9177BC60B45FE931A2C0371663C4B"/>
              </w:placeholder>
              <w:showingPlcHdr/>
              <w15:color w:val="99CCFF"/>
            </w:sdtPr>
            <w:sdtEndPr>
              <w:rPr>
                <w:rStyle w:val="DefaultParagraphFont"/>
                <w:rFonts w:ascii="Arial" w:hAnsi="Arial" w:cs="Arial"/>
                <w:sz w:val="24"/>
                <w:szCs w:val="20"/>
                <w:lang w:val="en-CA"/>
              </w:rPr>
            </w:sdtEndPr>
            <w:sdtContent>
              <w:p w14:paraId="0C302E63" w14:textId="319E6D05"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09" w:type="pct"/>
            <w:vAlign w:val="center"/>
          </w:tcPr>
          <w:p w14:paraId="2F70327B" w14:textId="57F77ED2" w:rsidR="009C331F" w:rsidRPr="00AA74F5" w:rsidRDefault="009C331F"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1633590340"/>
                <w:placeholder>
                  <w:docPart w:val="BA34CF5EFE2F4778AFCC1B4C9CAD5CEE"/>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4594D970" w14:textId="77777777" w:rsidR="00424171" w:rsidRPr="00CE1225" w:rsidRDefault="00424171" w:rsidP="00424171">
      <w:pPr>
        <w:spacing w:line="276" w:lineRule="auto"/>
        <w:contextualSpacing/>
        <w:rPr>
          <w:rFonts w:ascii="Questa Sans" w:hAnsi="Questa Sans" w:cs="Arial"/>
          <w:bCs/>
          <w:sz w:val="22"/>
          <w:szCs w:val="22"/>
          <w:lang w:val="en-CA"/>
        </w:rPr>
      </w:pPr>
    </w:p>
    <w:p w14:paraId="7A667247" w14:textId="5F87BD84"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4.</w:t>
      </w:r>
      <w:r w:rsidR="00676125">
        <w:rPr>
          <w:rFonts w:ascii="Questa Sans" w:hAnsi="Questa Sans" w:cs="Arial"/>
          <w:b/>
          <w:bCs/>
          <w:sz w:val="22"/>
          <w:szCs w:val="22"/>
          <w:lang w:val="en-CA"/>
        </w:rPr>
        <w:t>2</w:t>
      </w:r>
      <w:r w:rsidRPr="00CE1225">
        <w:rPr>
          <w:rFonts w:ascii="Questa Sans" w:hAnsi="Questa Sans" w:cs="Arial"/>
          <w:b/>
          <w:bCs/>
          <w:sz w:val="22"/>
          <w:szCs w:val="22"/>
          <w:lang w:val="en-CA"/>
        </w:rPr>
        <w:t xml:space="preserve">.3. </w:t>
      </w:r>
      <w:r>
        <w:rPr>
          <w:rFonts w:ascii="Questa Sans" w:hAnsi="Questa Sans" w:cs="Arial"/>
          <w:b/>
          <w:bCs/>
          <w:sz w:val="22"/>
          <w:szCs w:val="22"/>
          <w:lang w:val="en-CA"/>
        </w:rPr>
        <w:t>Organization Sponsor</w:t>
      </w:r>
      <w:r w:rsidRPr="00CE1225">
        <w:rPr>
          <w:rFonts w:ascii="Questa Sans" w:hAnsi="Questa Sans" w:cs="Arial"/>
          <w:b/>
          <w:bCs/>
          <w:sz w:val="22"/>
          <w:szCs w:val="22"/>
          <w:lang w:val="en-CA"/>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4"/>
        <w:gridCol w:w="4401"/>
        <w:gridCol w:w="4007"/>
      </w:tblGrid>
      <w:tr w:rsidR="00EF1E85" w:rsidRPr="00A620B1" w14:paraId="381E280C" w14:textId="77777777">
        <w:trPr>
          <w:trHeight w:val="454"/>
        </w:trPr>
        <w:tc>
          <w:tcPr>
            <w:tcW w:w="780" w:type="pct"/>
            <w:vAlign w:val="center"/>
          </w:tcPr>
          <w:p w14:paraId="50EBF0E3" w14:textId="322BC646" w:rsidR="00EF1E85" w:rsidRPr="00681725" w:rsidRDefault="00023896">
            <w:pPr>
              <w:spacing w:line="276" w:lineRule="auto"/>
              <w:contextualSpacing/>
              <w:jc w:val="right"/>
              <w:rPr>
                <w:rFonts w:ascii="Questa Sans" w:hAnsi="Questa Sans" w:cs="Arial"/>
                <w:bCs/>
                <w:sz w:val="20"/>
                <w:szCs w:val="20"/>
              </w:rPr>
            </w:pPr>
            <w:r w:rsidRPr="00CE1225">
              <w:rPr>
                <w:rFonts w:ascii="Questa Sans" w:hAnsi="Questa Sans" w:cs="Arial"/>
                <w:bCs/>
                <w:sz w:val="20"/>
                <w:szCs w:val="20"/>
                <w:lang w:val="en-CA"/>
              </w:rPr>
              <w:t>Name:</w:t>
            </w:r>
          </w:p>
        </w:tc>
        <w:tc>
          <w:tcPr>
            <w:tcW w:w="4220" w:type="pct"/>
            <w:gridSpan w:val="2"/>
            <w:vAlign w:val="center"/>
          </w:tcPr>
          <w:sdt>
            <w:sdtPr>
              <w:rPr>
                <w:rStyle w:val="Style15"/>
              </w:rPr>
              <w:id w:val="-1313556583"/>
              <w:placeholder>
                <w:docPart w:val="ABEE2963514447FF940CA8CCF46EFA78"/>
              </w:placeholder>
              <w:showingPlcHdr/>
              <w15:color w:val="99CCFF"/>
            </w:sdtPr>
            <w:sdtEndPr>
              <w:rPr>
                <w:rStyle w:val="DefaultParagraphFont"/>
                <w:rFonts w:ascii="Arial" w:hAnsi="Arial" w:cs="Arial"/>
                <w:sz w:val="24"/>
                <w:szCs w:val="20"/>
                <w:lang w:val="en-CA"/>
              </w:rPr>
            </w:sdtEndPr>
            <w:sdtContent>
              <w:p w14:paraId="06850504" w14:textId="25193366" w:rsidR="00EF1E85"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EF1E85" w:rsidRPr="00A620B1" w14:paraId="068E0CA0" w14:textId="77777777">
        <w:trPr>
          <w:trHeight w:val="454"/>
        </w:trPr>
        <w:tc>
          <w:tcPr>
            <w:tcW w:w="780" w:type="pct"/>
            <w:vAlign w:val="center"/>
          </w:tcPr>
          <w:p w14:paraId="77F313AC" w14:textId="1CD32219" w:rsidR="00EF1E85" w:rsidRPr="00681725" w:rsidRDefault="00023896">
            <w:pPr>
              <w:spacing w:line="276" w:lineRule="auto"/>
              <w:contextualSpacing/>
              <w:jc w:val="right"/>
              <w:rPr>
                <w:rFonts w:ascii="Questa Sans" w:hAnsi="Questa Sans" w:cs="Arial"/>
                <w:bCs/>
                <w:sz w:val="20"/>
                <w:szCs w:val="20"/>
              </w:rPr>
            </w:pPr>
            <w:r w:rsidRPr="00023896">
              <w:rPr>
                <w:rFonts w:ascii="Questa Sans" w:hAnsi="Questa Sans"/>
                <w:sz w:val="20"/>
                <w:szCs w:val="20"/>
              </w:rPr>
              <w:t>Organization Legal Name:</w:t>
            </w:r>
          </w:p>
        </w:tc>
        <w:tc>
          <w:tcPr>
            <w:tcW w:w="4220" w:type="pct"/>
            <w:gridSpan w:val="2"/>
            <w:vAlign w:val="center"/>
          </w:tcPr>
          <w:sdt>
            <w:sdtPr>
              <w:rPr>
                <w:rStyle w:val="Style15"/>
              </w:rPr>
              <w:id w:val="-891892019"/>
              <w:placeholder>
                <w:docPart w:val="BB985C8E85644D278C5E00081149BF99"/>
              </w:placeholder>
              <w:showingPlcHdr/>
              <w15:color w:val="99CCFF"/>
            </w:sdtPr>
            <w:sdtEndPr>
              <w:rPr>
                <w:rStyle w:val="DefaultParagraphFont"/>
                <w:rFonts w:ascii="Arial" w:hAnsi="Arial" w:cs="Arial"/>
                <w:sz w:val="24"/>
                <w:szCs w:val="20"/>
                <w:lang w:val="en-CA"/>
              </w:rPr>
            </w:sdtEndPr>
            <w:sdtContent>
              <w:p w14:paraId="434699FB" w14:textId="47AE0F52" w:rsidR="00EF1E85"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EF1E85" w:rsidRPr="00A620B1" w14:paraId="3BACA957" w14:textId="77777777">
        <w:trPr>
          <w:trHeight w:val="454"/>
        </w:trPr>
        <w:tc>
          <w:tcPr>
            <w:tcW w:w="780" w:type="pct"/>
            <w:tcBorders>
              <w:top w:val="dotted" w:sz="4" w:space="0" w:color="auto"/>
              <w:left w:val="dotted" w:sz="4" w:space="0" w:color="auto"/>
              <w:bottom w:val="dotted" w:sz="4" w:space="0" w:color="auto"/>
              <w:right w:val="dotted" w:sz="4" w:space="0" w:color="auto"/>
            </w:tcBorders>
            <w:vAlign w:val="center"/>
            <w:hideMark/>
          </w:tcPr>
          <w:p w14:paraId="128712D2" w14:textId="77777777" w:rsidR="00EF1E85" w:rsidRPr="00681725" w:rsidRDefault="00EF1E85">
            <w:pPr>
              <w:spacing w:line="276" w:lineRule="auto"/>
              <w:jc w:val="right"/>
              <w:rPr>
                <w:rFonts w:ascii="Questa Sans" w:hAnsi="Questa Sans" w:cs="Arial"/>
                <w:sz w:val="20"/>
                <w:szCs w:val="20"/>
              </w:rPr>
            </w:pPr>
            <w:r w:rsidRPr="00681725">
              <w:rPr>
                <w:rFonts w:ascii="Questa Sans" w:hAnsi="Questa Sans"/>
                <w:sz w:val="20"/>
                <w:szCs w:val="20"/>
              </w:rPr>
              <w:t xml:space="preserve"> </w:t>
            </w:r>
          </w:p>
        </w:tc>
        <w:tc>
          <w:tcPr>
            <w:tcW w:w="4220" w:type="pct"/>
            <w:gridSpan w:val="2"/>
            <w:tcBorders>
              <w:top w:val="dotted" w:sz="4" w:space="0" w:color="auto"/>
              <w:left w:val="dotted" w:sz="4" w:space="0" w:color="auto"/>
              <w:bottom w:val="dotted" w:sz="4" w:space="0" w:color="auto"/>
              <w:right w:val="dotted" w:sz="4" w:space="0" w:color="auto"/>
            </w:tcBorders>
            <w:vAlign w:val="center"/>
            <w:hideMark/>
          </w:tcPr>
          <w:p w14:paraId="62E9BAB5" w14:textId="3A243EDE" w:rsidR="00EF1E85" w:rsidRPr="00681725" w:rsidRDefault="00023896">
            <w:pPr>
              <w:spacing w:line="276" w:lineRule="auto"/>
              <w:jc w:val="both"/>
              <w:rPr>
                <w:rFonts w:ascii="Questa Sans" w:hAnsi="Questa Sans" w:cs="Arial"/>
                <w:sz w:val="20"/>
                <w:szCs w:val="20"/>
              </w:rPr>
            </w:pPr>
            <w:r w:rsidRPr="00023896">
              <w:rPr>
                <w:rFonts w:ascii="Questa Sans" w:hAnsi="Questa Sans"/>
                <w:sz w:val="20"/>
                <w:szCs w:val="20"/>
              </w:rPr>
              <w:t xml:space="preserve">The partner organization commits to the funding contribution specified </w:t>
            </w:r>
            <w:r w:rsidR="002C6777">
              <w:rPr>
                <w:rFonts w:ascii="Questa Sans" w:hAnsi="Questa Sans"/>
                <w:sz w:val="20"/>
                <w:szCs w:val="20"/>
              </w:rPr>
              <w:t>in the original application</w:t>
            </w:r>
            <w:r w:rsidRPr="00023896">
              <w:rPr>
                <w:rFonts w:ascii="Questa Sans" w:hAnsi="Questa Sans"/>
                <w:sz w:val="20"/>
                <w:szCs w:val="20"/>
              </w:rPr>
              <w:t>. By signing, the partner organization agrees to the onboarding of this new intern to the project.</w:t>
            </w:r>
          </w:p>
        </w:tc>
      </w:tr>
      <w:tr w:rsidR="00EF1E85" w:rsidRPr="00A620B1" w14:paraId="0ACA6B49" w14:textId="77777777">
        <w:trPr>
          <w:trHeight w:val="454"/>
        </w:trPr>
        <w:tc>
          <w:tcPr>
            <w:tcW w:w="780" w:type="pct"/>
            <w:vAlign w:val="center"/>
          </w:tcPr>
          <w:p w14:paraId="69E9448C" w14:textId="624E00F4" w:rsidR="00EF1E85" w:rsidRPr="00681725" w:rsidRDefault="00323030">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Signature:</w:t>
            </w:r>
            <w:r w:rsidR="00EF1E85" w:rsidRPr="00681725">
              <w:rPr>
                <w:rFonts w:ascii="Questa Sans" w:hAnsi="Questa Sans"/>
                <w:sz w:val="20"/>
                <w:szCs w:val="20"/>
              </w:rPr>
              <w:t xml:space="preserve"> </w:t>
            </w:r>
          </w:p>
        </w:tc>
        <w:tc>
          <w:tcPr>
            <w:tcW w:w="2209" w:type="pct"/>
            <w:vAlign w:val="center"/>
          </w:tcPr>
          <w:sdt>
            <w:sdtPr>
              <w:rPr>
                <w:rStyle w:val="Style15"/>
              </w:rPr>
              <w:id w:val="1379284539"/>
              <w:placeholder>
                <w:docPart w:val="E5EC0E79CE1448249D17E1EC16C71D68"/>
              </w:placeholder>
              <w:showingPlcHdr/>
              <w15:color w:val="99CCFF"/>
            </w:sdtPr>
            <w:sdtEndPr>
              <w:rPr>
                <w:rStyle w:val="DefaultParagraphFont"/>
                <w:rFonts w:ascii="Arial" w:hAnsi="Arial" w:cs="Arial"/>
                <w:sz w:val="24"/>
                <w:szCs w:val="20"/>
                <w:lang w:val="en-CA"/>
              </w:rPr>
            </w:sdtEndPr>
            <w:sdtContent>
              <w:p w14:paraId="34F795D0" w14:textId="5A7781F5"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11" w:type="pct"/>
            <w:vAlign w:val="center"/>
          </w:tcPr>
          <w:p w14:paraId="193B1612" w14:textId="60143306" w:rsidR="00EF1E85" w:rsidRPr="00AA74F5" w:rsidRDefault="00323030"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1240316882"/>
                <w:placeholder>
                  <w:docPart w:val="3C3AE0783B8545798005FA82E95F63CC"/>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36C422B5" w14:textId="77777777"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p>
    <w:p w14:paraId="76497FB9" w14:textId="77777777" w:rsidR="00D573FE" w:rsidRPr="00CE1225" w:rsidRDefault="00D573FE" w:rsidP="00D573FE">
      <w:pPr>
        <w:spacing w:line="276" w:lineRule="auto"/>
        <w:contextualSpacing/>
        <w:rPr>
          <w:rFonts w:ascii="Questa Sans" w:hAnsi="Questa Sans" w:cs="Arial"/>
          <w:b/>
          <w:bCs/>
          <w:sz w:val="22"/>
          <w:szCs w:val="22"/>
          <w:lang w:val="en-CA"/>
        </w:rPr>
      </w:pPr>
      <w:bookmarkStart w:id="0" w:name="_Hlk195705464"/>
      <w:r w:rsidRPr="00CF0814">
        <w:rPr>
          <w:rFonts w:ascii="Questa Sans" w:hAnsi="Questa Sans" w:cs="Arial"/>
          <w:b/>
          <w:bCs/>
          <w:sz w:val="22"/>
          <w:szCs w:val="22"/>
          <w:lang w:val="en-CA"/>
        </w:rPr>
        <w:t>4.2.4. Additional signatures (if any):</w:t>
      </w:r>
      <w:r w:rsidRPr="00CE1225">
        <w:rPr>
          <w:rFonts w:ascii="Questa Sans" w:hAnsi="Questa Sans" w:cs="Arial"/>
          <w:b/>
          <w:bCs/>
          <w:sz w:val="22"/>
          <w:szCs w:val="22"/>
          <w:lang w:val="en-CA"/>
        </w:rPr>
        <w:t xml:space="preserve"> </w:t>
      </w: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D573FE" w:rsidRPr="00CE1225" w14:paraId="2D564D1A" w14:textId="77777777" w:rsidTr="00623FAD">
        <w:trPr>
          <w:trHeight w:val="454"/>
        </w:trPr>
        <w:tc>
          <w:tcPr>
            <w:tcW w:w="783" w:type="pct"/>
            <w:vAlign w:val="center"/>
          </w:tcPr>
          <w:p w14:paraId="7CB5D0DE" w14:textId="77777777" w:rsidR="00D573FE" w:rsidRPr="00CE1225" w:rsidRDefault="00D573FE"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17" w:type="pct"/>
            <w:gridSpan w:val="2"/>
            <w:vAlign w:val="center"/>
          </w:tcPr>
          <w:sdt>
            <w:sdtPr>
              <w:rPr>
                <w:rStyle w:val="Style15"/>
              </w:rPr>
              <w:id w:val="1521972207"/>
              <w:placeholder>
                <w:docPart w:val="221E8C2F3D3C4BA485C306AA0F8EB3A2"/>
              </w:placeholder>
              <w:showingPlcHdr/>
              <w15:color w:val="99CCFF"/>
            </w:sdtPr>
            <w:sdtEndPr>
              <w:rPr>
                <w:rStyle w:val="DefaultParagraphFont"/>
                <w:rFonts w:ascii="Arial" w:hAnsi="Arial" w:cs="Arial"/>
                <w:sz w:val="24"/>
                <w:szCs w:val="20"/>
                <w:lang w:val="en-CA"/>
              </w:rPr>
            </w:sdtEndPr>
            <w:sdtContent>
              <w:p w14:paraId="661ACDCE" w14:textId="77777777" w:rsidR="00D573FE" w:rsidRPr="00AA74F5" w:rsidRDefault="00D573FE"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D573FE" w:rsidRPr="00681725" w14:paraId="0FC360FE" w14:textId="77777777" w:rsidTr="00623FAD">
        <w:trPr>
          <w:trHeight w:val="454"/>
        </w:trPr>
        <w:tc>
          <w:tcPr>
            <w:tcW w:w="783" w:type="pct"/>
            <w:vAlign w:val="center"/>
          </w:tcPr>
          <w:p w14:paraId="62D89C2F" w14:textId="77777777" w:rsidR="00D573FE" w:rsidRPr="00681725" w:rsidRDefault="00D573FE" w:rsidP="00623FAD">
            <w:pPr>
              <w:spacing w:line="276" w:lineRule="auto"/>
              <w:ind w:left="-23"/>
              <w:contextualSpacing/>
              <w:jc w:val="right"/>
              <w:rPr>
                <w:rFonts w:ascii="Questa Sans" w:hAnsi="Questa Sans" w:cs="Arial"/>
                <w:bCs/>
                <w:sz w:val="20"/>
                <w:szCs w:val="20"/>
              </w:rPr>
            </w:pPr>
            <w:r>
              <w:rPr>
                <w:rFonts w:ascii="Questa Sans" w:hAnsi="Questa Sans"/>
                <w:sz w:val="20"/>
                <w:szCs w:val="20"/>
              </w:rPr>
              <w:t>Role</w:t>
            </w:r>
            <w:r w:rsidRPr="00681725">
              <w:rPr>
                <w:rFonts w:ascii="Questa Sans" w:hAnsi="Questa Sans"/>
                <w:sz w:val="20"/>
                <w:szCs w:val="20"/>
              </w:rPr>
              <w:t xml:space="preserve">: </w:t>
            </w:r>
          </w:p>
        </w:tc>
        <w:tc>
          <w:tcPr>
            <w:tcW w:w="2208" w:type="pct"/>
            <w:vAlign w:val="center"/>
          </w:tcPr>
          <w:sdt>
            <w:sdtPr>
              <w:rPr>
                <w:rStyle w:val="Style15"/>
              </w:rPr>
              <w:id w:val="1016882"/>
              <w:placeholder>
                <w:docPart w:val="8EF4CADA5DDF414D9C14002D291AE27F"/>
              </w:placeholder>
              <w:showingPlcHdr/>
              <w15:color w:val="99CCFF"/>
            </w:sdtPr>
            <w:sdtEndPr>
              <w:rPr>
                <w:rStyle w:val="DefaultParagraphFont"/>
                <w:rFonts w:ascii="Arial" w:hAnsi="Arial" w:cs="Arial"/>
                <w:sz w:val="24"/>
                <w:szCs w:val="20"/>
                <w:lang w:val="en-CA"/>
              </w:rPr>
            </w:sdtEndPr>
            <w:sdtContent>
              <w:p w14:paraId="2AECAAB1" w14:textId="77777777" w:rsidR="00D573FE" w:rsidRPr="00AA74F5" w:rsidRDefault="00D573FE"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2009" w:type="pct"/>
            <w:vAlign w:val="center"/>
          </w:tcPr>
          <w:p w14:paraId="545D0631" w14:textId="77777777" w:rsidR="00D573FE" w:rsidRPr="00AA74F5" w:rsidRDefault="00D573FE"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sz w:val="20"/>
                <w:szCs w:val="20"/>
              </w:rPr>
              <w:t>Org</w:t>
            </w:r>
            <w:r w:rsidRPr="00681725">
              <w:rPr>
                <w:rFonts w:ascii="Questa Sans" w:hAnsi="Questa Sans"/>
                <w:sz w:val="20"/>
                <w:szCs w:val="20"/>
              </w:rPr>
              <w:t>:</w:t>
            </w:r>
            <w:r>
              <w:rPr>
                <w:rFonts w:ascii="Questa Sans" w:hAnsi="Questa Sans"/>
                <w:sz w:val="20"/>
                <w:szCs w:val="20"/>
              </w:rPr>
              <w:t xml:space="preserve"> </w:t>
            </w:r>
            <w:sdt>
              <w:sdtPr>
                <w:rPr>
                  <w:rStyle w:val="Style15"/>
                </w:rPr>
                <w:id w:val="-1058167612"/>
                <w:placeholder>
                  <w:docPart w:val="4ADE1B309D464B57B17AFC34E8F0C778"/>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tr w:rsidR="00D573FE" w:rsidRPr="00681725" w14:paraId="381F843B" w14:textId="77777777" w:rsidTr="00623FAD">
        <w:trPr>
          <w:trHeight w:val="454"/>
        </w:trPr>
        <w:tc>
          <w:tcPr>
            <w:tcW w:w="783" w:type="pct"/>
            <w:vAlign w:val="center"/>
          </w:tcPr>
          <w:p w14:paraId="556CA5EC" w14:textId="77777777" w:rsidR="00D573FE" w:rsidRPr="00681725" w:rsidRDefault="00D573FE" w:rsidP="00623FAD">
            <w:pPr>
              <w:spacing w:line="276" w:lineRule="auto"/>
              <w:ind w:left="-23"/>
              <w:contextualSpacing/>
              <w:jc w:val="right"/>
              <w:rPr>
                <w:rFonts w:ascii="Questa Sans" w:hAnsi="Questa Sans"/>
                <w:sz w:val="20"/>
                <w:szCs w:val="20"/>
              </w:rPr>
            </w:pPr>
            <w:r w:rsidRPr="00681725">
              <w:rPr>
                <w:rFonts w:ascii="Questa Sans" w:hAnsi="Questa Sans"/>
                <w:sz w:val="20"/>
                <w:szCs w:val="20"/>
              </w:rPr>
              <w:t>Signature:</w:t>
            </w:r>
          </w:p>
        </w:tc>
        <w:tc>
          <w:tcPr>
            <w:tcW w:w="2208" w:type="pct"/>
            <w:vAlign w:val="center"/>
          </w:tcPr>
          <w:sdt>
            <w:sdtPr>
              <w:rPr>
                <w:rStyle w:val="Style15"/>
              </w:rPr>
              <w:id w:val="432411996"/>
              <w:placeholder>
                <w:docPart w:val="832714E434A642EFA653DFA5AD7F4FC0"/>
              </w:placeholder>
              <w:showingPlcHdr/>
              <w15:color w:val="99CCFF"/>
            </w:sdtPr>
            <w:sdtEndPr>
              <w:rPr>
                <w:rStyle w:val="DefaultParagraphFont"/>
                <w:rFonts w:ascii="Arial" w:hAnsi="Arial" w:cs="Arial"/>
                <w:sz w:val="24"/>
                <w:szCs w:val="20"/>
                <w:lang w:val="en-CA"/>
              </w:rPr>
            </w:sdtEndPr>
            <w:sdtContent>
              <w:p w14:paraId="44262AAC" w14:textId="77777777" w:rsidR="00D573FE" w:rsidRDefault="00D573FE" w:rsidP="00623FAD">
                <w:pPr>
                  <w:pBdr>
                    <w:right w:val="single" w:sz="2" w:space="4" w:color="808080" w:themeColor="background1" w:themeShade="80"/>
                  </w:pBdr>
                  <w:tabs>
                    <w:tab w:val="left" w:pos="601"/>
                  </w:tabs>
                  <w:ind w:left="34" w:right="-108"/>
                  <w:rPr>
                    <w:rStyle w:val="Style15"/>
                  </w:rPr>
                </w:pPr>
                <w:r>
                  <w:rPr>
                    <w:rFonts w:ascii="Questa Sans" w:hAnsi="Questa Sans" w:cs="Arial"/>
                    <w:sz w:val="22"/>
                    <w:szCs w:val="22"/>
                  </w:rPr>
                  <w:t xml:space="preserve">                                                       </w:t>
                </w:r>
              </w:p>
            </w:sdtContent>
          </w:sdt>
        </w:tc>
        <w:tc>
          <w:tcPr>
            <w:tcW w:w="2009" w:type="pct"/>
            <w:vAlign w:val="center"/>
          </w:tcPr>
          <w:p w14:paraId="073FDD75" w14:textId="77777777" w:rsidR="00D573FE" w:rsidRPr="00681725" w:rsidRDefault="00D573FE" w:rsidP="00623FAD">
            <w:pPr>
              <w:pBdr>
                <w:right w:val="single" w:sz="2" w:space="4" w:color="808080" w:themeColor="background1" w:themeShade="80"/>
              </w:pBdr>
              <w:tabs>
                <w:tab w:val="left" w:pos="601"/>
              </w:tabs>
              <w:ind w:left="34" w:right="-108"/>
              <w:rPr>
                <w:rFonts w:ascii="Questa Sans" w:hAnsi="Questa Sans"/>
                <w:sz w:val="20"/>
                <w:szCs w:val="20"/>
              </w:rPr>
            </w:pPr>
            <w:r w:rsidRPr="00681725">
              <w:rPr>
                <w:rFonts w:ascii="Questa Sans" w:hAnsi="Questa Sans"/>
                <w:sz w:val="20"/>
                <w:szCs w:val="20"/>
              </w:rPr>
              <w:t>Date:</w:t>
            </w:r>
            <w:r>
              <w:rPr>
                <w:rFonts w:ascii="Questa Sans" w:hAnsi="Questa Sans"/>
                <w:sz w:val="20"/>
                <w:szCs w:val="20"/>
              </w:rPr>
              <w:t xml:space="preserve"> </w:t>
            </w:r>
            <w:sdt>
              <w:sdtPr>
                <w:rPr>
                  <w:rStyle w:val="Style15"/>
                </w:rPr>
                <w:id w:val="-1570337892"/>
                <w:placeholder>
                  <w:docPart w:val="087D6748DE954DA8A2DEF9DBB3DCE66A"/>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bookmarkEnd w:id="0"/>
    </w:tbl>
    <w:p w14:paraId="70211AB3" w14:textId="77777777" w:rsidR="00501012" w:rsidRDefault="00501012" w:rsidP="00DF5623">
      <w:pPr>
        <w:pStyle w:val="Heading3"/>
        <w:shd w:val="clear" w:color="auto" w:fill="auto"/>
        <w:spacing w:before="0" w:after="0" w:line="276" w:lineRule="auto"/>
        <w:jc w:val="center"/>
        <w:rPr>
          <w:rFonts w:ascii="Questa Sans" w:hAnsi="Questa Sans"/>
          <w:sz w:val="24"/>
          <w:szCs w:val="24"/>
          <w:u w:val="single"/>
          <w:lang w:val="en-CA"/>
        </w:rPr>
      </w:pP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073B63" w:rsidRPr="00CE1225" w14:paraId="1BBA8B0D" w14:textId="77777777" w:rsidTr="00623FAD">
        <w:trPr>
          <w:trHeight w:val="454"/>
        </w:trPr>
        <w:tc>
          <w:tcPr>
            <w:tcW w:w="783" w:type="pct"/>
            <w:vAlign w:val="center"/>
          </w:tcPr>
          <w:p w14:paraId="42B541B6" w14:textId="77777777" w:rsidR="00073B63" w:rsidRPr="00CE1225" w:rsidRDefault="00073B63"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17" w:type="pct"/>
            <w:gridSpan w:val="2"/>
            <w:vAlign w:val="center"/>
          </w:tcPr>
          <w:sdt>
            <w:sdtPr>
              <w:rPr>
                <w:rStyle w:val="Style15"/>
              </w:rPr>
              <w:id w:val="236907209"/>
              <w:placeholder>
                <w:docPart w:val="B5FB5C21A76A4E91BDBA5CAD91317447"/>
              </w:placeholder>
              <w:showingPlcHdr/>
              <w15:color w:val="99CCFF"/>
            </w:sdtPr>
            <w:sdtEndPr>
              <w:rPr>
                <w:rStyle w:val="DefaultParagraphFont"/>
                <w:rFonts w:ascii="Arial" w:hAnsi="Arial" w:cs="Arial"/>
                <w:sz w:val="24"/>
                <w:szCs w:val="20"/>
                <w:lang w:val="en-CA"/>
              </w:rPr>
            </w:sdtEndPr>
            <w:sdtContent>
              <w:p w14:paraId="3EA6AFFE"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073B63" w:rsidRPr="00681725" w14:paraId="06E79903" w14:textId="77777777" w:rsidTr="00623FAD">
        <w:trPr>
          <w:trHeight w:val="454"/>
        </w:trPr>
        <w:tc>
          <w:tcPr>
            <w:tcW w:w="783" w:type="pct"/>
            <w:vAlign w:val="center"/>
          </w:tcPr>
          <w:p w14:paraId="5E753B27" w14:textId="77777777" w:rsidR="00073B63" w:rsidRPr="00681725" w:rsidRDefault="00073B63" w:rsidP="00623FAD">
            <w:pPr>
              <w:spacing w:line="276" w:lineRule="auto"/>
              <w:ind w:left="-23"/>
              <w:contextualSpacing/>
              <w:jc w:val="right"/>
              <w:rPr>
                <w:rFonts w:ascii="Questa Sans" w:hAnsi="Questa Sans" w:cs="Arial"/>
                <w:bCs/>
                <w:sz w:val="20"/>
                <w:szCs w:val="20"/>
              </w:rPr>
            </w:pPr>
            <w:r>
              <w:rPr>
                <w:rFonts w:ascii="Questa Sans" w:hAnsi="Questa Sans"/>
                <w:sz w:val="20"/>
                <w:szCs w:val="20"/>
              </w:rPr>
              <w:t>Role</w:t>
            </w:r>
            <w:r w:rsidRPr="00681725">
              <w:rPr>
                <w:rFonts w:ascii="Questa Sans" w:hAnsi="Questa Sans"/>
                <w:sz w:val="20"/>
                <w:szCs w:val="20"/>
              </w:rPr>
              <w:t xml:space="preserve">: </w:t>
            </w:r>
          </w:p>
        </w:tc>
        <w:tc>
          <w:tcPr>
            <w:tcW w:w="2208" w:type="pct"/>
            <w:vAlign w:val="center"/>
          </w:tcPr>
          <w:sdt>
            <w:sdtPr>
              <w:rPr>
                <w:rStyle w:val="Style15"/>
              </w:rPr>
              <w:id w:val="-1890256376"/>
              <w:placeholder>
                <w:docPart w:val="E6B6BC94DBA5442784531E87B4FAD32E"/>
              </w:placeholder>
              <w:showingPlcHdr/>
              <w15:color w:val="99CCFF"/>
            </w:sdtPr>
            <w:sdtEndPr>
              <w:rPr>
                <w:rStyle w:val="DefaultParagraphFont"/>
                <w:rFonts w:ascii="Arial" w:hAnsi="Arial" w:cs="Arial"/>
                <w:sz w:val="24"/>
                <w:szCs w:val="20"/>
                <w:lang w:val="en-CA"/>
              </w:rPr>
            </w:sdtEndPr>
            <w:sdtContent>
              <w:p w14:paraId="526B214E"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2009" w:type="pct"/>
            <w:vAlign w:val="center"/>
          </w:tcPr>
          <w:p w14:paraId="72E99AE1"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sz w:val="20"/>
                <w:szCs w:val="20"/>
              </w:rPr>
              <w:t>Org</w:t>
            </w:r>
            <w:r w:rsidRPr="00681725">
              <w:rPr>
                <w:rFonts w:ascii="Questa Sans" w:hAnsi="Questa Sans"/>
                <w:sz w:val="20"/>
                <w:szCs w:val="20"/>
              </w:rPr>
              <w:t>:</w:t>
            </w:r>
            <w:r>
              <w:rPr>
                <w:rFonts w:ascii="Questa Sans" w:hAnsi="Questa Sans"/>
                <w:sz w:val="20"/>
                <w:szCs w:val="20"/>
              </w:rPr>
              <w:t xml:space="preserve"> </w:t>
            </w:r>
            <w:sdt>
              <w:sdtPr>
                <w:rPr>
                  <w:rStyle w:val="Style15"/>
                </w:rPr>
                <w:id w:val="2117173439"/>
                <w:placeholder>
                  <w:docPart w:val="CC7764F4221B4629B02377CBE6D6FF49"/>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tr w:rsidR="00073B63" w:rsidRPr="00681725" w14:paraId="70C43255" w14:textId="77777777" w:rsidTr="00623FAD">
        <w:trPr>
          <w:trHeight w:val="454"/>
        </w:trPr>
        <w:tc>
          <w:tcPr>
            <w:tcW w:w="783" w:type="pct"/>
            <w:vAlign w:val="center"/>
          </w:tcPr>
          <w:p w14:paraId="7DE5B186" w14:textId="77777777" w:rsidR="00073B63" w:rsidRPr="00681725" w:rsidRDefault="00073B63" w:rsidP="00623FAD">
            <w:pPr>
              <w:spacing w:line="276" w:lineRule="auto"/>
              <w:ind w:left="-23"/>
              <w:contextualSpacing/>
              <w:jc w:val="right"/>
              <w:rPr>
                <w:rFonts w:ascii="Questa Sans" w:hAnsi="Questa Sans"/>
                <w:sz w:val="20"/>
                <w:szCs w:val="20"/>
              </w:rPr>
            </w:pPr>
            <w:r w:rsidRPr="00681725">
              <w:rPr>
                <w:rFonts w:ascii="Questa Sans" w:hAnsi="Questa Sans"/>
                <w:sz w:val="20"/>
                <w:szCs w:val="20"/>
              </w:rPr>
              <w:t>Signature:</w:t>
            </w:r>
          </w:p>
        </w:tc>
        <w:tc>
          <w:tcPr>
            <w:tcW w:w="2208" w:type="pct"/>
            <w:vAlign w:val="center"/>
          </w:tcPr>
          <w:sdt>
            <w:sdtPr>
              <w:rPr>
                <w:rStyle w:val="Style15"/>
              </w:rPr>
              <w:id w:val="1797711500"/>
              <w:placeholder>
                <w:docPart w:val="3C601FCA199149FD8E994C2AA243272C"/>
              </w:placeholder>
              <w:showingPlcHdr/>
              <w15:color w:val="99CCFF"/>
            </w:sdtPr>
            <w:sdtEndPr>
              <w:rPr>
                <w:rStyle w:val="DefaultParagraphFont"/>
                <w:rFonts w:ascii="Arial" w:hAnsi="Arial" w:cs="Arial"/>
                <w:sz w:val="24"/>
                <w:szCs w:val="20"/>
                <w:lang w:val="en-CA"/>
              </w:rPr>
            </w:sdtEndPr>
            <w:sdtContent>
              <w:p w14:paraId="6FD84CAD" w14:textId="77777777" w:rsidR="00073B63" w:rsidRDefault="00073B63" w:rsidP="00623FAD">
                <w:pPr>
                  <w:pBdr>
                    <w:right w:val="single" w:sz="2" w:space="4" w:color="808080" w:themeColor="background1" w:themeShade="80"/>
                  </w:pBdr>
                  <w:tabs>
                    <w:tab w:val="left" w:pos="601"/>
                  </w:tabs>
                  <w:ind w:left="34" w:right="-108"/>
                  <w:rPr>
                    <w:rStyle w:val="Style15"/>
                  </w:rPr>
                </w:pPr>
                <w:r>
                  <w:rPr>
                    <w:rFonts w:ascii="Questa Sans" w:hAnsi="Questa Sans" w:cs="Arial"/>
                    <w:sz w:val="22"/>
                    <w:szCs w:val="22"/>
                  </w:rPr>
                  <w:t xml:space="preserve">                                                       </w:t>
                </w:r>
              </w:p>
            </w:sdtContent>
          </w:sdt>
        </w:tc>
        <w:tc>
          <w:tcPr>
            <w:tcW w:w="2009" w:type="pct"/>
            <w:vAlign w:val="center"/>
          </w:tcPr>
          <w:p w14:paraId="5802715F" w14:textId="77777777" w:rsidR="00073B63" w:rsidRPr="00681725" w:rsidRDefault="00073B63" w:rsidP="00623FAD">
            <w:pPr>
              <w:pBdr>
                <w:right w:val="single" w:sz="2" w:space="4" w:color="808080" w:themeColor="background1" w:themeShade="80"/>
              </w:pBdr>
              <w:tabs>
                <w:tab w:val="left" w:pos="601"/>
              </w:tabs>
              <w:ind w:left="34" w:right="-108"/>
              <w:rPr>
                <w:rFonts w:ascii="Questa Sans" w:hAnsi="Questa Sans"/>
                <w:sz w:val="20"/>
                <w:szCs w:val="20"/>
              </w:rPr>
            </w:pPr>
            <w:r w:rsidRPr="00681725">
              <w:rPr>
                <w:rFonts w:ascii="Questa Sans" w:hAnsi="Questa Sans"/>
                <w:sz w:val="20"/>
                <w:szCs w:val="20"/>
              </w:rPr>
              <w:t>Date:</w:t>
            </w:r>
            <w:r>
              <w:rPr>
                <w:rFonts w:ascii="Questa Sans" w:hAnsi="Questa Sans"/>
                <w:sz w:val="20"/>
                <w:szCs w:val="20"/>
              </w:rPr>
              <w:t xml:space="preserve"> </w:t>
            </w:r>
            <w:sdt>
              <w:sdtPr>
                <w:rPr>
                  <w:rStyle w:val="Style15"/>
                </w:rPr>
                <w:id w:val="-185055565"/>
                <w:placeholder>
                  <w:docPart w:val="45237AE3E1B246D9853DB4B64F362738"/>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tbl>
    <w:p w14:paraId="4073AC99" w14:textId="4267114C" w:rsidR="00501012" w:rsidRDefault="00501012">
      <w:pPr>
        <w:spacing w:after="200" w:line="276" w:lineRule="auto"/>
        <w:rPr>
          <w:rFonts w:ascii="Questa Sans" w:hAnsi="Questa Sans"/>
          <w:b/>
          <w:bCs/>
          <w:u w:val="single"/>
          <w:lang w:val="en-CA"/>
        </w:rPr>
      </w:pP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073B63" w:rsidRPr="00CE1225" w14:paraId="594BFD88" w14:textId="77777777" w:rsidTr="00623FAD">
        <w:trPr>
          <w:trHeight w:val="454"/>
        </w:trPr>
        <w:tc>
          <w:tcPr>
            <w:tcW w:w="783" w:type="pct"/>
            <w:vAlign w:val="center"/>
          </w:tcPr>
          <w:p w14:paraId="4B33654A" w14:textId="77777777" w:rsidR="00073B63" w:rsidRPr="00CE1225" w:rsidRDefault="00073B63"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17" w:type="pct"/>
            <w:gridSpan w:val="2"/>
            <w:vAlign w:val="center"/>
          </w:tcPr>
          <w:sdt>
            <w:sdtPr>
              <w:rPr>
                <w:rStyle w:val="Style15"/>
              </w:rPr>
              <w:id w:val="42186292"/>
              <w:placeholder>
                <w:docPart w:val="4FAA11E4C46A48B0A0A89560D2CEAF12"/>
              </w:placeholder>
              <w:showingPlcHdr/>
              <w15:color w:val="99CCFF"/>
            </w:sdtPr>
            <w:sdtEndPr>
              <w:rPr>
                <w:rStyle w:val="DefaultParagraphFont"/>
                <w:rFonts w:ascii="Arial" w:hAnsi="Arial" w:cs="Arial"/>
                <w:sz w:val="24"/>
                <w:szCs w:val="20"/>
                <w:lang w:val="en-CA"/>
              </w:rPr>
            </w:sdtEndPr>
            <w:sdtContent>
              <w:p w14:paraId="0DC1A7B8"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073B63" w:rsidRPr="00681725" w14:paraId="511571CA" w14:textId="77777777" w:rsidTr="00623FAD">
        <w:trPr>
          <w:trHeight w:val="454"/>
        </w:trPr>
        <w:tc>
          <w:tcPr>
            <w:tcW w:w="783" w:type="pct"/>
            <w:vAlign w:val="center"/>
          </w:tcPr>
          <w:p w14:paraId="534A3361" w14:textId="77777777" w:rsidR="00073B63" w:rsidRPr="00681725" w:rsidRDefault="00073B63" w:rsidP="00623FAD">
            <w:pPr>
              <w:spacing w:line="276" w:lineRule="auto"/>
              <w:ind w:left="-23"/>
              <w:contextualSpacing/>
              <w:jc w:val="right"/>
              <w:rPr>
                <w:rFonts w:ascii="Questa Sans" w:hAnsi="Questa Sans" w:cs="Arial"/>
                <w:bCs/>
                <w:sz w:val="20"/>
                <w:szCs w:val="20"/>
              </w:rPr>
            </w:pPr>
            <w:r>
              <w:rPr>
                <w:rFonts w:ascii="Questa Sans" w:hAnsi="Questa Sans"/>
                <w:sz w:val="20"/>
                <w:szCs w:val="20"/>
              </w:rPr>
              <w:t>Role</w:t>
            </w:r>
            <w:r w:rsidRPr="00681725">
              <w:rPr>
                <w:rFonts w:ascii="Questa Sans" w:hAnsi="Questa Sans"/>
                <w:sz w:val="20"/>
                <w:szCs w:val="20"/>
              </w:rPr>
              <w:t xml:space="preserve">: </w:t>
            </w:r>
          </w:p>
        </w:tc>
        <w:tc>
          <w:tcPr>
            <w:tcW w:w="2208" w:type="pct"/>
            <w:vAlign w:val="center"/>
          </w:tcPr>
          <w:sdt>
            <w:sdtPr>
              <w:rPr>
                <w:rStyle w:val="Style15"/>
              </w:rPr>
              <w:id w:val="1239204631"/>
              <w:placeholder>
                <w:docPart w:val="9DF704C40668438098CD0AD98A15BEC3"/>
              </w:placeholder>
              <w:showingPlcHdr/>
              <w15:color w:val="99CCFF"/>
            </w:sdtPr>
            <w:sdtEndPr>
              <w:rPr>
                <w:rStyle w:val="DefaultParagraphFont"/>
                <w:rFonts w:ascii="Arial" w:hAnsi="Arial" w:cs="Arial"/>
                <w:sz w:val="24"/>
                <w:szCs w:val="20"/>
                <w:lang w:val="en-CA"/>
              </w:rPr>
            </w:sdtEndPr>
            <w:sdtContent>
              <w:p w14:paraId="60A1FC6F"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2009" w:type="pct"/>
            <w:vAlign w:val="center"/>
          </w:tcPr>
          <w:p w14:paraId="415E1341" w14:textId="77777777" w:rsidR="00073B63" w:rsidRPr="00AA74F5" w:rsidRDefault="00073B6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sz w:val="20"/>
                <w:szCs w:val="20"/>
              </w:rPr>
              <w:t>Org</w:t>
            </w:r>
            <w:r w:rsidRPr="00681725">
              <w:rPr>
                <w:rFonts w:ascii="Questa Sans" w:hAnsi="Questa Sans"/>
                <w:sz w:val="20"/>
                <w:szCs w:val="20"/>
              </w:rPr>
              <w:t>:</w:t>
            </w:r>
            <w:r>
              <w:rPr>
                <w:rFonts w:ascii="Questa Sans" w:hAnsi="Questa Sans"/>
                <w:sz w:val="20"/>
                <w:szCs w:val="20"/>
              </w:rPr>
              <w:t xml:space="preserve"> </w:t>
            </w:r>
            <w:sdt>
              <w:sdtPr>
                <w:rPr>
                  <w:rStyle w:val="Style15"/>
                </w:rPr>
                <w:id w:val="-1661153041"/>
                <w:placeholder>
                  <w:docPart w:val="A5B2220DB0F84CAEAE5CD9B60B305EB3"/>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tr w:rsidR="00073B63" w:rsidRPr="00681725" w14:paraId="01130A0B" w14:textId="77777777" w:rsidTr="00623FAD">
        <w:trPr>
          <w:trHeight w:val="454"/>
        </w:trPr>
        <w:tc>
          <w:tcPr>
            <w:tcW w:w="783" w:type="pct"/>
            <w:vAlign w:val="center"/>
          </w:tcPr>
          <w:p w14:paraId="3EBB2FAB" w14:textId="77777777" w:rsidR="00073B63" w:rsidRPr="00681725" w:rsidRDefault="00073B63" w:rsidP="00623FAD">
            <w:pPr>
              <w:spacing w:line="276" w:lineRule="auto"/>
              <w:ind w:left="-23"/>
              <w:contextualSpacing/>
              <w:jc w:val="right"/>
              <w:rPr>
                <w:rFonts w:ascii="Questa Sans" w:hAnsi="Questa Sans"/>
                <w:sz w:val="20"/>
                <w:szCs w:val="20"/>
              </w:rPr>
            </w:pPr>
            <w:r w:rsidRPr="00681725">
              <w:rPr>
                <w:rFonts w:ascii="Questa Sans" w:hAnsi="Questa Sans"/>
                <w:sz w:val="20"/>
                <w:szCs w:val="20"/>
              </w:rPr>
              <w:t>Signature:</w:t>
            </w:r>
          </w:p>
        </w:tc>
        <w:tc>
          <w:tcPr>
            <w:tcW w:w="2208" w:type="pct"/>
            <w:vAlign w:val="center"/>
          </w:tcPr>
          <w:sdt>
            <w:sdtPr>
              <w:rPr>
                <w:rStyle w:val="Style15"/>
              </w:rPr>
              <w:id w:val="-1132401836"/>
              <w:placeholder>
                <w:docPart w:val="874043D6C08F47EC972F71F1268990FC"/>
              </w:placeholder>
              <w:showingPlcHdr/>
              <w15:color w:val="99CCFF"/>
            </w:sdtPr>
            <w:sdtEndPr>
              <w:rPr>
                <w:rStyle w:val="DefaultParagraphFont"/>
                <w:rFonts w:ascii="Arial" w:hAnsi="Arial" w:cs="Arial"/>
                <w:sz w:val="24"/>
                <w:szCs w:val="20"/>
                <w:lang w:val="en-CA"/>
              </w:rPr>
            </w:sdtEndPr>
            <w:sdtContent>
              <w:p w14:paraId="2E20926E" w14:textId="77777777" w:rsidR="00073B63" w:rsidRDefault="00073B63" w:rsidP="00623FAD">
                <w:pPr>
                  <w:pBdr>
                    <w:right w:val="single" w:sz="2" w:space="4" w:color="808080" w:themeColor="background1" w:themeShade="80"/>
                  </w:pBdr>
                  <w:tabs>
                    <w:tab w:val="left" w:pos="601"/>
                  </w:tabs>
                  <w:ind w:left="34" w:right="-108"/>
                  <w:rPr>
                    <w:rStyle w:val="Style15"/>
                  </w:rPr>
                </w:pPr>
                <w:r>
                  <w:rPr>
                    <w:rFonts w:ascii="Questa Sans" w:hAnsi="Questa Sans" w:cs="Arial"/>
                    <w:sz w:val="22"/>
                    <w:szCs w:val="22"/>
                  </w:rPr>
                  <w:t xml:space="preserve">                                                       </w:t>
                </w:r>
              </w:p>
            </w:sdtContent>
          </w:sdt>
        </w:tc>
        <w:tc>
          <w:tcPr>
            <w:tcW w:w="2009" w:type="pct"/>
            <w:vAlign w:val="center"/>
          </w:tcPr>
          <w:p w14:paraId="329E6199" w14:textId="77777777" w:rsidR="00073B63" w:rsidRPr="00681725" w:rsidRDefault="00073B63" w:rsidP="00623FAD">
            <w:pPr>
              <w:pBdr>
                <w:right w:val="single" w:sz="2" w:space="4" w:color="808080" w:themeColor="background1" w:themeShade="80"/>
              </w:pBdr>
              <w:tabs>
                <w:tab w:val="left" w:pos="601"/>
              </w:tabs>
              <w:ind w:left="34" w:right="-108"/>
              <w:rPr>
                <w:rFonts w:ascii="Questa Sans" w:hAnsi="Questa Sans"/>
                <w:sz w:val="20"/>
                <w:szCs w:val="20"/>
              </w:rPr>
            </w:pPr>
            <w:r w:rsidRPr="00681725">
              <w:rPr>
                <w:rFonts w:ascii="Questa Sans" w:hAnsi="Questa Sans"/>
                <w:sz w:val="20"/>
                <w:szCs w:val="20"/>
              </w:rPr>
              <w:t>Date:</w:t>
            </w:r>
            <w:r>
              <w:rPr>
                <w:rFonts w:ascii="Questa Sans" w:hAnsi="Questa Sans"/>
                <w:sz w:val="20"/>
                <w:szCs w:val="20"/>
              </w:rPr>
              <w:t xml:space="preserve"> </w:t>
            </w:r>
            <w:sdt>
              <w:sdtPr>
                <w:rPr>
                  <w:rStyle w:val="Style15"/>
                </w:rPr>
                <w:id w:val="1526289566"/>
                <w:placeholder>
                  <w:docPart w:val="BDE49DA8D4A2469984F4D0CAE2A3E088"/>
                </w:placeholder>
                <w:showingPlcHdr/>
                <w15:color w:val="99CCFF"/>
              </w:sdtPr>
              <w:sdtEndPr>
                <w:rPr>
                  <w:rStyle w:val="DefaultParagraphFont"/>
                  <w:rFonts w:ascii="Arial" w:hAnsi="Arial" w:cs="Arial"/>
                  <w:sz w:val="24"/>
                  <w:szCs w:val="20"/>
                  <w:lang w:val="en-CA"/>
                </w:rPr>
              </w:sdtEndPr>
              <w:sdtContent>
                <w:r w:rsidRPr="004A2BF1">
                  <w:rPr>
                    <w:rFonts w:ascii="Questa Sans" w:hAnsi="Questa Sans" w:cs="Arial"/>
                    <w:sz w:val="20"/>
                    <w:szCs w:val="20"/>
                    <w:lang w:val="en-CA"/>
                  </w:rPr>
                  <w:t xml:space="preserve">                                                       </w:t>
                </w:r>
              </w:sdtContent>
            </w:sdt>
          </w:p>
        </w:tc>
      </w:tr>
    </w:tbl>
    <w:p w14:paraId="57AEB677" w14:textId="77777777" w:rsidR="00073B63" w:rsidRDefault="00073B63">
      <w:pPr>
        <w:spacing w:after="200" w:line="276" w:lineRule="auto"/>
        <w:rPr>
          <w:rFonts w:ascii="Questa Sans" w:hAnsi="Questa Sans"/>
          <w:b/>
          <w:bCs/>
          <w:u w:val="single"/>
          <w:lang w:val="en-CA"/>
        </w:rPr>
      </w:pPr>
      <w:r>
        <w:rPr>
          <w:rFonts w:ascii="Questa Sans" w:hAnsi="Questa Sans"/>
          <w:b/>
          <w:bCs/>
          <w:u w:val="single"/>
          <w:lang w:val="en-CA"/>
        </w:rPr>
        <w:br w:type="page"/>
      </w:r>
    </w:p>
    <w:p w14:paraId="2591C08D" w14:textId="77777777" w:rsidR="00073B63" w:rsidRDefault="00073B63">
      <w:pPr>
        <w:spacing w:after="200" w:line="276" w:lineRule="auto"/>
        <w:rPr>
          <w:rFonts w:ascii="Questa Sans" w:hAnsi="Questa Sans"/>
          <w:b/>
          <w:bCs/>
          <w:u w:val="single"/>
          <w:lang w:val="en-CA"/>
        </w:rPr>
      </w:pPr>
    </w:p>
    <w:p w14:paraId="1D74419D" w14:textId="410A3A84"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r w:rsidRPr="00CE1225">
        <w:rPr>
          <w:rFonts w:ascii="Questa Sans" w:hAnsi="Questa Sans"/>
          <w:sz w:val="24"/>
          <w:szCs w:val="24"/>
          <w:u w:val="single"/>
          <w:lang w:val="en-CA"/>
        </w:rPr>
        <w:t xml:space="preserve">Appendix A </w:t>
      </w:r>
      <w:r w:rsidRPr="00CE1225">
        <w:rPr>
          <w:rFonts w:ascii="Questa Sans" w:hAnsi="Questa Sans"/>
          <w:sz w:val="24"/>
          <w:szCs w:val="24"/>
          <w:lang w:val="en-CA"/>
        </w:rPr>
        <w:t>– Accelerate i</w:t>
      </w:r>
      <w:r w:rsidRPr="00CE1225">
        <w:rPr>
          <w:rFonts w:ascii="Questa Sans" w:hAnsi="Questa Sans"/>
          <w:sz w:val="24"/>
          <w:szCs w:val="24"/>
          <w:u w:val="single"/>
          <w:lang w:val="en-CA"/>
        </w:rPr>
        <w:t>ntern</w:t>
      </w:r>
      <w:r w:rsidRPr="00CE1225">
        <w:rPr>
          <w:rFonts w:ascii="Questa Sans" w:hAnsi="Questa Sans"/>
          <w:sz w:val="24"/>
          <w:szCs w:val="24"/>
          <w:lang w:val="en-CA"/>
        </w:rPr>
        <w:t xml:space="preserve"> consent form </w:t>
      </w:r>
      <w:r w:rsidRPr="00F4739D">
        <w:rPr>
          <w:rFonts w:ascii="Questa Sans" w:hAnsi="Questa Sans" w:cs="Arial"/>
          <w:b w:val="0"/>
          <w:bCs w:val="0"/>
          <w:color w:val="C00000"/>
        </w:rPr>
        <w:t>*</w:t>
      </w:r>
    </w:p>
    <w:p w14:paraId="1005DEEF" w14:textId="77777777" w:rsidR="00DF5623" w:rsidRPr="00CE1225" w:rsidRDefault="00DF5623" w:rsidP="00DF5623">
      <w:pPr>
        <w:jc w:val="center"/>
        <w:rPr>
          <w:rFonts w:ascii="Questa Sans" w:hAnsi="Questa Sans"/>
          <w:b/>
          <w:bCs/>
          <w:sz w:val="20"/>
          <w:szCs w:val="20"/>
        </w:rPr>
      </w:pPr>
    </w:p>
    <w:p w14:paraId="4C462175" w14:textId="77777777" w:rsidR="00DF5623" w:rsidRPr="00CE1225" w:rsidRDefault="00DF5623" w:rsidP="00DF5623">
      <w:pPr>
        <w:jc w:val="center"/>
        <w:rPr>
          <w:rFonts w:ascii="Questa Sans" w:hAnsi="Questa Sans"/>
          <w:b/>
          <w:bCs/>
          <w:sz w:val="20"/>
          <w:szCs w:val="20"/>
        </w:rPr>
      </w:pPr>
      <w:r w:rsidRPr="00CE1225">
        <w:rPr>
          <w:rFonts w:ascii="Questa Sans" w:hAnsi="Questa Sans"/>
          <w:b/>
          <w:bCs/>
          <w:sz w:val="20"/>
          <w:szCs w:val="20"/>
        </w:rPr>
        <w:t>USE AND DISCLOSURE OF PERSONAL INFORMATION PROVIDED TO MITACS</w:t>
      </w:r>
    </w:p>
    <w:p w14:paraId="397E6CE8" w14:textId="77777777" w:rsidR="00DF5623" w:rsidRPr="00CE1225" w:rsidRDefault="00DF5623" w:rsidP="00DF5623">
      <w:pPr>
        <w:jc w:val="center"/>
        <w:rPr>
          <w:rFonts w:ascii="Questa Sans" w:hAnsi="Questa Sans"/>
          <w:b/>
          <w:bCs/>
          <w:sz w:val="20"/>
          <w:szCs w:val="20"/>
        </w:rPr>
      </w:pPr>
    </w:p>
    <w:p w14:paraId="4224CD3C"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hAnsi="Questa Sans"/>
          <w:sz w:val="20"/>
          <w:szCs w:val="20"/>
        </w:rPr>
        <w:t xml:space="preserve">All personal information collected is subject to privacy legislation and Mitacs Privacy Policy for program participants. For a description of Mitacs’s commitment to protect the personal information provided by program applicants, please see </w:t>
      </w:r>
      <w:hyperlink r:id="rId26">
        <w:r w:rsidRPr="00293425">
          <w:rPr>
            <w:rStyle w:val="Hyperlink"/>
            <w:rFonts w:ascii="Questa Sans" w:hAnsi="Questa Sans"/>
            <w:color w:val="0066FF"/>
            <w:sz w:val="20"/>
            <w:szCs w:val="20"/>
          </w:rPr>
          <w:t>http://www.mitacs.ca/en/privacy-policy</w:t>
        </w:r>
      </w:hyperlink>
      <w:r w:rsidRPr="00D4303A">
        <w:rPr>
          <w:rFonts w:ascii="Questa Sans" w:hAnsi="Questa Sans"/>
          <w:sz w:val="20"/>
          <w:szCs w:val="20"/>
        </w:rPr>
        <w:t>.</w:t>
      </w:r>
    </w:p>
    <w:p w14:paraId="18E23F2E"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eastAsia="Arial" w:hAnsi="Questa Sans" w:cs="Arial"/>
          <w:sz w:val="20"/>
          <w:szCs w:val="20"/>
        </w:rPr>
        <w:t>All the information supplied in this application will be made available to Mitacs staff responsible for managing the application, for activities including identifying appropriate peer reviewers, administering and monitoring awards, compiling statistics, and evaluating the program</w:t>
      </w:r>
    </w:p>
    <w:p w14:paraId="3A9E8D05"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hAnsi="Questa Sans"/>
          <w:sz w:val="20"/>
          <w:szCs w:val="20"/>
        </w:rPr>
        <w:t xml:space="preserve">Information supplied in this application will be made available to internal and/or external reviewers, </w:t>
      </w:r>
      <w:proofErr w:type="gramStart"/>
      <w:r w:rsidRPr="00D4303A">
        <w:rPr>
          <w:rFonts w:ascii="Questa Sans" w:hAnsi="Questa Sans"/>
          <w:sz w:val="20"/>
          <w:szCs w:val="20"/>
        </w:rPr>
        <w:t>being composed</w:t>
      </w:r>
      <w:proofErr w:type="gramEnd"/>
      <w:r w:rsidRPr="00D4303A">
        <w:rPr>
          <w:rFonts w:ascii="Questa Sans" w:hAnsi="Questa Sans"/>
          <w:sz w:val="20"/>
          <w:szCs w:val="20"/>
        </w:rPr>
        <w:t xml:space="preserve"> of experts recruited from the academic, public and private sectors. All reviewers are </w:t>
      </w:r>
      <w:proofErr w:type="gramStart"/>
      <w:r w:rsidRPr="00D4303A">
        <w:rPr>
          <w:rFonts w:ascii="Questa Sans" w:hAnsi="Questa Sans"/>
          <w:sz w:val="20"/>
          <w:szCs w:val="20"/>
        </w:rPr>
        <w:t>required to commit</w:t>
      </w:r>
      <w:proofErr w:type="gramEnd"/>
      <w:r w:rsidRPr="00D4303A">
        <w:rPr>
          <w:rFonts w:ascii="Questa Sans" w:hAnsi="Questa Sans"/>
          <w:sz w:val="20"/>
          <w:szCs w:val="20"/>
        </w:rPr>
        <w:t xml:space="preserve"> to keep the application information confidential.</w:t>
      </w:r>
    </w:p>
    <w:p w14:paraId="6F94D354" w14:textId="77777777" w:rsidR="00DF5623" w:rsidRPr="00D4303A" w:rsidRDefault="00DF5623" w:rsidP="00DF5623">
      <w:pPr>
        <w:pStyle w:val="ListParagraph"/>
        <w:numPr>
          <w:ilvl w:val="0"/>
          <w:numId w:val="15"/>
        </w:numPr>
        <w:spacing w:before="120"/>
        <w:ind w:left="425" w:hanging="357"/>
        <w:jc w:val="both"/>
        <w:rPr>
          <w:rFonts w:ascii="Questa Sans" w:hAnsi="Questa Sans"/>
          <w:sz w:val="20"/>
          <w:szCs w:val="20"/>
        </w:rPr>
      </w:pPr>
      <w:r w:rsidRPr="00D4303A">
        <w:rPr>
          <w:rFonts w:ascii="Questa Sans" w:hAnsi="Questa Sans"/>
          <w:sz w:val="20"/>
          <w:szCs w:val="20"/>
        </w:rPr>
        <w:t>Contact information in this application may be used by Mitacs staff to contact you in future for:</w:t>
      </w:r>
    </w:p>
    <w:p w14:paraId="3B7C278A" w14:textId="77777777" w:rsidR="00DF5623" w:rsidRPr="00D4303A" w:rsidRDefault="00DF5623" w:rsidP="00DF5623">
      <w:pPr>
        <w:numPr>
          <w:ilvl w:val="1"/>
          <w:numId w:val="14"/>
        </w:numPr>
        <w:spacing w:before="120"/>
        <w:ind w:hanging="295"/>
        <w:jc w:val="both"/>
        <w:rPr>
          <w:rFonts w:ascii="Questa Sans" w:hAnsi="Questa Sans"/>
          <w:sz w:val="20"/>
          <w:szCs w:val="20"/>
        </w:rPr>
      </w:pPr>
      <w:r w:rsidRPr="00D4303A">
        <w:rPr>
          <w:rFonts w:ascii="Questa Sans" w:hAnsi="Questa Sans"/>
          <w:sz w:val="20"/>
          <w:szCs w:val="20"/>
        </w:rPr>
        <w:t xml:space="preserve">invitations to be profiled in stories or news items, to speak at or attend events, to provide a spotlight story and/or blog </w:t>
      </w:r>
      <w:proofErr w:type="gramStart"/>
      <w:r w:rsidRPr="00D4303A">
        <w:rPr>
          <w:rFonts w:ascii="Questa Sans" w:hAnsi="Questa Sans"/>
          <w:sz w:val="20"/>
          <w:szCs w:val="20"/>
        </w:rPr>
        <w:t>post;</w:t>
      </w:r>
      <w:proofErr w:type="gramEnd"/>
    </w:p>
    <w:p w14:paraId="2505B3DF" w14:textId="77777777" w:rsidR="00DF5623" w:rsidRPr="00D4303A" w:rsidRDefault="00DF5623" w:rsidP="00DF5623">
      <w:pPr>
        <w:numPr>
          <w:ilvl w:val="1"/>
          <w:numId w:val="14"/>
        </w:numPr>
        <w:spacing w:before="120"/>
        <w:ind w:hanging="294"/>
        <w:jc w:val="both"/>
        <w:rPr>
          <w:rFonts w:ascii="Questa Sans" w:hAnsi="Questa Sans"/>
          <w:sz w:val="20"/>
          <w:szCs w:val="20"/>
        </w:rPr>
      </w:pPr>
      <w:r w:rsidRPr="00D4303A">
        <w:rPr>
          <w:rFonts w:ascii="Questa Sans" w:hAnsi="Questa Sans"/>
          <w:sz w:val="20"/>
          <w:szCs w:val="20"/>
        </w:rPr>
        <w:t>communications about opportunities for Mitacs alumni; and</w:t>
      </w:r>
    </w:p>
    <w:p w14:paraId="66D24A93" w14:textId="77777777" w:rsidR="00DF5623" w:rsidRPr="00D4303A" w:rsidRDefault="00DF5623" w:rsidP="00DF5623">
      <w:pPr>
        <w:numPr>
          <w:ilvl w:val="1"/>
          <w:numId w:val="14"/>
        </w:numPr>
        <w:spacing w:before="120"/>
        <w:ind w:hanging="294"/>
        <w:jc w:val="both"/>
        <w:rPr>
          <w:rFonts w:ascii="Questa Sans" w:hAnsi="Questa Sans"/>
          <w:sz w:val="20"/>
          <w:szCs w:val="20"/>
        </w:rPr>
      </w:pPr>
      <w:r w:rsidRPr="00D4303A">
        <w:rPr>
          <w:rFonts w:ascii="Questa Sans" w:hAnsi="Questa Sans"/>
          <w:sz w:val="20"/>
          <w:szCs w:val="20"/>
        </w:rPr>
        <w:t>research surveys for Mitacs alumni.</w:t>
      </w:r>
    </w:p>
    <w:p w14:paraId="2C83DE11" w14:textId="77777777" w:rsidR="00DF5623" w:rsidRPr="00D4303A" w:rsidRDefault="00DF5623" w:rsidP="00DF5623">
      <w:pPr>
        <w:spacing w:before="120"/>
        <w:ind w:left="360"/>
        <w:jc w:val="both"/>
        <w:rPr>
          <w:rFonts w:ascii="Questa Sans" w:hAnsi="Questa Sans"/>
          <w:sz w:val="20"/>
          <w:szCs w:val="20"/>
        </w:rPr>
      </w:pPr>
      <w:r w:rsidRPr="00D4303A">
        <w:rPr>
          <w:rFonts w:ascii="Questa Sans" w:hAnsi="Questa Sans"/>
          <w:sz w:val="20"/>
          <w:szCs w:val="20"/>
        </w:rPr>
        <w:t>You will have the opportunity to unsubscribe from emails sent to you, once all commitments regarding the internship that is the subject of this application are complete.</w:t>
      </w:r>
    </w:p>
    <w:p w14:paraId="59EB04E5" w14:textId="77777777" w:rsidR="00DF5623" w:rsidRPr="00D4303A" w:rsidRDefault="00DF5623" w:rsidP="00DF5623">
      <w:pPr>
        <w:pStyle w:val="ListParagraph"/>
        <w:numPr>
          <w:ilvl w:val="0"/>
          <w:numId w:val="15"/>
        </w:numPr>
        <w:spacing w:before="120"/>
        <w:ind w:left="425" w:hanging="357"/>
        <w:jc w:val="both"/>
        <w:rPr>
          <w:rFonts w:ascii="Questa Sans" w:hAnsi="Questa Sans"/>
          <w:sz w:val="20"/>
          <w:szCs w:val="20"/>
        </w:rPr>
      </w:pPr>
      <w:r w:rsidRPr="00D4303A">
        <w:rPr>
          <w:rFonts w:ascii="Questa Sans" w:hAnsi="Questa Sans"/>
          <w:sz w:val="20"/>
          <w:szCs w:val="20"/>
        </w:rPr>
        <w:t xml:space="preserve">Your name, academic institution and department, and the title of your project may be provided to the federal, provincial/territorial and academic institution funders of the Accelerate program, </w:t>
      </w:r>
      <w:proofErr w:type="gramStart"/>
      <w:r w:rsidRPr="00D4303A">
        <w:rPr>
          <w:rFonts w:ascii="Questa Sans" w:hAnsi="Questa Sans"/>
          <w:sz w:val="20"/>
          <w:szCs w:val="20"/>
        </w:rPr>
        <w:t>to</w:t>
      </w:r>
      <w:proofErr w:type="gramEnd"/>
      <w:r w:rsidRPr="00D4303A">
        <w:rPr>
          <w:rFonts w:ascii="Questa Sans" w:hAnsi="Questa Sans"/>
          <w:sz w:val="20"/>
          <w:szCs w:val="20"/>
        </w:rPr>
        <w:t>:</w:t>
      </w:r>
    </w:p>
    <w:p w14:paraId="2827B36A" w14:textId="77777777" w:rsidR="00DF5623" w:rsidRPr="00D4303A" w:rsidRDefault="00DF5623" w:rsidP="00DF5623">
      <w:pPr>
        <w:pStyle w:val="ListParagraph"/>
        <w:numPr>
          <w:ilvl w:val="1"/>
          <w:numId w:val="15"/>
        </w:numPr>
        <w:spacing w:before="120"/>
        <w:ind w:left="709" w:hanging="284"/>
        <w:jc w:val="both"/>
        <w:rPr>
          <w:rFonts w:ascii="Questa Sans" w:hAnsi="Questa Sans"/>
          <w:sz w:val="20"/>
          <w:szCs w:val="20"/>
        </w:rPr>
      </w:pPr>
      <w:r w:rsidRPr="00D4303A">
        <w:rPr>
          <w:rFonts w:ascii="Questa Sans" w:hAnsi="Questa Sans"/>
          <w:sz w:val="20"/>
          <w:szCs w:val="20"/>
        </w:rPr>
        <w:t>enable Mitacs to report on funding contract commitments; and</w:t>
      </w:r>
    </w:p>
    <w:p w14:paraId="161AA468" w14:textId="77777777" w:rsidR="00DF5623" w:rsidRPr="00D4303A" w:rsidRDefault="00DF5623" w:rsidP="00DF5623">
      <w:pPr>
        <w:pStyle w:val="ListParagraph"/>
        <w:numPr>
          <w:ilvl w:val="1"/>
          <w:numId w:val="15"/>
        </w:numPr>
        <w:spacing w:before="120"/>
        <w:ind w:left="709" w:hanging="283"/>
        <w:jc w:val="both"/>
        <w:rPr>
          <w:rFonts w:ascii="Questa Sans" w:hAnsi="Questa Sans"/>
          <w:sz w:val="20"/>
          <w:szCs w:val="20"/>
        </w:rPr>
      </w:pPr>
      <w:r w:rsidRPr="00D4303A">
        <w:rPr>
          <w:rFonts w:ascii="Questa Sans" w:hAnsi="Questa Sans"/>
          <w:sz w:val="20"/>
          <w:szCs w:val="20"/>
        </w:rPr>
        <w:t>allow the funders to evaluate the program.</w:t>
      </w:r>
    </w:p>
    <w:p w14:paraId="1721D46B" w14:textId="77777777" w:rsidR="00DF5623" w:rsidRPr="00D4303A" w:rsidRDefault="00DF5623" w:rsidP="00DF5623">
      <w:pPr>
        <w:ind w:left="357"/>
        <w:rPr>
          <w:rFonts w:ascii="Questa Sans" w:hAnsi="Questa Sans" w:cs="Arial"/>
          <w:sz w:val="20"/>
          <w:szCs w:val="20"/>
          <w:lang w:val="en-CA"/>
        </w:rPr>
      </w:pPr>
    </w:p>
    <w:p w14:paraId="07DECDEA" w14:textId="77777777" w:rsidR="00DF5623" w:rsidRPr="00D4303A" w:rsidRDefault="00DF5623" w:rsidP="00DF5623">
      <w:pPr>
        <w:spacing w:after="200"/>
        <w:ind w:left="360"/>
        <w:rPr>
          <w:rFonts w:ascii="Questa Sans" w:hAnsi="Questa Sans" w:cs="Arial"/>
          <w:sz w:val="20"/>
          <w:szCs w:val="20"/>
          <w:lang w:val="en-CA"/>
        </w:rPr>
      </w:pPr>
      <w:r w:rsidRPr="00D4303A">
        <w:rPr>
          <w:rFonts w:ascii="Questa Sans" w:hAnsi="Questa Sans" w:cs="Arial"/>
          <w:sz w:val="20"/>
          <w:szCs w:val="20"/>
          <w:lang w:val="en-CA"/>
        </w:rPr>
        <w:t xml:space="preserve">Additional information, such as passport numbers and dates of birth, may be provided to the international funders of the program (if applicable), for adjudication and reporting purposes. </w:t>
      </w:r>
    </w:p>
    <w:p w14:paraId="2EEB25F7" w14:textId="01996F72" w:rsidR="00DF5623" w:rsidRPr="004D70B3" w:rsidRDefault="00DF5623">
      <w:pPr>
        <w:pStyle w:val="ListParagraph"/>
        <w:numPr>
          <w:ilvl w:val="0"/>
          <w:numId w:val="15"/>
        </w:numPr>
        <w:autoSpaceDE w:val="0"/>
        <w:autoSpaceDN w:val="0"/>
        <w:adjustRightInd w:val="0"/>
        <w:spacing w:before="120"/>
        <w:ind w:left="426"/>
        <w:contextualSpacing/>
        <w:jc w:val="both"/>
        <w:rPr>
          <w:rFonts w:ascii="Questa Sans" w:hAnsi="Questa Sans" w:cs="Arial"/>
          <w:sz w:val="20"/>
          <w:szCs w:val="20"/>
        </w:rPr>
      </w:pPr>
      <w:r w:rsidRPr="004D70B3">
        <w:rPr>
          <w:rFonts w:ascii="Questa Sans" w:hAnsi="Questa Sans"/>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0E1C3A0B" w14:textId="77777777" w:rsidR="00DF5623" w:rsidRPr="00D4303A" w:rsidRDefault="00DF5623" w:rsidP="00DF5623">
      <w:pPr>
        <w:autoSpaceDE w:val="0"/>
        <w:autoSpaceDN w:val="0"/>
        <w:adjustRightInd w:val="0"/>
        <w:spacing w:before="120"/>
        <w:jc w:val="both"/>
        <w:rPr>
          <w:rFonts w:ascii="Questa Sans" w:hAnsi="Questa Sans" w:cs="Arial"/>
          <w:sz w:val="20"/>
          <w:szCs w:val="20"/>
        </w:rPr>
      </w:pPr>
      <w:r w:rsidRPr="00D4303A">
        <w:rPr>
          <w:rFonts w:ascii="Questa Sans" w:hAnsi="Questa Sans" w:cs="Arial"/>
          <w:sz w:val="20"/>
          <w:szCs w:val="20"/>
        </w:rPr>
        <w:t xml:space="preserve">I, the undersigned, do hereby give </w:t>
      </w:r>
      <w:proofErr w:type="gramStart"/>
      <w:r w:rsidRPr="00D4303A">
        <w:rPr>
          <w:rFonts w:ascii="Questa Sans" w:hAnsi="Questa Sans" w:cs="Arial"/>
          <w:sz w:val="20"/>
          <w:szCs w:val="20"/>
        </w:rPr>
        <w:t>CONSENT</w:t>
      </w:r>
      <w:proofErr w:type="gramEnd"/>
      <w:r w:rsidRPr="00D4303A">
        <w:rPr>
          <w:rFonts w:ascii="Questa Sans" w:hAnsi="Questa Sans" w:cs="Arial"/>
          <w:sz w:val="20"/>
          <w:szCs w:val="20"/>
        </w:rPr>
        <w:t xml:space="preserve"> to the use and disclosure of the information contained in my application for the </w:t>
      </w:r>
      <w:proofErr w:type="gramStart"/>
      <w:r w:rsidRPr="00D4303A">
        <w:rPr>
          <w:rFonts w:ascii="Questa Sans" w:hAnsi="Questa Sans" w:cs="Arial"/>
          <w:sz w:val="20"/>
          <w:szCs w:val="20"/>
        </w:rPr>
        <w:t>purposes as</w:t>
      </w:r>
      <w:proofErr w:type="gramEnd"/>
      <w:r w:rsidRPr="00D4303A">
        <w:rPr>
          <w:rFonts w:ascii="Questa Sans" w:hAnsi="Questa Sans" w:cs="Arial"/>
          <w:sz w:val="20"/>
          <w:szCs w:val="20"/>
        </w:rPr>
        <w:t xml:space="preserve"> described above.</w:t>
      </w:r>
    </w:p>
    <w:p w14:paraId="6BEB6C25" w14:textId="77777777" w:rsidR="00DF5623" w:rsidRPr="00CE1225" w:rsidRDefault="00DF5623" w:rsidP="00DF5623">
      <w:pPr>
        <w:autoSpaceDE w:val="0"/>
        <w:autoSpaceDN w:val="0"/>
        <w:adjustRightInd w:val="0"/>
        <w:spacing w:before="120"/>
        <w:jc w:val="both"/>
        <w:rPr>
          <w:rFonts w:ascii="Questa Sans" w:hAnsi="Questa Sans" w:cs="Arial"/>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BE338E" w:rsidRPr="00A31D38" w14:paraId="4371D19C" w14:textId="77777777">
        <w:trPr>
          <w:trHeight w:val="835"/>
        </w:trPr>
        <w:tc>
          <w:tcPr>
            <w:tcW w:w="3058" w:type="dxa"/>
            <w:tcBorders>
              <w:bottom w:val="single" w:sz="4" w:space="0" w:color="auto"/>
            </w:tcBorders>
            <w:vAlign w:val="center"/>
          </w:tcPr>
          <w:sdt>
            <w:sdtPr>
              <w:rPr>
                <w:rStyle w:val="Style15"/>
              </w:rPr>
              <w:id w:val="-916168727"/>
              <w:placeholder>
                <w:docPart w:val="DF6505C721B043D5914FC4CDBE665588"/>
              </w:placeholder>
              <w:showingPlcHdr/>
              <w15:color w:val="99CCFF"/>
            </w:sdtPr>
            <w:sdtEndPr>
              <w:rPr>
                <w:rStyle w:val="DefaultParagraphFont"/>
                <w:rFonts w:ascii="Arial" w:hAnsi="Arial" w:cs="Arial"/>
                <w:sz w:val="24"/>
                <w:szCs w:val="20"/>
                <w:lang w:val="en-CA"/>
              </w:rPr>
            </w:sdtEndPr>
            <w:sdtContent>
              <w:p w14:paraId="25237125" w14:textId="6FAB21D0"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442" w:type="dxa"/>
            <w:vAlign w:val="center"/>
          </w:tcPr>
          <w:p w14:paraId="5BB850CA" w14:textId="77777777" w:rsidR="00BE338E" w:rsidRPr="00A31D38" w:rsidRDefault="00BE338E">
            <w:pPr>
              <w:autoSpaceDE w:val="0"/>
              <w:autoSpaceDN w:val="0"/>
              <w:adjustRightInd w:val="0"/>
              <w:jc w:val="center"/>
              <w:rPr>
                <w:rFonts w:cs="Arial"/>
                <w:sz w:val="18"/>
                <w:szCs w:val="18"/>
              </w:rPr>
            </w:pPr>
          </w:p>
        </w:tc>
        <w:tc>
          <w:tcPr>
            <w:tcW w:w="3239" w:type="dxa"/>
            <w:tcBorders>
              <w:bottom w:val="single" w:sz="4" w:space="0" w:color="auto"/>
            </w:tcBorders>
            <w:vAlign w:val="center"/>
          </w:tcPr>
          <w:sdt>
            <w:sdtPr>
              <w:rPr>
                <w:rStyle w:val="Style15"/>
              </w:rPr>
              <w:id w:val="1493455286"/>
              <w:placeholder>
                <w:docPart w:val="4C758DCA8ADA42A3B7F963A72FE2748F"/>
              </w:placeholder>
              <w:showingPlcHdr/>
              <w15:color w:val="99CCFF"/>
            </w:sdtPr>
            <w:sdtEndPr>
              <w:rPr>
                <w:rStyle w:val="DefaultParagraphFont"/>
                <w:rFonts w:ascii="Arial" w:hAnsi="Arial" w:cs="Arial"/>
                <w:sz w:val="24"/>
                <w:szCs w:val="20"/>
                <w:lang w:val="en-CA"/>
              </w:rPr>
            </w:sdtEndPr>
            <w:sdtContent>
              <w:p w14:paraId="49002B23" w14:textId="3933F855"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442" w:type="dxa"/>
            <w:vAlign w:val="center"/>
          </w:tcPr>
          <w:p w14:paraId="2683C677" w14:textId="77777777" w:rsidR="00BE338E" w:rsidRPr="00A31D38" w:rsidRDefault="00BE338E">
            <w:pPr>
              <w:autoSpaceDE w:val="0"/>
              <w:autoSpaceDN w:val="0"/>
              <w:adjustRightInd w:val="0"/>
              <w:jc w:val="center"/>
              <w:rPr>
                <w:rFonts w:cs="Arial"/>
                <w:sz w:val="18"/>
                <w:szCs w:val="18"/>
              </w:rPr>
            </w:pPr>
          </w:p>
        </w:tc>
        <w:tc>
          <w:tcPr>
            <w:tcW w:w="2583" w:type="dxa"/>
            <w:tcBorders>
              <w:bottom w:val="single" w:sz="4" w:space="0" w:color="auto"/>
            </w:tcBorders>
            <w:vAlign w:val="center"/>
          </w:tcPr>
          <w:sdt>
            <w:sdtPr>
              <w:rPr>
                <w:rStyle w:val="Style15"/>
              </w:rPr>
              <w:id w:val="500624990"/>
              <w:placeholder>
                <w:docPart w:val="35AAAB03439F4D7180D508FF8F922C15"/>
              </w:placeholder>
              <w:showingPlcHdr/>
              <w15:color w:val="99CCFF"/>
            </w:sdtPr>
            <w:sdtEndPr>
              <w:rPr>
                <w:rStyle w:val="DefaultParagraphFont"/>
                <w:rFonts w:ascii="Arial" w:hAnsi="Arial" w:cs="Arial"/>
                <w:sz w:val="24"/>
                <w:szCs w:val="20"/>
                <w:lang w:val="en-CA"/>
              </w:rPr>
            </w:sdtEndPr>
            <w:sdtContent>
              <w:p w14:paraId="28619A86" w14:textId="11978E3D"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BE338E" w:rsidRPr="00A31D38" w14:paraId="1D4045C2" w14:textId="77777777">
        <w:trPr>
          <w:trHeight w:val="1171"/>
        </w:trPr>
        <w:tc>
          <w:tcPr>
            <w:tcW w:w="3058" w:type="dxa"/>
            <w:tcBorders>
              <w:top w:val="single" w:sz="4" w:space="0" w:color="auto"/>
            </w:tcBorders>
            <w:vAlign w:val="center"/>
          </w:tcPr>
          <w:p w14:paraId="008319BA"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Intern name</w:t>
            </w:r>
          </w:p>
        </w:tc>
        <w:tc>
          <w:tcPr>
            <w:tcW w:w="442" w:type="dxa"/>
            <w:vAlign w:val="center"/>
          </w:tcPr>
          <w:p w14:paraId="407EB60F" w14:textId="77777777" w:rsidR="00BE338E" w:rsidRPr="008869C8" w:rsidRDefault="00BE338E">
            <w:pPr>
              <w:autoSpaceDE w:val="0"/>
              <w:autoSpaceDN w:val="0"/>
              <w:adjustRightInd w:val="0"/>
              <w:jc w:val="center"/>
              <w:rPr>
                <w:rFonts w:ascii="Questa Sans" w:hAnsi="Questa Sans" w:cs="Arial"/>
                <w:b/>
                <w:bCs/>
                <w:sz w:val="20"/>
                <w:szCs w:val="20"/>
              </w:rPr>
            </w:pPr>
          </w:p>
        </w:tc>
        <w:tc>
          <w:tcPr>
            <w:tcW w:w="3239" w:type="dxa"/>
            <w:tcBorders>
              <w:top w:val="single" w:sz="4" w:space="0" w:color="auto"/>
            </w:tcBorders>
            <w:vAlign w:val="center"/>
          </w:tcPr>
          <w:p w14:paraId="581B2DD9"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Signature</w:t>
            </w:r>
          </w:p>
        </w:tc>
        <w:tc>
          <w:tcPr>
            <w:tcW w:w="442" w:type="dxa"/>
            <w:vAlign w:val="center"/>
          </w:tcPr>
          <w:p w14:paraId="25BABF51" w14:textId="77777777" w:rsidR="00BE338E" w:rsidRPr="008869C8" w:rsidRDefault="00BE338E">
            <w:pPr>
              <w:autoSpaceDE w:val="0"/>
              <w:autoSpaceDN w:val="0"/>
              <w:adjustRightInd w:val="0"/>
              <w:jc w:val="center"/>
              <w:rPr>
                <w:rFonts w:ascii="Questa Sans" w:hAnsi="Questa Sans" w:cs="Arial"/>
                <w:b/>
                <w:bCs/>
                <w:sz w:val="20"/>
                <w:szCs w:val="20"/>
              </w:rPr>
            </w:pPr>
          </w:p>
        </w:tc>
        <w:tc>
          <w:tcPr>
            <w:tcW w:w="2583" w:type="dxa"/>
            <w:tcBorders>
              <w:top w:val="single" w:sz="4" w:space="0" w:color="auto"/>
            </w:tcBorders>
            <w:vAlign w:val="center"/>
          </w:tcPr>
          <w:p w14:paraId="084A45F8" w14:textId="77777777" w:rsidR="00BE338E" w:rsidRPr="008869C8" w:rsidRDefault="00BE338E">
            <w:pPr>
              <w:autoSpaceDE w:val="0"/>
              <w:autoSpaceDN w:val="0"/>
              <w:adjustRightInd w:val="0"/>
              <w:jc w:val="center"/>
              <w:rPr>
                <w:rFonts w:ascii="Questa Sans" w:hAnsi="Questa Sans" w:cs="Arial"/>
                <w:b/>
                <w:bCs/>
                <w:sz w:val="20"/>
                <w:szCs w:val="20"/>
              </w:rPr>
            </w:pPr>
          </w:p>
          <w:p w14:paraId="246AEFC5"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Signature Date</w:t>
            </w:r>
          </w:p>
          <w:p w14:paraId="357D26A5" w14:textId="77777777" w:rsidR="00BE338E" w:rsidRPr="008869C8" w:rsidRDefault="00BE338E">
            <w:pPr>
              <w:autoSpaceDE w:val="0"/>
              <w:autoSpaceDN w:val="0"/>
              <w:adjustRightInd w:val="0"/>
              <w:jc w:val="center"/>
              <w:rPr>
                <w:rFonts w:ascii="Questa Sans" w:hAnsi="Questa Sans" w:cs="Arial"/>
                <w:b/>
                <w:bCs/>
                <w:sz w:val="20"/>
                <w:szCs w:val="20"/>
              </w:rPr>
            </w:pPr>
          </w:p>
        </w:tc>
      </w:tr>
    </w:tbl>
    <w:p w14:paraId="1CB37480" w14:textId="77777777" w:rsidR="00DF5623" w:rsidRPr="00CE1225" w:rsidRDefault="00DF5623" w:rsidP="00DF5623">
      <w:pPr>
        <w:jc w:val="center"/>
        <w:rPr>
          <w:rFonts w:ascii="Questa Sans" w:hAnsi="Questa Sans"/>
          <w:sz w:val="20"/>
          <w:szCs w:val="20"/>
        </w:rPr>
      </w:pPr>
    </w:p>
    <w:p w14:paraId="2B8919D5" w14:textId="77777777" w:rsidR="00DF5623" w:rsidRPr="00CE1225" w:rsidRDefault="00DF5623" w:rsidP="00DF5623">
      <w:pPr>
        <w:rPr>
          <w:rFonts w:ascii="Questa Sans" w:hAnsi="Questa Sans"/>
          <w:sz w:val="20"/>
          <w:szCs w:val="20"/>
        </w:rPr>
        <w:sectPr w:rsidR="00DF5623" w:rsidRPr="00CE1225" w:rsidSect="00DF5623">
          <w:pgSz w:w="12240" w:h="15840"/>
          <w:pgMar w:top="902" w:right="1134" w:bottom="902" w:left="1134" w:header="680" w:footer="442" w:gutter="0"/>
          <w:cols w:space="720"/>
          <w:docGrid w:linePitch="360"/>
        </w:sectPr>
      </w:pPr>
    </w:p>
    <w:p w14:paraId="713A955B" w14:textId="2446B882" w:rsidR="00324E4C" w:rsidRPr="00CE1225" w:rsidRDefault="00324E4C" w:rsidP="00324E4C">
      <w:pPr>
        <w:jc w:val="center"/>
        <w:rPr>
          <w:rFonts w:ascii="Questa Sans" w:hAnsi="Questa Sans"/>
          <w:b/>
          <w:bCs/>
          <w:u w:val="single"/>
          <w:lang w:val="en-CA"/>
        </w:rPr>
      </w:pPr>
      <w:bookmarkStart w:id="1" w:name="_Hlk88575404"/>
      <w:r w:rsidRPr="00CE1225">
        <w:rPr>
          <w:rFonts w:ascii="Questa Sans" w:hAnsi="Questa Sans"/>
          <w:b/>
          <w:bCs/>
          <w:u w:val="single"/>
          <w:lang w:val="en-CA"/>
        </w:rPr>
        <w:t xml:space="preserve">Appendix </w:t>
      </w:r>
      <w:r w:rsidR="00027247">
        <w:rPr>
          <w:rFonts w:ascii="Questa Sans" w:hAnsi="Questa Sans"/>
          <w:b/>
          <w:bCs/>
          <w:u w:val="single"/>
          <w:lang w:val="en-CA"/>
        </w:rPr>
        <w:t>B</w:t>
      </w:r>
      <w:r w:rsidRPr="00CE1225">
        <w:rPr>
          <w:rFonts w:ascii="Questa Sans" w:hAnsi="Questa Sans"/>
          <w:b/>
          <w:bCs/>
          <w:u w:val="single"/>
          <w:lang w:val="en-CA"/>
        </w:rPr>
        <w:t xml:space="preserve"> – Intern CV Template</w:t>
      </w:r>
    </w:p>
    <w:p w14:paraId="7F955B9D" w14:textId="3141599A" w:rsidR="00EA1122" w:rsidRPr="000C1721" w:rsidRDefault="00EA1122" w:rsidP="00EA1122">
      <w:pPr>
        <w:pStyle w:val="ListParagraph"/>
        <w:numPr>
          <w:ilvl w:val="0"/>
          <w:numId w:val="30"/>
        </w:numPr>
        <w:spacing w:line="276" w:lineRule="auto"/>
        <w:rPr>
          <w:rFonts w:ascii="Questa Sans" w:hAnsi="Questa Sans" w:cs="Arial"/>
          <w:i/>
          <w:iCs/>
          <w:sz w:val="18"/>
          <w:szCs w:val="18"/>
          <w:lang w:val="en-CA"/>
        </w:rPr>
      </w:pPr>
      <w:r w:rsidRPr="000C1721">
        <w:rPr>
          <w:rFonts w:ascii="Questa Sans" w:hAnsi="Questa Sans" w:cs="Arial"/>
          <w:i/>
          <w:iCs/>
          <w:sz w:val="18"/>
          <w:szCs w:val="18"/>
          <w:lang w:val="en-CA"/>
        </w:rPr>
        <w:t xml:space="preserve">Intern CV is required for </w:t>
      </w:r>
      <w:r w:rsidRPr="000C1721">
        <w:rPr>
          <w:rFonts w:ascii="Questa Sans" w:hAnsi="Questa Sans" w:cs="Arial"/>
          <w:b/>
          <w:bCs/>
          <w:i/>
          <w:iCs/>
          <w:sz w:val="18"/>
          <w:szCs w:val="18"/>
          <w:lang w:val="en-CA"/>
        </w:rPr>
        <w:t>Accelerate projects ONLY</w:t>
      </w:r>
    </w:p>
    <w:p w14:paraId="374FAE9C" w14:textId="148E70CD" w:rsidR="00324E4C" w:rsidRPr="000C1721" w:rsidRDefault="00324E4C" w:rsidP="00EA1122">
      <w:pPr>
        <w:pStyle w:val="ListParagraph"/>
        <w:numPr>
          <w:ilvl w:val="0"/>
          <w:numId w:val="30"/>
        </w:numPr>
        <w:spacing w:line="276" w:lineRule="auto"/>
        <w:rPr>
          <w:rFonts w:ascii="Questa Sans" w:hAnsi="Questa Sans"/>
          <w:sz w:val="20"/>
          <w:szCs w:val="20"/>
          <w:lang w:val="en-CA"/>
        </w:rPr>
      </w:pPr>
      <w:r w:rsidRPr="000C1721">
        <w:rPr>
          <w:rFonts w:ascii="Questa Sans" w:hAnsi="Questa Sans" w:cs="Arial"/>
          <w:i/>
          <w:iCs/>
          <w:sz w:val="18"/>
          <w:szCs w:val="18"/>
          <w:lang w:val="en-CA"/>
        </w:rPr>
        <w:t>All sections marked with “</w:t>
      </w:r>
      <w:r w:rsidRPr="000C1721">
        <w:rPr>
          <w:rFonts w:ascii="Questa Sans" w:hAnsi="Questa Sans" w:cs="Arial"/>
          <w:b/>
          <w:bCs/>
          <w:i/>
          <w:iCs/>
          <w:color w:val="FF0000"/>
          <w:sz w:val="18"/>
          <w:szCs w:val="18"/>
          <w:lang w:val="en-CA"/>
        </w:rPr>
        <w:t>*</w:t>
      </w:r>
      <w:r w:rsidRPr="000C1721">
        <w:rPr>
          <w:rFonts w:ascii="Questa Sans" w:hAnsi="Questa Sans" w:cs="Arial"/>
          <w:i/>
          <w:iCs/>
          <w:sz w:val="18"/>
          <w:szCs w:val="18"/>
          <w:lang w:val="en-CA"/>
        </w:rPr>
        <w:t xml:space="preserve">” are </w:t>
      </w:r>
      <w:r w:rsidR="00EA1122" w:rsidRPr="000C1721">
        <w:rPr>
          <w:rFonts w:ascii="Questa Sans" w:hAnsi="Questa Sans" w:cs="Arial"/>
          <w:b/>
          <w:bCs/>
          <w:i/>
          <w:iCs/>
          <w:color w:val="C00000"/>
          <w:sz w:val="18"/>
          <w:szCs w:val="18"/>
          <w:lang w:val="en-CA"/>
        </w:rPr>
        <w:t>MANDATORY.</w:t>
      </w:r>
      <w:r w:rsidRPr="000C1721">
        <w:rPr>
          <w:rFonts w:ascii="Questa Sans" w:hAnsi="Questa Sans" w:cs="Arial"/>
          <w:i/>
          <w:iCs/>
          <w:sz w:val="18"/>
          <w:szCs w:val="18"/>
          <w:lang w:val="en-CA"/>
        </w:rPr>
        <w:t xml:space="preserve"> </w:t>
      </w:r>
    </w:p>
    <w:p w14:paraId="06EA5E3B" w14:textId="77777777" w:rsidR="00324E4C" w:rsidRPr="00CE1225" w:rsidRDefault="00324E4C" w:rsidP="00324E4C">
      <w:pPr>
        <w:jc w:val="center"/>
        <w:rPr>
          <w:rFonts w:ascii="Questa Sans" w:hAnsi="Questa Sans"/>
          <w:sz w:val="20"/>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324E4C" w:rsidRPr="00CE1225" w14:paraId="5BE454AF" w14:textId="77777777" w:rsidTr="00D942BF">
        <w:trPr>
          <w:jc w:val="center"/>
        </w:trPr>
        <w:tc>
          <w:tcPr>
            <w:tcW w:w="10440" w:type="dxa"/>
            <w:gridSpan w:val="2"/>
          </w:tcPr>
          <w:p w14:paraId="682DC2D1" w14:textId="0F812205"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Date of submission</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2106921004"/>
                <w:placeholder>
                  <w:docPart w:val="28E71D8BF5454E27A0F11493D82BB1C5"/>
                </w:placeholder>
                <w:showingPlcHdr/>
                <w15:color w:val="99CCFF"/>
              </w:sdtPr>
              <w:sdtEndPr>
                <w:rPr>
                  <w:rStyle w:val="DefaultParagraphFont"/>
                  <w:rFonts w:ascii="Arial" w:hAnsi="Arial" w:cs="Arial"/>
                  <w:sz w:val="24"/>
                  <w:szCs w:val="22"/>
                  <w:lang w:val="en-CA"/>
                </w:rPr>
              </w:sdtEndPr>
              <w:sdtContent>
                <w:r w:rsidR="00BF6E21">
                  <w:rPr>
                    <w:rFonts w:ascii="Questa Sans" w:hAnsi="Questa Sans" w:cs="Arial"/>
                    <w:sz w:val="22"/>
                    <w:szCs w:val="22"/>
                    <w:lang w:val="en-CA"/>
                  </w:rPr>
                  <w:t xml:space="preserve">                                                       </w:t>
                </w:r>
              </w:sdtContent>
            </w:sdt>
          </w:p>
          <w:p w14:paraId="3E97AD68" w14:textId="77777777" w:rsidR="00324E4C" w:rsidRPr="00586BC1" w:rsidRDefault="00324E4C" w:rsidP="00D942BF">
            <w:pPr>
              <w:rPr>
                <w:rFonts w:ascii="Questa Sans" w:hAnsi="Questa Sans" w:cs="Arial"/>
                <w:sz w:val="22"/>
                <w:szCs w:val="22"/>
              </w:rPr>
            </w:pPr>
          </w:p>
        </w:tc>
      </w:tr>
      <w:tr w:rsidR="00324E4C" w:rsidRPr="00CE1225" w14:paraId="5C6A4F59" w14:textId="77777777" w:rsidTr="00D942BF">
        <w:trPr>
          <w:jc w:val="center"/>
        </w:trPr>
        <w:tc>
          <w:tcPr>
            <w:tcW w:w="10440" w:type="dxa"/>
            <w:gridSpan w:val="2"/>
          </w:tcPr>
          <w:p w14:paraId="6191989C" w14:textId="42B705F3"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 xml:space="preserve">Project </w:t>
            </w:r>
            <w:proofErr w:type="gramStart"/>
            <w:r w:rsidRPr="00586BC1">
              <w:rPr>
                <w:rFonts w:ascii="Questa Sans" w:hAnsi="Questa Sans" w:cs="Arial"/>
                <w:sz w:val="22"/>
                <w:szCs w:val="22"/>
              </w:rPr>
              <w:t>IT#</w:t>
            </w:r>
            <w:r w:rsidRPr="00586BC1">
              <w:rPr>
                <w:rFonts w:ascii="Questa Sans" w:hAnsi="Questa Sans" w:cs="Arial"/>
                <w:b/>
                <w:bCs/>
                <w:color w:val="C00000"/>
                <w:sz w:val="22"/>
                <w:szCs w:val="22"/>
              </w:rPr>
              <w:t>*</w:t>
            </w:r>
            <w:proofErr w:type="gramEnd"/>
            <w:r w:rsidRPr="00586BC1">
              <w:rPr>
                <w:rFonts w:ascii="Questa Sans" w:hAnsi="Questa Sans" w:cs="Arial"/>
                <w:sz w:val="22"/>
                <w:szCs w:val="22"/>
              </w:rPr>
              <w:t>:</w:t>
            </w:r>
            <w:r w:rsidR="00BF6E21">
              <w:rPr>
                <w:rFonts w:ascii="Questa Sans" w:hAnsi="Questa Sans" w:cs="Arial"/>
                <w:sz w:val="22"/>
                <w:szCs w:val="22"/>
              </w:rPr>
              <w:t xml:space="preserve"> </w:t>
            </w:r>
            <w:sdt>
              <w:sdtPr>
                <w:rPr>
                  <w:rStyle w:val="Style27"/>
                </w:rPr>
                <w:id w:val="435480074"/>
                <w:placeholder>
                  <w:docPart w:val="CBF33A3017274053B0CEBE3F4580CACC"/>
                </w:placeholder>
                <w:showingPlcHdr/>
                <w15:color w:val="99CCFF"/>
              </w:sdtPr>
              <w:sdtEndPr>
                <w:rPr>
                  <w:rStyle w:val="DefaultParagraphFont"/>
                  <w:rFonts w:ascii="Arial" w:hAnsi="Arial" w:cs="Arial"/>
                  <w:sz w:val="24"/>
                  <w:szCs w:val="22"/>
                  <w:lang w:val="en-CA"/>
                </w:rPr>
              </w:sdtEndPr>
              <w:sdtContent>
                <w:r w:rsidR="00D21F28">
                  <w:rPr>
                    <w:rFonts w:ascii="Questa Sans" w:hAnsi="Questa Sans" w:cs="Arial"/>
                    <w:sz w:val="22"/>
                    <w:szCs w:val="22"/>
                    <w:lang w:val="en-CA"/>
                  </w:rPr>
                  <w:t xml:space="preserve">                                                       </w:t>
                </w:r>
              </w:sdtContent>
            </w:sdt>
          </w:p>
          <w:p w14:paraId="29988D1D" w14:textId="77777777" w:rsidR="00324E4C" w:rsidRPr="00586BC1" w:rsidRDefault="00324E4C" w:rsidP="00D942BF">
            <w:pPr>
              <w:rPr>
                <w:rFonts w:ascii="Questa Sans" w:hAnsi="Questa Sans" w:cs="Arial"/>
                <w:sz w:val="22"/>
                <w:szCs w:val="22"/>
              </w:rPr>
            </w:pPr>
          </w:p>
        </w:tc>
      </w:tr>
      <w:tr w:rsidR="00324E4C" w:rsidRPr="00CE1225" w14:paraId="5171D3F0" w14:textId="77777777" w:rsidTr="00D942BF">
        <w:trPr>
          <w:trHeight w:val="430"/>
          <w:jc w:val="center"/>
        </w:trPr>
        <w:tc>
          <w:tcPr>
            <w:tcW w:w="4685" w:type="dxa"/>
            <w:tcBorders>
              <w:bottom w:val="single" w:sz="4" w:space="0" w:color="auto"/>
            </w:tcBorders>
          </w:tcPr>
          <w:p w14:paraId="757303E9" w14:textId="41170B80"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Family name</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2022999680"/>
                <w:placeholder>
                  <w:docPart w:val="2EEB5894ED3C453BAB1F5CCF6C924A99"/>
                </w:placeholder>
                <w:showingPlcHdr/>
                <w15:color w:val="99CCFF"/>
              </w:sdtPr>
              <w:sdtEndPr>
                <w:rPr>
                  <w:rStyle w:val="DefaultParagraphFont"/>
                  <w:rFonts w:ascii="Arial" w:hAnsi="Arial" w:cs="Arial"/>
                  <w:sz w:val="24"/>
                  <w:szCs w:val="22"/>
                  <w:lang w:val="en-CA"/>
                </w:rPr>
              </w:sdtEndPr>
              <w:sdtContent>
                <w:r w:rsidR="00D21F28">
                  <w:rPr>
                    <w:rFonts w:ascii="Questa Sans" w:hAnsi="Questa Sans" w:cs="Arial"/>
                    <w:sz w:val="22"/>
                    <w:szCs w:val="22"/>
                    <w:lang w:val="en-CA"/>
                  </w:rPr>
                  <w:t xml:space="preserve">                                                       </w:t>
                </w:r>
              </w:sdtContent>
            </w:sdt>
            <w:r w:rsidR="00586BC1" w:rsidRPr="00586BC1">
              <w:rPr>
                <w:rFonts w:ascii="Questa Sans" w:hAnsi="Questa Sans" w:cs="Arial"/>
                <w:sz w:val="22"/>
                <w:szCs w:val="22"/>
              </w:rPr>
              <w:t xml:space="preserve"> </w:t>
            </w:r>
          </w:p>
          <w:p w14:paraId="586A0824" w14:textId="77777777" w:rsidR="00324E4C" w:rsidRPr="00586BC1" w:rsidRDefault="00324E4C" w:rsidP="00D942BF">
            <w:pPr>
              <w:rPr>
                <w:rFonts w:ascii="Questa Sans" w:hAnsi="Questa Sans" w:cs="Arial"/>
                <w:sz w:val="22"/>
                <w:szCs w:val="22"/>
              </w:rPr>
            </w:pPr>
          </w:p>
        </w:tc>
        <w:tc>
          <w:tcPr>
            <w:tcW w:w="5755" w:type="dxa"/>
            <w:tcBorders>
              <w:bottom w:val="single" w:sz="4" w:space="0" w:color="auto"/>
            </w:tcBorders>
          </w:tcPr>
          <w:p w14:paraId="76C728B6" w14:textId="3D0F5F64"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Given name</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624385955"/>
                <w:placeholder>
                  <w:docPart w:val="06C061EEB62F43C1A927D243E8304136"/>
                </w:placeholder>
                <w:showingPlcHdr/>
                <w15:color w:val="99CCFF"/>
              </w:sdtPr>
              <w:sdtEndPr>
                <w:rPr>
                  <w:rStyle w:val="DefaultParagraphFont"/>
                  <w:rFonts w:ascii="Arial" w:hAnsi="Arial" w:cs="Arial"/>
                  <w:sz w:val="24"/>
                  <w:szCs w:val="22"/>
                  <w:lang w:val="en-CA"/>
                </w:rPr>
              </w:sdtEndPr>
              <w:sdtContent>
                <w:r w:rsidR="00D21F28">
                  <w:rPr>
                    <w:rFonts w:ascii="Questa Sans" w:hAnsi="Questa Sans" w:cs="Arial"/>
                    <w:sz w:val="22"/>
                    <w:szCs w:val="22"/>
                    <w:lang w:val="en-CA"/>
                  </w:rPr>
                  <w:t xml:space="preserve">                                                       </w:t>
                </w:r>
              </w:sdtContent>
            </w:sdt>
          </w:p>
        </w:tc>
      </w:tr>
    </w:tbl>
    <w:p w14:paraId="16DC87EA"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324E4C" w:rsidRPr="00CE1225" w14:paraId="033876BA" w14:textId="77777777" w:rsidTr="00D942BF">
        <w:trPr>
          <w:jc w:val="center"/>
        </w:trPr>
        <w:tc>
          <w:tcPr>
            <w:tcW w:w="10440" w:type="dxa"/>
            <w:gridSpan w:val="5"/>
            <w:shd w:val="clear" w:color="auto" w:fill="C0C0C0"/>
          </w:tcPr>
          <w:p w14:paraId="2556DACD" w14:textId="77777777" w:rsidR="00324E4C" w:rsidRPr="00CE1225" w:rsidRDefault="00324E4C" w:rsidP="00D942BF">
            <w:pPr>
              <w:rPr>
                <w:rFonts w:ascii="Questa Sans" w:hAnsi="Questa Sans" w:cs="Arial"/>
                <w:b/>
              </w:rPr>
            </w:pPr>
            <w:r w:rsidRPr="00CE1225">
              <w:rPr>
                <w:rFonts w:ascii="Questa Sans" w:hAnsi="Questa Sans" w:cs="Arial"/>
                <w:b/>
              </w:rPr>
              <w:t>ACADEMIC BACKGROUND</w:t>
            </w:r>
          </w:p>
          <w:p w14:paraId="1014A632" w14:textId="77777777" w:rsidR="00324E4C" w:rsidRPr="00CE1225" w:rsidRDefault="00324E4C" w:rsidP="00D942BF">
            <w:pPr>
              <w:rPr>
                <w:rFonts w:ascii="Questa Sans" w:hAnsi="Questa Sans" w:cs="Arial"/>
              </w:rPr>
            </w:pPr>
            <w:r w:rsidRPr="00CE1225">
              <w:rPr>
                <w:rFonts w:ascii="Questa Sans" w:hAnsi="Questa Sans" w:cs="Arial"/>
                <w:sz w:val="20"/>
                <w:szCs w:val="20"/>
              </w:rPr>
              <w:t>Note: Expected end date of current degree must be documented to verify full-time student status and eligibility for participation on project</w:t>
            </w:r>
            <w:r w:rsidRPr="007A4587">
              <w:rPr>
                <w:rFonts w:ascii="Questa Sans" w:hAnsi="Questa Sans" w:cs="Arial"/>
                <w:b/>
                <w:bCs/>
                <w:color w:val="A20000"/>
              </w:rPr>
              <w:t>*</w:t>
            </w:r>
          </w:p>
        </w:tc>
      </w:tr>
      <w:tr w:rsidR="00BF6E21" w:rsidRPr="00CE1225" w14:paraId="318F264B" w14:textId="77777777" w:rsidTr="00D942BF">
        <w:trPr>
          <w:jc w:val="center"/>
        </w:trPr>
        <w:tc>
          <w:tcPr>
            <w:tcW w:w="2014" w:type="dxa"/>
            <w:shd w:val="clear" w:color="auto" w:fill="C0C0C0"/>
          </w:tcPr>
          <w:p w14:paraId="282F77A4" w14:textId="77777777" w:rsidR="00324E4C" w:rsidRPr="00CE1225" w:rsidRDefault="00324E4C" w:rsidP="00D942BF">
            <w:pPr>
              <w:rPr>
                <w:rFonts w:ascii="Questa Sans" w:hAnsi="Questa Sans" w:cs="Arial"/>
              </w:rPr>
            </w:pPr>
            <w:r w:rsidRPr="00BE63DD">
              <w:rPr>
                <w:rFonts w:ascii="Questa Sans" w:hAnsi="Questa Sans" w:cs="Arial"/>
                <w:b/>
                <w:bCs/>
                <w:sz w:val="22"/>
                <w:szCs w:val="22"/>
              </w:rPr>
              <w:t>Degree</w:t>
            </w:r>
            <w:r w:rsidRPr="00BE63DD">
              <w:rPr>
                <w:rFonts w:ascii="Questa Sans" w:hAnsi="Questa Sans" w:cs="Arial"/>
                <w:b/>
                <w:bCs/>
                <w:color w:val="A20000"/>
                <w:sz w:val="22"/>
                <w:szCs w:val="22"/>
              </w:rPr>
              <w:t>*</w:t>
            </w:r>
            <w:r w:rsidRPr="007A4587">
              <w:rPr>
                <w:rFonts w:ascii="Questa Sans" w:hAnsi="Questa Sans" w:cs="Arial"/>
                <w:b/>
                <w:bCs/>
                <w:color w:val="A20000"/>
              </w:rPr>
              <w:br/>
            </w:r>
            <w:r w:rsidRPr="00CE1225">
              <w:rPr>
                <w:rFonts w:ascii="Questa Sans" w:hAnsi="Questa Sans" w:cs="Arial"/>
                <w:sz w:val="20"/>
                <w:szCs w:val="20"/>
              </w:rPr>
              <w:t>List current or most recent academic affiliation</w:t>
            </w:r>
            <w:r w:rsidRPr="007A4587">
              <w:rPr>
                <w:rFonts w:ascii="Questa Sans" w:hAnsi="Questa Sans" w:cs="Arial"/>
                <w:b/>
                <w:bCs/>
                <w:color w:val="A20000"/>
                <w:sz w:val="20"/>
                <w:szCs w:val="20"/>
              </w:rPr>
              <w:t>*</w:t>
            </w:r>
            <w:r w:rsidRPr="00CE1225">
              <w:rPr>
                <w:rFonts w:ascii="Questa Sans" w:hAnsi="Questa Sans" w:cs="Arial"/>
                <w:sz w:val="20"/>
                <w:szCs w:val="20"/>
              </w:rPr>
              <w:t xml:space="preserve"> to oldest</w:t>
            </w:r>
          </w:p>
        </w:tc>
        <w:tc>
          <w:tcPr>
            <w:tcW w:w="2144" w:type="dxa"/>
            <w:shd w:val="clear" w:color="auto" w:fill="C0C0C0"/>
          </w:tcPr>
          <w:p w14:paraId="400D9FA7"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Academic Institution</w:t>
            </w:r>
            <w:r w:rsidRPr="00BE63DD">
              <w:rPr>
                <w:rFonts w:ascii="Questa Sans" w:hAnsi="Questa Sans" w:cs="Arial"/>
                <w:b/>
                <w:bCs/>
                <w:color w:val="A20000"/>
                <w:sz w:val="22"/>
                <w:szCs w:val="22"/>
              </w:rPr>
              <w:t>*</w:t>
            </w:r>
          </w:p>
        </w:tc>
        <w:tc>
          <w:tcPr>
            <w:tcW w:w="1880" w:type="dxa"/>
            <w:shd w:val="clear" w:color="auto" w:fill="C0C0C0"/>
          </w:tcPr>
          <w:p w14:paraId="65B2A8AD"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Department</w:t>
            </w:r>
            <w:r w:rsidRPr="00BE63DD">
              <w:rPr>
                <w:rFonts w:ascii="Questa Sans" w:hAnsi="Questa Sans" w:cs="Arial"/>
                <w:b/>
                <w:bCs/>
                <w:color w:val="A20000"/>
                <w:sz w:val="22"/>
                <w:szCs w:val="22"/>
              </w:rPr>
              <w:t>*</w:t>
            </w:r>
          </w:p>
        </w:tc>
        <w:tc>
          <w:tcPr>
            <w:tcW w:w="2010" w:type="dxa"/>
            <w:shd w:val="clear" w:color="auto" w:fill="C0C0C0"/>
          </w:tcPr>
          <w:p w14:paraId="11FDDAFA"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Location</w:t>
            </w:r>
            <w:r w:rsidRPr="00BE63DD">
              <w:rPr>
                <w:rFonts w:ascii="Questa Sans" w:hAnsi="Questa Sans" w:cs="Arial"/>
                <w:b/>
                <w:bCs/>
                <w:color w:val="A20000"/>
                <w:sz w:val="22"/>
                <w:szCs w:val="22"/>
              </w:rPr>
              <w:t>*</w:t>
            </w:r>
          </w:p>
        </w:tc>
        <w:tc>
          <w:tcPr>
            <w:tcW w:w="2392" w:type="dxa"/>
            <w:shd w:val="clear" w:color="auto" w:fill="C0C0C0"/>
          </w:tcPr>
          <w:p w14:paraId="52C67266"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Start &amp; End Date</w:t>
            </w:r>
            <w:r w:rsidRPr="00BE63DD">
              <w:rPr>
                <w:rFonts w:ascii="Questa Sans" w:hAnsi="Questa Sans" w:cs="Arial"/>
                <w:b/>
                <w:bCs/>
                <w:color w:val="A20000"/>
                <w:sz w:val="22"/>
                <w:szCs w:val="22"/>
              </w:rPr>
              <w:t>*</w:t>
            </w:r>
          </w:p>
          <w:p w14:paraId="221F9B22" w14:textId="77777777" w:rsidR="00324E4C" w:rsidRPr="00CE1225" w:rsidRDefault="00324E4C" w:rsidP="00D942BF">
            <w:pPr>
              <w:rPr>
                <w:rFonts w:ascii="Questa Sans" w:hAnsi="Questa Sans" w:cs="Arial"/>
                <w:sz w:val="20"/>
                <w:szCs w:val="20"/>
              </w:rPr>
            </w:pPr>
            <w:r w:rsidRPr="00CE1225">
              <w:rPr>
                <w:rFonts w:ascii="Questa Sans" w:hAnsi="Questa Sans" w:cs="Arial"/>
                <w:sz w:val="20"/>
                <w:szCs w:val="20"/>
              </w:rPr>
              <w:t>(mm/yyyy to mm/yyyy)</w:t>
            </w:r>
          </w:p>
        </w:tc>
      </w:tr>
      <w:tr w:rsidR="00D51E6B" w:rsidRPr="00CE1225" w14:paraId="519F763C" w14:textId="77777777" w:rsidTr="00D942BF">
        <w:trPr>
          <w:jc w:val="center"/>
        </w:trPr>
        <w:tc>
          <w:tcPr>
            <w:tcW w:w="2014" w:type="dxa"/>
          </w:tcPr>
          <w:sdt>
            <w:sdtPr>
              <w:rPr>
                <w:rStyle w:val="Style28"/>
              </w:rPr>
              <w:id w:val="-665864240"/>
              <w:placeholder>
                <w:docPart w:val="51B4CA76A0A54C35AAEAF2BB248489B0"/>
              </w:placeholder>
              <w:showingPlcHdr/>
              <w15:color w:val="99CCFF"/>
            </w:sdtPr>
            <w:sdtEndPr>
              <w:rPr>
                <w:rStyle w:val="DefaultParagraphFont"/>
                <w:rFonts w:ascii="Arial" w:hAnsi="Arial" w:cs="Arial"/>
                <w:sz w:val="24"/>
                <w:szCs w:val="22"/>
                <w:lang w:val="en-CA"/>
              </w:rPr>
            </w:sdtEndPr>
            <w:sdtContent>
              <w:p w14:paraId="76406A98" w14:textId="2260D890"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Pr>
                    <w:rFonts w:ascii="Questa Sans" w:hAnsi="Questa Sans" w:cs="Arial"/>
                    <w:sz w:val="22"/>
                    <w:szCs w:val="22"/>
                    <w:lang w:val="en-CA"/>
                  </w:rPr>
                  <w:t xml:space="preserve">                 </w:t>
                </w:r>
              </w:p>
            </w:sdtContent>
          </w:sdt>
        </w:tc>
        <w:tc>
          <w:tcPr>
            <w:tcW w:w="2144" w:type="dxa"/>
          </w:tcPr>
          <w:sdt>
            <w:sdtPr>
              <w:rPr>
                <w:rStyle w:val="Style28"/>
              </w:rPr>
              <w:id w:val="-97180484"/>
              <w:placeholder>
                <w:docPart w:val="1391C97F71B94CB1895AE155885CD3EB"/>
              </w:placeholder>
              <w:showingPlcHdr/>
              <w15:color w:val="99CCFF"/>
            </w:sdtPr>
            <w:sdtEndPr>
              <w:rPr>
                <w:rStyle w:val="DefaultParagraphFont"/>
                <w:rFonts w:ascii="Arial" w:hAnsi="Arial" w:cs="Arial"/>
                <w:sz w:val="24"/>
                <w:szCs w:val="22"/>
                <w:lang w:val="en-CA"/>
              </w:rPr>
            </w:sdtEndPr>
            <w:sdtContent>
              <w:p w14:paraId="204650C4" w14:textId="46C18118"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1880" w:type="dxa"/>
          </w:tcPr>
          <w:sdt>
            <w:sdtPr>
              <w:rPr>
                <w:rStyle w:val="Style28"/>
              </w:rPr>
              <w:id w:val="1968706520"/>
              <w:placeholder>
                <w:docPart w:val="A2491752C95B48D18E47BDD2B15AB14E"/>
              </w:placeholder>
              <w:showingPlcHdr/>
              <w15:color w:val="99CCFF"/>
            </w:sdtPr>
            <w:sdtEndPr>
              <w:rPr>
                <w:rStyle w:val="DefaultParagraphFont"/>
                <w:rFonts w:ascii="Arial" w:hAnsi="Arial" w:cs="Arial"/>
                <w:sz w:val="24"/>
                <w:szCs w:val="22"/>
                <w:lang w:val="en-CA"/>
              </w:rPr>
            </w:sdtEndPr>
            <w:sdtContent>
              <w:p w14:paraId="4495394F" w14:textId="47E9FA61"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2010" w:type="dxa"/>
          </w:tcPr>
          <w:sdt>
            <w:sdtPr>
              <w:rPr>
                <w:rStyle w:val="Style28"/>
              </w:rPr>
              <w:id w:val="1998531619"/>
              <w:placeholder>
                <w:docPart w:val="37A6016817C9466C92EA0FEDAE9F2905"/>
              </w:placeholder>
              <w:showingPlcHdr/>
              <w15:color w:val="99CCFF"/>
            </w:sdtPr>
            <w:sdtEndPr>
              <w:rPr>
                <w:rStyle w:val="DefaultParagraphFont"/>
                <w:rFonts w:ascii="Arial" w:hAnsi="Arial" w:cs="Arial"/>
                <w:sz w:val="24"/>
                <w:szCs w:val="22"/>
                <w:lang w:val="en-CA"/>
              </w:rPr>
            </w:sdtEndPr>
            <w:sdtContent>
              <w:p w14:paraId="2BC457D4" w14:textId="3C5801B6"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2392" w:type="dxa"/>
          </w:tcPr>
          <w:sdt>
            <w:sdtPr>
              <w:rPr>
                <w:rStyle w:val="Style28"/>
              </w:rPr>
              <w:id w:val="1011263025"/>
              <w:placeholder>
                <w:docPart w:val="CE9373DDAE13420AA4F0CE9B75B1451C"/>
              </w:placeholder>
              <w:showingPlcHdr/>
              <w15:color w:val="99CCFF"/>
            </w:sdtPr>
            <w:sdtEndPr>
              <w:rPr>
                <w:rStyle w:val="DefaultParagraphFont"/>
                <w:rFonts w:ascii="Arial" w:hAnsi="Arial" w:cs="Arial"/>
                <w:sz w:val="24"/>
                <w:szCs w:val="22"/>
                <w:lang w:val="en-CA"/>
              </w:rPr>
            </w:sdtEndPr>
            <w:sdtContent>
              <w:p w14:paraId="266A2879" w14:textId="0D695C14"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r>
      <w:tr w:rsidR="00D51E6B" w:rsidRPr="00CE1225" w14:paraId="459CAE0F" w14:textId="77777777" w:rsidTr="00D942BF">
        <w:trPr>
          <w:jc w:val="center"/>
        </w:trPr>
        <w:tc>
          <w:tcPr>
            <w:tcW w:w="2014" w:type="dxa"/>
          </w:tcPr>
          <w:sdt>
            <w:sdtPr>
              <w:rPr>
                <w:rStyle w:val="Style28"/>
              </w:rPr>
              <w:id w:val="-2120976080"/>
              <w:placeholder>
                <w:docPart w:val="144BE7D318254778925B67B554C83A61"/>
              </w:placeholder>
              <w:showingPlcHdr/>
              <w15:color w:val="99CCFF"/>
            </w:sdtPr>
            <w:sdtEndPr>
              <w:rPr>
                <w:rStyle w:val="DefaultParagraphFont"/>
                <w:rFonts w:ascii="Arial" w:hAnsi="Arial" w:cs="Arial"/>
                <w:sz w:val="24"/>
                <w:szCs w:val="22"/>
                <w:lang w:val="en-CA"/>
              </w:rPr>
            </w:sdtEndPr>
            <w:sdtContent>
              <w:p w14:paraId="09CBC5D7" w14:textId="2FF10901"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88142D">
                  <w:rPr>
                    <w:rFonts w:ascii="Questa Sans" w:hAnsi="Questa Sans" w:cs="Arial"/>
                    <w:sz w:val="22"/>
                    <w:szCs w:val="22"/>
                    <w:lang w:val="en-CA"/>
                  </w:rPr>
                  <w:t xml:space="preserve">                 </w:t>
                </w:r>
              </w:p>
            </w:sdtContent>
          </w:sdt>
        </w:tc>
        <w:tc>
          <w:tcPr>
            <w:tcW w:w="2144" w:type="dxa"/>
          </w:tcPr>
          <w:sdt>
            <w:sdtPr>
              <w:rPr>
                <w:rStyle w:val="Style28"/>
              </w:rPr>
              <w:id w:val="-2073035964"/>
              <w:placeholder>
                <w:docPart w:val="7D0BA6635F2D4707BBE55C2F5FFD5C8C"/>
              </w:placeholder>
              <w:showingPlcHdr/>
              <w15:color w:val="99CCFF"/>
            </w:sdtPr>
            <w:sdtEndPr>
              <w:rPr>
                <w:rStyle w:val="DefaultParagraphFont"/>
                <w:rFonts w:ascii="Arial" w:hAnsi="Arial" w:cs="Arial"/>
                <w:sz w:val="24"/>
                <w:szCs w:val="22"/>
                <w:lang w:val="en-CA"/>
              </w:rPr>
            </w:sdtEndPr>
            <w:sdtContent>
              <w:p w14:paraId="697179E2" w14:textId="6F8B426B"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1880" w:type="dxa"/>
          </w:tcPr>
          <w:sdt>
            <w:sdtPr>
              <w:rPr>
                <w:rStyle w:val="Style28"/>
              </w:rPr>
              <w:id w:val="-232315418"/>
              <w:placeholder>
                <w:docPart w:val="FE688802508744299D9A0312AC43B40B"/>
              </w:placeholder>
              <w:showingPlcHdr/>
              <w15:color w:val="99CCFF"/>
            </w:sdtPr>
            <w:sdtEndPr>
              <w:rPr>
                <w:rStyle w:val="DefaultParagraphFont"/>
                <w:rFonts w:ascii="Arial" w:hAnsi="Arial" w:cs="Arial"/>
                <w:sz w:val="24"/>
                <w:szCs w:val="22"/>
                <w:lang w:val="en-CA"/>
              </w:rPr>
            </w:sdtEndPr>
            <w:sdtContent>
              <w:p w14:paraId="415DB675" w14:textId="19281EE4"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873182257"/>
              <w:placeholder>
                <w:docPart w:val="A5E682F0FEEB46759DC99835D8736A1C"/>
              </w:placeholder>
              <w:showingPlcHdr/>
              <w15:color w:val="99CCFF"/>
            </w:sdtPr>
            <w:sdtEndPr>
              <w:rPr>
                <w:rStyle w:val="DefaultParagraphFont"/>
                <w:rFonts w:ascii="Arial" w:hAnsi="Arial" w:cs="Arial"/>
                <w:sz w:val="24"/>
                <w:szCs w:val="22"/>
                <w:lang w:val="en-CA"/>
              </w:rPr>
            </w:sdtEndPr>
            <w:sdtContent>
              <w:p w14:paraId="432D7ACC" w14:textId="45CA998E"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1200126214"/>
              <w:placeholder>
                <w:docPart w:val="F034ADA7CC3C45B7A3D6833BCD807BDB"/>
              </w:placeholder>
              <w:showingPlcHdr/>
              <w15:color w:val="99CCFF"/>
            </w:sdtPr>
            <w:sdtEndPr>
              <w:rPr>
                <w:rStyle w:val="DefaultParagraphFont"/>
                <w:rFonts w:ascii="Arial" w:hAnsi="Arial" w:cs="Arial"/>
                <w:sz w:val="24"/>
                <w:szCs w:val="22"/>
                <w:lang w:val="en-CA"/>
              </w:rPr>
            </w:sdtEndPr>
            <w:sdtContent>
              <w:p w14:paraId="42CCCB36" w14:textId="212E10B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7FCEE447" w14:textId="77777777" w:rsidTr="00D942BF">
        <w:trPr>
          <w:jc w:val="center"/>
        </w:trPr>
        <w:tc>
          <w:tcPr>
            <w:tcW w:w="2014" w:type="dxa"/>
          </w:tcPr>
          <w:sdt>
            <w:sdtPr>
              <w:rPr>
                <w:rStyle w:val="Style28"/>
              </w:rPr>
              <w:id w:val="-31731833"/>
              <w:placeholder>
                <w:docPart w:val="39E71BF65B1A4629BF5C4E7B61D42F5D"/>
              </w:placeholder>
              <w:showingPlcHdr/>
              <w15:color w:val="99CCFF"/>
            </w:sdtPr>
            <w:sdtEndPr>
              <w:rPr>
                <w:rStyle w:val="DefaultParagraphFont"/>
                <w:rFonts w:ascii="Arial" w:hAnsi="Arial" w:cs="Arial"/>
                <w:sz w:val="24"/>
                <w:szCs w:val="22"/>
                <w:lang w:val="en-CA"/>
              </w:rPr>
            </w:sdtEndPr>
            <w:sdtContent>
              <w:p w14:paraId="539F3D3C" w14:textId="64C8329A"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Pr>
          <w:sdt>
            <w:sdtPr>
              <w:rPr>
                <w:rStyle w:val="Style28"/>
              </w:rPr>
              <w:id w:val="-530026002"/>
              <w:placeholder>
                <w:docPart w:val="0DDA3C2D8FDD4824849CD343D36F88B2"/>
              </w:placeholder>
              <w:showingPlcHdr/>
              <w15:color w:val="99CCFF"/>
            </w:sdtPr>
            <w:sdtEndPr>
              <w:rPr>
                <w:rStyle w:val="DefaultParagraphFont"/>
                <w:rFonts w:ascii="Arial" w:hAnsi="Arial" w:cs="Arial"/>
                <w:sz w:val="24"/>
                <w:szCs w:val="22"/>
                <w:lang w:val="en-CA"/>
              </w:rPr>
            </w:sdtEndPr>
            <w:sdtContent>
              <w:p w14:paraId="1EFD0F66" w14:textId="0FAF7800"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Pr>
          <w:sdt>
            <w:sdtPr>
              <w:rPr>
                <w:rStyle w:val="Style28"/>
              </w:rPr>
              <w:id w:val="-1797979152"/>
              <w:placeholder>
                <w:docPart w:val="73DF443BED6E4908A6D41D39C32B6947"/>
              </w:placeholder>
              <w:showingPlcHdr/>
              <w15:color w:val="99CCFF"/>
            </w:sdtPr>
            <w:sdtEndPr>
              <w:rPr>
                <w:rStyle w:val="DefaultParagraphFont"/>
                <w:rFonts w:ascii="Arial" w:hAnsi="Arial" w:cs="Arial"/>
                <w:sz w:val="24"/>
                <w:szCs w:val="22"/>
                <w:lang w:val="en-CA"/>
              </w:rPr>
            </w:sdtEndPr>
            <w:sdtContent>
              <w:p w14:paraId="6D448568" w14:textId="23565B3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488773827"/>
              <w:placeholder>
                <w:docPart w:val="C9806B91500040B58CD63DE50135E399"/>
              </w:placeholder>
              <w:showingPlcHdr/>
              <w15:color w:val="99CCFF"/>
            </w:sdtPr>
            <w:sdtEndPr>
              <w:rPr>
                <w:rStyle w:val="DefaultParagraphFont"/>
                <w:rFonts w:ascii="Arial" w:hAnsi="Arial" w:cs="Arial"/>
                <w:sz w:val="24"/>
                <w:szCs w:val="22"/>
                <w:lang w:val="en-CA"/>
              </w:rPr>
            </w:sdtEndPr>
            <w:sdtContent>
              <w:p w14:paraId="78BEE050" w14:textId="0062CB79"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2128544554"/>
              <w:placeholder>
                <w:docPart w:val="E6957177A1A44B74BC1F5007A54C9557"/>
              </w:placeholder>
              <w:showingPlcHdr/>
              <w15:color w:val="99CCFF"/>
            </w:sdtPr>
            <w:sdtEndPr>
              <w:rPr>
                <w:rStyle w:val="DefaultParagraphFont"/>
                <w:rFonts w:ascii="Arial" w:hAnsi="Arial" w:cs="Arial"/>
                <w:sz w:val="24"/>
                <w:szCs w:val="22"/>
                <w:lang w:val="en-CA"/>
              </w:rPr>
            </w:sdtEndPr>
            <w:sdtContent>
              <w:p w14:paraId="4DB04EE1" w14:textId="0EFF557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577AA5BE" w14:textId="77777777" w:rsidTr="00D942BF">
        <w:trPr>
          <w:jc w:val="center"/>
        </w:trPr>
        <w:tc>
          <w:tcPr>
            <w:tcW w:w="2014" w:type="dxa"/>
          </w:tcPr>
          <w:sdt>
            <w:sdtPr>
              <w:rPr>
                <w:rStyle w:val="Style28"/>
              </w:rPr>
              <w:id w:val="1717237048"/>
              <w:placeholder>
                <w:docPart w:val="7EE6D6FC69514565B303C41D4CB60735"/>
              </w:placeholder>
              <w:showingPlcHdr/>
              <w15:color w:val="99CCFF"/>
            </w:sdtPr>
            <w:sdtEndPr>
              <w:rPr>
                <w:rStyle w:val="DefaultParagraphFont"/>
                <w:rFonts w:ascii="Arial" w:hAnsi="Arial" w:cs="Arial"/>
                <w:sz w:val="24"/>
                <w:szCs w:val="22"/>
                <w:lang w:val="en-CA"/>
              </w:rPr>
            </w:sdtEndPr>
            <w:sdtContent>
              <w:p w14:paraId="2792710A" w14:textId="701BA326"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Pr>
          <w:sdt>
            <w:sdtPr>
              <w:rPr>
                <w:rStyle w:val="Style28"/>
              </w:rPr>
              <w:id w:val="-218903496"/>
              <w:placeholder>
                <w:docPart w:val="0EC30B2168CD45E88DF8A4537C5153C6"/>
              </w:placeholder>
              <w:showingPlcHdr/>
              <w15:color w:val="99CCFF"/>
            </w:sdtPr>
            <w:sdtEndPr>
              <w:rPr>
                <w:rStyle w:val="DefaultParagraphFont"/>
                <w:rFonts w:ascii="Arial" w:hAnsi="Arial" w:cs="Arial"/>
                <w:sz w:val="24"/>
                <w:szCs w:val="22"/>
                <w:lang w:val="en-CA"/>
              </w:rPr>
            </w:sdtEndPr>
            <w:sdtContent>
              <w:p w14:paraId="38075850" w14:textId="7C118F55"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Pr>
          <w:sdt>
            <w:sdtPr>
              <w:rPr>
                <w:rStyle w:val="Style28"/>
              </w:rPr>
              <w:id w:val="1846829025"/>
              <w:placeholder>
                <w:docPart w:val="4A7A204732D74FB1A2DD356B14418FDE"/>
              </w:placeholder>
              <w:showingPlcHdr/>
              <w15:color w:val="99CCFF"/>
            </w:sdtPr>
            <w:sdtEndPr>
              <w:rPr>
                <w:rStyle w:val="DefaultParagraphFont"/>
                <w:rFonts w:ascii="Arial" w:hAnsi="Arial" w:cs="Arial"/>
                <w:sz w:val="24"/>
                <w:szCs w:val="22"/>
                <w:lang w:val="en-CA"/>
              </w:rPr>
            </w:sdtEndPr>
            <w:sdtContent>
              <w:p w14:paraId="0CD3BA13" w14:textId="437096F0"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254930160"/>
              <w:placeholder>
                <w:docPart w:val="1830D60EB1E646788370D15C1F721DC4"/>
              </w:placeholder>
              <w:showingPlcHdr/>
              <w15:color w:val="99CCFF"/>
            </w:sdtPr>
            <w:sdtEndPr>
              <w:rPr>
                <w:rStyle w:val="DefaultParagraphFont"/>
                <w:rFonts w:ascii="Arial" w:hAnsi="Arial" w:cs="Arial"/>
                <w:sz w:val="24"/>
                <w:szCs w:val="22"/>
                <w:lang w:val="en-CA"/>
              </w:rPr>
            </w:sdtEndPr>
            <w:sdtContent>
              <w:p w14:paraId="3196298B" w14:textId="3CA8CE5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1312551842"/>
              <w:placeholder>
                <w:docPart w:val="4446369E9A6644B7A0CD6491E41DEE85"/>
              </w:placeholder>
              <w:showingPlcHdr/>
              <w15:color w:val="99CCFF"/>
            </w:sdtPr>
            <w:sdtEndPr>
              <w:rPr>
                <w:rStyle w:val="DefaultParagraphFont"/>
                <w:rFonts w:ascii="Arial" w:hAnsi="Arial" w:cs="Arial"/>
                <w:sz w:val="24"/>
                <w:szCs w:val="22"/>
                <w:lang w:val="en-CA"/>
              </w:rPr>
            </w:sdtEndPr>
            <w:sdtContent>
              <w:p w14:paraId="68C48DA3" w14:textId="62BCD25A"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06E07EF9" w14:textId="77777777" w:rsidTr="00D942BF">
        <w:trPr>
          <w:jc w:val="center"/>
        </w:trPr>
        <w:tc>
          <w:tcPr>
            <w:tcW w:w="2014" w:type="dxa"/>
            <w:tcBorders>
              <w:bottom w:val="single" w:sz="4" w:space="0" w:color="auto"/>
            </w:tcBorders>
          </w:tcPr>
          <w:sdt>
            <w:sdtPr>
              <w:rPr>
                <w:rStyle w:val="Style28"/>
              </w:rPr>
              <w:id w:val="-343012765"/>
              <w:placeholder>
                <w:docPart w:val="17B8BA42DE82495080BF095571560806"/>
              </w:placeholder>
              <w:showingPlcHdr/>
              <w15:color w:val="99CCFF"/>
            </w:sdtPr>
            <w:sdtEndPr>
              <w:rPr>
                <w:rStyle w:val="DefaultParagraphFont"/>
                <w:rFonts w:ascii="Arial" w:hAnsi="Arial" w:cs="Arial"/>
                <w:sz w:val="24"/>
                <w:szCs w:val="22"/>
                <w:lang w:val="en-CA"/>
              </w:rPr>
            </w:sdtEndPr>
            <w:sdtContent>
              <w:p w14:paraId="72597CDE" w14:textId="5E1B35EE"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Borders>
              <w:bottom w:val="single" w:sz="4" w:space="0" w:color="auto"/>
            </w:tcBorders>
          </w:tcPr>
          <w:sdt>
            <w:sdtPr>
              <w:rPr>
                <w:rStyle w:val="Style28"/>
              </w:rPr>
              <w:id w:val="1394166776"/>
              <w:placeholder>
                <w:docPart w:val="42D723E08FCA440DA2EEE4B00C9A2CF4"/>
              </w:placeholder>
              <w:showingPlcHdr/>
              <w15:color w:val="99CCFF"/>
            </w:sdtPr>
            <w:sdtEndPr>
              <w:rPr>
                <w:rStyle w:val="DefaultParagraphFont"/>
                <w:rFonts w:ascii="Arial" w:hAnsi="Arial" w:cs="Arial"/>
                <w:sz w:val="24"/>
                <w:szCs w:val="22"/>
                <w:lang w:val="en-CA"/>
              </w:rPr>
            </w:sdtEndPr>
            <w:sdtContent>
              <w:p w14:paraId="6E1841DD" w14:textId="684333EF"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Borders>
              <w:bottom w:val="single" w:sz="4" w:space="0" w:color="auto"/>
            </w:tcBorders>
          </w:tcPr>
          <w:sdt>
            <w:sdtPr>
              <w:rPr>
                <w:rStyle w:val="Style28"/>
              </w:rPr>
              <w:id w:val="317080838"/>
              <w:placeholder>
                <w:docPart w:val="02FA359620D74CB2A87ABD20D81B15D5"/>
              </w:placeholder>
              <w:showingPlcHdr/>
              <w15:color w:val="99CCFF"/>
            </w:sdtPr>
            <w:sdtEndPr>
              <w:rPr>
                <w:rStyle w:val="DefaultParagraphFont"/>
                <w:rFonts w:ascii="Arial" w:hAnsi="Arial" w:cs="Arial"/>
                <w:sz w:val="24"/>
                <w:szCs w:val="22"/>
                <w:lang w:val="en-CA"/>
              </w:rPr>
            </w:sdtEndPr>
            <w:sdtContent>
              <w:p w14:paraId="33A3A6CF" w14:textId="2EE07833"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Borders>
              <w:bottom w:val="single" w:sz="4" w:space="0" w:color="auto"/>
            </w:tcBorders>
          </w:tcPr>
          <w:sdt>
            <w:sdtPr>
              <w:rPr>
                <w:rStyle w:val="Style28"/>
              </w:rPr>
              <w:id w:val="1518501923"/>
              <w:placeholder>
                <w:docPart w:val="F1B314A4C3064DB0B43FBEB2992D11AE"/>
              </w:placeholder>
              <w:showingPlcHdr/>
              <w15:color w:val="99CCFF"/>
            </w:sdtPr>
            <w:sdtEndPr>
              <w:rPr>
                <w:rStyle w:val="DefaultParagraphFont"/>
                <w:rFonts w:ascii="Arial" w:hAnsi="Arial" w:cs="Arial"/>
                <w:sz w:val="24"/>
                <w:szCs w:val="22"/>
                <w:lang w:val="en-CA"/>
              </w:rPr>
            </w:sdtEndPr>
            <w:sdtContent>
              <w:p w14:paraId="28431FDA" w14:textId="0BB899ED"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Borders>
              <w:bottom w:val="single" w:sz="4" w:space="0" w:color="auto"/>
            </w:tcBorders>
          </w:tcPr>
          <w:sdt>
            <w:sdtPr>
              <w:rPr>
                <w:rStyle w:val="Style28"/>
              </w:rPr>
              <w:id w:val="-388417077"/>
              <w:placeholder>
                <w:docPart w:val="63CA597D0391413DA3DDCF4E5263CBC2"/>
              </w:placeholder>
              <w:showingPlcHdr/>
              <w15:color w:val="99CCFF"/>
            </w:sdtPr>
            <w:sdtEndPr>
              <w:rPr>
                <w:rStyle w:val="DefaultParagraphFont"/>
                <w:rFonts w:ascii="Arial" w:hAnsi="Arial" w:cs="Arial"/>
                <w:sz w:val="24"/>
                <w:szCs w:val="22"/>
                <w:lang w:val="en-CA"/>
              </w:rPr>
            </w:sdtEndPr>
            <w:sdtContent>
              <w:p w14:paraId="3229C111" w14:textId="3708C6EB"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bl>
    <w:p w14:paraId="6D73C91B"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555"/>
        <w:gridCol w:w="2507"/>
      </w:tblGrid>
      <w:tr w:rsidR="00324E4C" w:rsidRPr="00CE1225" w14:paraId="6EEB52E8" w14:textId="77777777" w:rsidTr="00D942BF">
        <w:trPr>
          <w:jc w:val="center"/>
        </w:trPr>
        <w:tc>
          <w:tcPr>
            <w:tcW w:w="10440" w:type="dxa"/>
            <w:gridSpan w:val="3"/>
            <w:shd w:val="clear" w:color="auto" w:fill="C0C0C0"/>
          </w:tcPr>
          <w:p w14:paraId="0DF708EC" w14:textId="77777777" w:rsidR="00324E4C" w:rsidRPr="00CE1225" w:rsidRDefault="00324E4C" w:rsidP="00D942BF">
            <w:pPr>
              <w:rPr>
                <w:rFonts w:ascii="Questa Sans" w:hAnsi="Questa Sans" w:cs="Arial"/>
                <w:b/>
              </w:rPr>
            </w:pPr>
            <w:r w:rsidRPr="00CE1225">
              <w:rPr>
                <w:rFonts w:ascii="Questa Sans" w:hAnsi="Questa Sans" w:cs="Arial"/>
                <w:b/>
              </w:rPr>
              <w:t>ACADEMIC, RESEARCH &amp; INDUSTRIAL EXPERIENCE</w:t>
            </w:r>
          </w:p>
          <w:p w14:paraId="591DFFCD" w14:textId="77777777" w:rsidR="00324E4C" w:rsidRPr="00CE1225" w:rsidRDefault="00324E4C" w:rsidP="00D942BF">
            <w:pPr>
              <w:rPr>
                <w:rFonts w:ascii="Questa Sans" w:hAnsi="Questa Sans" w:cs="Arial"/>
                <w:sz w:val="20"/>
                <w:szCs w:val="20"/>
              </w:rPr>
            </w:pPr>
            <w:r w:rsidRPr="007A4587">
              <w:rPr>
                <w:rFonts w:ascii="Questa Sans" w:hAnsi="Questa Sans" w:cs="Arial"/>
                <w:b/>
                <w:bCs/>
                <w:color w:val="A20000"/>
              </w:rPr>
              <w:t>*</w:t>
            </w:r>
            <w:r w:rsidRPr="00CE1225">
              <w:rPr>
                <w:rFonts w:ascii="Questa Sans" w:hAnsi="Questa Sans" w:cs="Arial"/>
                <w:sz w:val="20"/>
                <w:szCs w:val="20"/>
              </w:rPr>
              <w:t>Be certain to include any affiliation with the industry partner associated with IT# associated with internship.</w:t>
            </w:r>
          </w:p>
        </w:tc>
      </w:tr>
      <w:tr w:rsidR="00324E4C" w:rsidRPr="00CE1225" w14:paraId="7E51916F" w14:textId="77777777" w:rsidTr="00BE63DD">
        <w:trPr>
          <w:jc w:val="center"/>
        </w:trPr>
        <w:tc>
          <w:tcPr>
            <w:tcW w:w="2378" w:type="dxa"/>
            <w:shd w:val="clear" w:color="auto" w:fill="C0C0C0"/>
          </w:tcPr>
          <w:p w14:paraId="54D87CA6"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Title of position held</w:t>
            </w:r>
          </w:p>
        </w:tc>
        <w:tc>
          <w:tcPr>
            <w:tcW w:w="5555" w:type="dxa"/>
            <w:shd w:val="clear" w:color="auto" w:fill="C0C0C0"/>
          </w:tcPr>
          <w:p w14:paraId="1032DB94"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Organization Name, Department and Location</w:t>
            </w:r>
          </w:p>
          <w:p w14:paraId="0A1E6621"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(ex. Example Company, Example Team - City, Province)</w:t>
            </w:r>
          </w:p>
        </w:tc>
        <w:tc>
          <w:tcPr>
            <w:tcW w:w="2507" w:type="dxa"/>
            <w:shd w:val="clear" w:color="auto" w:fill="C0C0C0"/>
          </w:tcPr>
          <w:p w14:paraId="4B40BDA7"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Duration of position</w:t>
            </w:r>
          </w:p>
          <w:p w14:paraId="0DB89C51"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(mm/yyyy to mm/yyyy)</w:t>
            </w:r>
          </w:p>
        </w:tc>
      </w:tr>
      <w:tr w:rsidR="00D51E6B" w:rsidRPr="00CE1225" w14:paraId="0ACE5407" w14:textId="77777777" w:rsidTr="00BE63DD">
        <w:trPr>
          <w:jc w:val="center"/>
        </w:trPr>
        <w:tc>
          <w:tcPr>
            <w:tcW w:w="2378" w:type="dxa"/>
          </w:tcPr>
          <w:sdt>
            <w:sdtPr>
              <w:rPr>
                <w:rStyle w:val="Style28"/>
              </w:rPr>
              <w:id w:val="1820844521"/>
              <w:placeholder>
                <w:docPart w:val="633433E8EDBE45F9A0B223C56026F342"/>
              </w:placeholder>
              <w:showingPlcHdr/>
              <w15:color w:val="99CCFF"/>
            </w:sdtPr>
            <w:sdtEndPr>
              <w:rPr>
                <w:rStyle w:val="DefaultParagraphFont"/>
                <w:rFonts w:ascii="Arial" w:hAnsi="Arial" w:cs="Arial"/>
                <w:sz w:val="24"/>
                <w:szCs w:val="22"/>
                <w:lang w:val="en-CA"/>
              </w:rPr>
            </w:sdtEndPr>
            <w:sdtContent>
              <w:p w14:paraId="1A455081" w14:textId="62D77485"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283697080"/>
              <w:placeholder>
                <w:docPart w:val="CC6A15416F1D47708CCDC6309F5A1985"/>
              </w:placeholder>
              <w:showingPlcHdr/>
              <w15:color w:val="99CCFF"/>
            </w:sdtPr>
            <w:sdtEndPr>
              <w:rPr>
                <w:rStyle w:val="DefaultParagraphFont"/>
                <w:rFonts w:ascii="Arial" w:hAnsi="Arial" w:cs="Arial"/>
                <w:sz w:val="24"/>
                <w:szCs w:val="22"/>
                <w:lang w:val="en-CA"/>
              </w:rPr>
            </w:sdtEndPr>
            <w:sdtContent>
              <w:p w14:paraId="702E1E08" w14:textId="7C5469F0"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512483283"/>
              <w:placeholder>
                <w:docPart w:val="B0A1B8C5C44D4CD4ACA3DF1693BA4800"/>
              </w:placeholder>
              <w:showingPlcHdr/>
              <w15:color w:val="99CCFF"/>
            </w:sdtPr>
            <w:sdtEndPr>
              <w:rPr>
                <w:rStyle w:val="DefaultParagraphFont"/>
                <w:rFonts w:ascii="Arial" w:hAnsi="Arial" w:cs="Arial"/>
                <w:sz w:val="24"/>
                <w:szCs w:val="22"/>
                <w:lang w:val="en-CA"/>
              </w:rPr>
            </w:sdtEndPr>
            <w:sdtContent>
              <w:p w14:paraId="34430973" w14:textId="2AEDC3E8"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24B7D338" w14:textId="77777777" w:rsidTr="00BE63DD">
        <w:trPr>
          <w:jc w:val="center"/>
        </w:trPr>
        <w:tc>
          <w:tcPr>
            <w:tcW w:w="2378" w:type="dxa"/>
          </w:tcPr>
          <w:sdt>
            <w:sdtPr>
              <w:rPr>
                <w:rStyle w:val="Style28"/>
              </w:rPr>
              <w:id w:val="1173607442"/>
              <w:placeholder>
                <w:docPart w:val="B6F12B90A1EA46E791960A4A4DFD3C5E"/>
              </w:placeholder>
              <w:showingPlcHdr/>
              <w15:color w:val="99CCFF"/>
            </w:sdtPr>
            <w:sdtEndPr>
              <w:rPr>
                <w:rStyle w:val="DefaultParagraphFont"/>
                <w:rFonts w:ascii="Arial" w:hAnsi="Arial" w:cs="Arial"/>
                <w:sz w:val="24"/>
                <w:szCs w:val="22"/>
                <w:lang w:val="en-CA"/>
              </w:rPr>
            </w:sdtEndPr>
            <w:sdtContent>
              <w:p w14:paraId="287A3C74" w14:textId="18880AA2"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770444224"/>
              <w:placeholder>
                <w:docPart w:val="B082A0F10E3E48BFB044822FFE7D8571"/>
              </w:placeholder>
              <w:showingPlcHdr/>
              <w15:color w:val="99CCFF"/>
            </w:sdtPr>
            <w:sdtEndPr>
              <w:rPr>
                <w:rStyle w:val="DefaultParagraphFont"/>
                <w:rFonts w:ascii="Arial" w:hAnsi="Arial" w:cs="Arial"/>
                <w:sz w:val="24"/>
                <w:szCs w:val="22"/>
                <w:lang w:val="en-CA"/>
              </w:rPr>
            </w:sdtEndPr>
            <w:sdtContent>
              <w:p w14:paraId="746DF28C" w14:textId="0C36EF21"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539246557"/>
              <w:placeholder>
                <w:docPart w:val="698DD9BE15704E1AAAAA2370C697E5BB"/>
              </w:placeholder>
              <w:showingPlcHdr/>
              <w15:color w:val="99CCFF"/>
            </w:sdtPr>
            <w:sdtEndPr>
              <w:rPr>
                <w:rStyle w:val="DefaultParagraphFont"/>
                <w:rFonts w:ascii="Arial" w:hAnsi="Arial" w:cs="Arial"/>
                <w:sz w:val="24"/>
                <w:szCs w:val="22"/>
                <w:lang w:val="en-CA"/>
              </w:rPr>
            </w:sdtEndPr>
            <w:sdtContent>
              <w:p w14:paraId="38FEDED8" w14:textId="5AB971E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19461396" w14:textId="77777777" w:rsidTr="00BE63DD">
        <w:trPr>
          <w:jc w:val="center"/>
        </w:trPr>
        <w:tc>
          <w:tcPr>
            <w:tcW w:w="2378" w:type="dxa"/>
          </w:tcPr>
          <w:sdt>
            <w:sdtPr>
              <w:rPr>
                <w:rStyle w:val="Style28"/>
              </w:rPr>
              <w:id w:val="-1596785001"/>
              <w:placeholder>
                <w:docPart w:val="BBF098C3F4584B4295D5B6D8C7E97174"/>
              </w:placeholder>
              <w:showingPlcHdr/>
              <w15:color w:val="99CCFF"/>
            </w:sdtPr>
            <w:sdtEndPr>
              <w:rPr>
                <w:rStyle w:val="DefaultParagraphFont"/>
                <w:rFonts w:ascii="Arial" w:hAnsi="Arial" w:cs="Arial"/>
                <w:sz w:val="24"/>
                <w:szCs w:val="22"/>
                <w:lang w:val="en-CA"/>
              </w:rPr>
            </w:sdtEndPr>
            <w:sdtContent>
              <w:p w14:paraId="3B2EE183" w14:textId="24FA7291"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457615792"/>
              <w:placeholder>
                <w:docPart w:val="426ED5EF89DC4D91871DEAD58696BC8E"/>
              </w:placeholder>
              <w:showingPlcHdr/>
              <w15:color w:val="99CCFF"/>
            </w:sdtPr>
            <w:sdtEndPr>
              <w:rPr>
                <w:rStyle w:val="DefaultParagraphFont"/>
                <w:rFonts w:ascii="Arial" w:hAnsi="Arial" w:cs="Arial"/>
                <w:sz w:val="24"/>
                <w:szCs w:val="22"/>
                <w:lang w:val="en-CA"/>
              </w:rPr>
            </w:sdtEndPr>
            <w:sdtContent>
              <w:p w14:paraId="108E3416" w14:textId="10D17CBD"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369219954"/>
              <w:placeholder>
                <w:docPart w:val="D3CF6653D24E4ECE8E2FAA4C2653FB63"/>
              </w:placeholder>
              <w:showingPlcHdr/>
              <w15:color w:val="99CCFF"/>
            </w:sdtPr>
            <w:sdtEndPr>
              <w:rPr>
                <w:rStyle w:val="DefaultParagraphFont"/>
                <w:rFonts w:ascii="Arial" w:hAnsi="Arial" w:cs="Arial"/>
                <w:sz w:val="24"/>
                <w:szCs w:val="22"/>
                <w:lang w:val="en-CA"/>
              </w:rPr>
            </w:sdtEndPr>
            <w:sdtContent>
              <w:p w14:paraId="3A70ED22" w14:textId="3234E479"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6E026207" w14:textId="77777777" w:rsidTr="00BE63DD">
        <w:trPr>
          <w:jc w:val="center"/>
        </w:trPr>
        <w:tc>
          <w:tcPr>
            <w:tcW w:w="2378" w:type="dxa"/>
          </w:tcPr>
          <w:sdt>
            <w:sdtPr>
              <w:rPr>
                <w:rStyle w:val="Style28"/>
              </w:rPr>
              <w:id w:val="1029687512"/>
              <w:placeholder>
                <w:docPart w:val="CD1A1B61DC014B22A0B67AD719C563B9"/>
              </w:placeholder>
              <w:showingPlcHdr/>
              <w15:color w:val="99CCFF"/>
            </w:sdtPr>
            <w:sdtEndPr>
              <w:rPr>
                <w:rStyle w:val="DefaultParagraphFont"/>
                <w:rFonts w:ascii="Arial" w:hAnsi="Arial" w:cs="Arial"/>
                <w:sz w:val="24"/>
                <w:szCs w:val="22"/>
                <w:lang w:val="en-CA"/>
              </w:rPr>
            </w:sdtEndPr>
            <w:sdtContent>
              <w:p w14:paraId="306A19FD" w14:textId="317C3965"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271704877"/>
              <w:placeholder>
                <w:docPart w:val="EA762D7A3CBF4664AE73AF62E8B85F22"/>
              </w:placeholder>
              <w:showingPlcHdr/>
              <w15:color w:val="99CCFF"/>
            </w:sdtPr>
            <w:sdtEndPr>
              <w:rPr>
                <w:rStyle w:val="DefaultParagraphFont"/>
                <w:rFonts w:ascii="Arial" w:hAnsi="Arial" w:cs="Arial"/>
                <w:sz w:val="24"/>
                <w:szCs w:val="22"/>
                <w:lang w:val="en-CA"/>
              </w:rPr>
            </w:sdtEndPr>
            <w:sdtContent>
              <w:p w14:paraId="7173D719" w14:textId="04C90A23"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459714152"/>
              <w:placeholder>
                <w:docPart w:val="4F40F57F8EE74E9F9C89E5CB714CAEC8"/>
              </w:placeholder>
              <w:showingPlcHdr/>
              <w15:color w:val="99CCFF"/>
            </w:sdtPr>
            <w:sdtEndPr>
              <w:rPr>
                <w:rStyle w:val="DefaultParagraphFont"/>
                <w:rFonts w:ascii="Arial" w:hAnsi="Arial" w:cs="Arial"/>
                <w:sz w:val="24"/>
                <w:szCs w:val="22"/>
                <w:lang w:val="en-CA"/>
              </w:rPr>
            </w:sdtEndPr>
            <w:sdtContent>
              <w:p w14:paraId="040FD245" w14:textId="1E96BBF3"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44C66340" w14:textId="77777777" w:rsidTr="00BE63DD">
        <w:trPr>
          <w:jc w:val="center"/>
        </w:trPr>
        <w:tc>
          <w:tcPr>
            <w:tcW w:w="2378" w:type="dxa"/>
          </w:tcPr>
          <w:sdt>
            <w:sdtPr>
              <w:rPr>
                <w:rStyle w:val="Style28"/>
              </w:rPr>
              <w:id w:val="49355072"/>
              <w:placeholder>
                <w:docPart w:val="95166E5E6E394091B327C7C0DC7D0480"/>
              </w:placeholder>
              <w:showingPlcHdr/>
              <w15:color w:val="99CCFF"/>
            </w:sdtPr>
            <w:sdtEndPr>
              <w:rPr>
                <w:rStyle w:val="DefaultParagraphFont"/>
                <w:rFonts w:ascii="Arial" w:hAnsi="Arial" w:cs="Arial"/>
                <w:sz w:val="24"/>
                <w:szCs w:val="22"/>
                <w:lang w:val="en-CA"/>
              </w:rPr>
            </w:sdtEndPr>
            <w:sdtContent>
              <w:p w14:paraId="6C7792E3" w14:textId="04BABE3F"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922446430"/>
              <w:placeholder>
                <w:docPart w:val="8E6F76E40D244306AEA778FD627EBE1C"/>
              </w:placeholder>
              <w:showingPlcHdr/>
              <w15:color w:val="99CCFF"/>
            </w:sdtPr>
            <w:sdtEndPr>
              <w:rPr>
                <w:rStyle w:val="DefaultParagraphFont"/>
                <w:rFonts w:ascii="Arial" w:hAnsi="Arial" w:cs="Arial"/>
                <w:sz w:val="24"/>
                <w:szCs w:val="22"/>
                <w:lang w:val="en-CA"/>
              </w:rPr>
            </w:sdtEndPr>
            <w:sdtContent>
              <w:p w14:paraId="424B017B" w14:textId="24B69CE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856267096"/>
              <w:placeholder>
                <w:docPart w:val="B43A14FCDACC4AF28ED524C22F488171"/>
              </w:placeholder>
              <w:showingPlcHdr/>
              <w15:color w:val="99CCFF"/>
            </w:sdtPr>
            <w:sdtEndPr>
              <w:rPr>
                <w:rStyle w:val="DefaultParagraphFont"/>
                <w:rFonts w:ascii="Arial" w:hAnsi="Arial" w:cs="Arial"/>
                <w:sz w:val="24"/>
                <w:szCs w:val="22"/>
                <w:lang w:val="en-CA"/>
              </w:rPr>
            </w:sdtEndPr>
            <w:sdtContent>
              <w:p w14:paraId="52849EA1" w14:textId="456E9A69"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2E0B8EAB" w14:textId="77777777" w:rsidTr="00BE63DD">
        <w:trPr>
          <w:jc w:val="center"/>
        </w:trPr>
        <w:tc>
          <w:tcPr>
            <w:tcW w:w="2378" w:type="dxa"/>
          </w:tcPr>
          <w:sdt>
            <w:sdtPr>
              <w:rPr>
                <w:rStyle w:val="Style28"/>
              </w:rPr>
              <w:id w:val="-1807846646"/>
              <w:placeholder>
                <w:docPart w:val="3A235B4744DE40F4A07EC88F8D5D8F9F"/>
              </w:placeholder>
              <w:showingPlcHdr/>
              <w15:color w:val="99CCFF"/>
            </w:sdtPr>
            <w:sdtEndPr>
              <w:rPr>
                <w:rStyle w:val="DefaultParagraphFont"/>
                <w:rFonts w:ascii="Arial" w:hAnsi="Arial" w:cs="Arial"/>
                <w:sz w:val="24"/>
                <w:szCs w:val="22"/>
                <w:lang w:val="en-CA"/>
              </w:rPr>
            </w:sdtEndPr>
            <w:sdtContent>
              <w:p w14:paraId="09DA6326" w14:textId="4CA0954A"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076667289"/>
              <w:placeholder>
                <w:docPart w:val="B9EC5C1C80804548B12C447A1DCC8836"/>
              </w:placeholder>
              <w:showingPlcHdr/>
              <w15:color w:val="99CCFF"/>
            </w:sdtPr>
            <w:sdtEndPr>
              <w:rPr>
                <w:rStyle w:val="DefaultParagraphFont"/>
                <w:rFonts w:ascii="Arial" w:hAnsi="Arial" w:cs="Arial"/>
                <w:sz w:val="24"/>
                <w:szCs w:val="22"/>
                <w:lang w:val="en-CA"/>
              </w:rPr>
            </w:sdtEndPr>
            <w:sdtContent>
              <w:p w14:paraId="1A1A5491" w14:textId="1C4D56F4"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961572241"/>
              <w:placeholder>
                <w:docPart w:val="7BB46E0E2F634FDDACACB573D5D9BA16"/>
              </w:placeholder>
              <w:showingPlcHdr/>
              <w15:color w:val="99CCFF"/>
            </w:sdtPr>
            <w:sdtEndPr>
              <w:rPr>
                <w:rStyle w:val="DefaultParagraphFont"/>
                <w:rFonts w:ascii="Arial" w:hAnsi="Arial" w:cs="Arial"/>
                <w:sz w:val="24"/>
                <w:szCs w:val="22"/>
                <w:lang w:val="en-CA"/>
              </w:rPr>
            </w:sdtEndPr>
            <w:sdtContent>
              <w:p w14:paraId="7F2AF525" w14:textId="0573CE54"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7607DBC5" w14:textId="77777777" w:rsidTr="00BE63DD">
        <w:trPr>
          <w:jc w:val="center"/>
        </w:trPr>
        <w:tc>
          <w:tcPr>
            <w:tcW w:w="2378" w:type="dxa"/>
          </w:tcPr>
          <w:sdt>
            <w:sdtPr>
              <w:rPr>
                <w:rStyle w:val="Style28"/>
              </w:rPr>
              <w:id w:val="1480426250"/>
              <w:placeholder>
                <w:docPart w:val="09CA65C3CF8D49D6B4DED07B8CEF80C7"/>
              </w:placeholder>
              <w:showingPlcHdr/>
              <w15:color w:val="99CCFF"/>
            </w:sdtPr>
            <w:sdtEndPr>
              <w:rPr>
                <w:rStyle w:val="DefaultParagraphFont"/>
                <w:rFonts w:ascii="Arial" w:hAnsi="Arial" w:cs="Arial"/>
                <w:sz w:val="24"/>
                <w:szCs w:val="22"/>
                <w:lang w:val="en-CA"/>
              </w:rPr>
            </w:sdtEndPr>
            <w:sdtContent>
              <w:p w14:paraId="0C6D0446" w14:textId="30B0C58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297106191"/>
              <w:placeholder>
                <w:docPart w:val="B645586996A04263B2E5B7222C098479"/>
              </w:placeholder>
              <w:showingPlcHdr/>
              <w15:color w:val="99CCFF"/>
            </w:sdtPr>
            <w:sdtEndPr>
              <w:rPr>
                <w:rStyle w:val="DefaultParagraphFont"/>
                <w:rFonts w:ascii="Arial" w:hAnsi="Arial" w:cs="Arial"/>
                <w:sz w:val="24"/>
                <w:szCs w:val="22"/>
                <w:lang w:val="en-CA"/>
              </w:rPr>
            </w:sdtEndPr>
            <w:sdtContent>
              <w:p w14:paraId="4D49B637" w14:textId="53961EB7"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252589204"/>
              <w:placeholder>
                <w:docPart w:val="9BF5E08C8FCF47E88CC8060B6AA64771"/>
              </w:placeholder>
              <w:showingPlcHdr/>
              <w15:color w:val="99CCFF"/>
            </w:sdtPr>
            <w:sdtEndPr>
              <w:rPr>
                <w:rStyle w:val="DefaultParagraphFont"/>
                <w:rFonts w:ascii="Arial" w:hAnsi="Arial" w:cs="Arial"/>
                <w:sz w:val="24"/>
                <w:szCs w:val="22"/>
                <w:lang w:val="en-CA"/>
              </w:rPr>
            </w:sdtEndPr>
            <w:sdtContent>
              <w:p w14:paraId="1FE02C15" w14:textId="33076772"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bookmarkEnd w:id="1"/>
    </w:tbl>
    <w:p w14:paraId="58D183DF" w14:textId="77777777" w:rsidR="0066342A" w:rsidRDefault="0066342A">
      <w:pPr>
        <w:spacing w:after="200" w:line="276" w:lineRule="auto"/>
        <w:rPr>
          <w:sz w:val="20"/>
          <w:szCs w:val="20"/>
        </w:rPr>
      </w:pPr>
      <w:r>
        <w:rPr>
          <w:sz w:val="20"/>
          <w:szCs w:val="20"/>
        </w:rPr>
        <w:br w:type="page"/>
      </w:r>
    </w:p>
    <w:p w14:paraId="00292E4B" w14:textId="77777777" w:rsidR="000F2F5C" w:rsidRDefault="000F2F5C" w:rsidP="00FA61B8">
      <w:pPr>
        <w:rPr>
          <w:sz w:val="20"/>
          <w:szCs w:val="20"/>
        </w:rPr>
      </w:pPr>
    </w:p>
    <w:p w14:paraId="21A32B1B" w14:textId="702174C7" w:rsidR="003C2352" w:rsidRPr="00312144" w:rsidRDefault="003C2352" w:rsidP="00312144">
      <w:pPr>
        <w:jc w:val="center"/>
        <w:rPr>
          <w:rFonts w:ascii="Questa Sans" w:hAnsi="Questa Sans"/>
          <w:b/>
          <w:bCs/>
          <w:u w:val="single"/>
          <w:lang w:val="en-CA"/>
        </w:rPr>
      </w:pPr>
      <w:r w:rsidRPr="00312144">
        <w:rPr>
          <w:rFonts w:ascii="Questa Sans" w:hAnsi="Questa Sans"/>
          <w:b/>
          <w:bCs/>
          <w:u w:val="single"/>
          <w:lang w:val="en-CA"/>
        </w:rPr>
        <w:t xml:space="preserve">Appendix </w:t>
      </w:r>
      <w:r w:rsidR="003E68CF" w:rsidRPr="00312144">
        <w:rPr>
          <w:rFonts w:ascii="Questa Sans" w:hAnsi="Questa Sans"/>
          <w:b/>
          <w:bCs/>
          <w:u w:val="single"/>
          <w:lang w:val="en-CA"/>
        </w:rPr>
        <w:t>C</w:t>
      </w:r>
      <w:r w:rsidRPr="00312144">
        <w:rPr>
          <w:rFonts w:ascii="Questa Sans" w:hAnsi="Questa Sans"/>
          <w:b/>
          <w:bCs/>
          <w:u w:val="single"/>
          <w:lang w:val="en-CA"/>
        </w:rPr>
        <w:t xml:space="preserve"> – Internship Date and Funding Table</w:t>
      </w:r>
    </w:p>
    <w:p w14:paraId="56A29C10" w14:textId="77777777" w:rsidR="00312144" w:rsidRPr="00293425" w:rsidRDefault="00312144" w:rsidP="00293425"/>
    <w:p w14:paraId="0BB95D3D" w14:textId="77777777" w:rsidR="003C2352" w:rsidRPr="001D031D" w:rsidRDefault="003C2352" w:rsidP="003C2352">
      <w:pPr>
        <w:tabs>
          <w:tab w:val="left" w:pos="9918"/>
        </w:tabs>
        <w:jc w:val="both"/>
        <w:rPr>
          <w:rFonts w:ascii="Questa Sans" w:hAnsi="Questa Sans" w:cs="Arial"/>
          <w:sz w:val="22"/>
          <w:szCs w:val="22"/>
          <w:lang w:val="en-CA"/>
        </w:rPr>
      </w:pPr>
      <w:r w:rsidRPr="001D031D">
        <w:rPr>
          <w:rFonts w:ascii="Questa Sans" w:hAnsi="Questa Sans" w:cs="Arial"/>
          <w:sz w:val="22"/>
          <w:szCs w:val="22"/>
          <w:lang w:val="en-CA"/>
        </w:rPr>
        <w:t>NOTE: the proposed start date of any internship must be after the receipt-date of an approval Outcome Letter.</w:t>
      </w:r>
    </w:p>
    <w:p w14:paraId="613AAA00" w14:textId="77777777" w:rsidR="003C2352" w:rsidRPr="001D031D" w:rsidRDefault="003C2352" w:rsidP="003C2352">
      <w:pPr>
        <w:tabs>
          <w:tab w:val="left" w:pos="9918"/>
        </w:tabs>
        <w:jc w:val="both"/>
        <w:rPr>
          <w:rFonts w:ascii="Questa Sans" w:hAnsi="Questa Sans" w:cs="Arial"/>
          <w:sz w:val="22"/>
          <w:szCs w:val="22"/>
          <w:lang w:val="en-CA"/>
        </w:rPr>
      </w:pPr>
    </w:p>
    <w:tbl>
      <w:tblPr>
        <w:tblStyle w:val="TableGrid"/>
        <w:tblW w:w="4266" w:type="pct"/>
        <w:jc w:val="center"/>
        <w:tblCellMar>
          <w:top w:w="58" w:type="dxa"/>
          <w:bottom w:w="58" w:type="dxa"/>
        </w:tblCellMar>
        <w:tblLook w:val="04A0" w:firstRow="1" w:lastRow="0" w:firstColumn="1" w:lastColumn="0" w:noHBand="0" w:noVBand="1"/>
      </w:tblPr>
      <w:tblGrid>
        <w:gridCol w:w="1555"/>
        <w:gridCol w:w="2268"/>
        <w:gridCol w:w="1984"/>
        <w:gridCol w:w="2693"/>
      </w:tblGrid>
      <w:tr w:rsidR="003C2352" w:rsidRPr="001D031D" w14:paraId="3EE1FB79" w14:textId="77777777" w:rsidTr="008B2694">
        <w:trPr>
          <w:trHeight w:val="20"/>
          <w:jc w:val="center"/>
        </w:trPr>
        <w:tc>
          <w:tcPr>
            <w:tcW w:w="915" w:type="pct"/>
            <w:vMerge w:val="restart"/>
            <w:shd w:val="clear" w:color="auto" w:fill="D9D9D9" w:themeFill="background1" w:themeFillShade="D9"/>
            <w:vAlign w:val="center"/>
          </w:tcPr>
          <w:p w14:paraId="2298AEB9"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Internship #</w:t>
            </w:r>
          </w:p>
        </w:tc>
        <w:tc>
          <w:tcPr>
            <w:tcW w:w="2501" w:type="pct"/>
            <w:gridSpan w:val="2"/>
            <w:tcBorders>
              <w:bottom w:val="single" w:sz="4" w:space="0" w:color="auto"/>
            </w:tcBorders>
            <w:shd w:val="clear" w:color="auto" w:fill="D9D9D9" w:themeFill="background1" w:themeFillShade="D9"/>
            <w:vAlign w:val="center"/>
          </w:tcPr>
          <w:p w14:paraId="5673B830"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Internship Unit Period</w:t>
            </w:r>
          </w:p>
          <w:p w14:paraId="306DE021" w14:textId="22C42DC7" w:rsidR="003C2352" w:rsidRPr="001D031D" w:rsidRDefault="003C2352">
            <w:pPr>
              <w:jc w:val="both"/>
              <w:rPr>
                <w:rFonts w:ascii="Questa Sans" w:hAnsi="Questa Sans" w:cs="Arial"/>
                <w:color w:val="808080" w:themeColor="background1" w:themeShade="80"/>
                <w:sz w:val="20"/>
                <w:szCs w:val="20"/>
                <w:lang w:val="en-CA"/>
              </w:rPr>
            </w:pPr>
            <w:r w:rsidRPr="001D031D">
              <w:rPr>
                <w:rFonts w:ascii="Questa Sans" w:hAnsi="Questa Sans" w:cs="Arial"/>
                <w:color w:val="808080" w:themeColor="background1" w:themeShade="80"/>
                <w:sz w:val="20"/>
                <w:szCs w:val="20"/>
                <w:lang w:val="en-CA"/>
              </w:rPr>
              <w:t>List each unit individually Each unit can be 4</w:t>
            </w:r>
            <w:r w:rsidR="004453F8">
              <w:rPr>
                <w:rFonts w:ascii="Questa Sans" w:hAnsi="Questa Sans" w:cs="Arial"/>
                <w:color w:val="808080" w:themeColor="background1" w:themeShade="80"/>
                <w:sz w:val="20"/>
                <w:szCs w:val="20"/>
                <w:lang w:val="en-CA"/>
              </w:rPr>
              <w:t xml:space="preserve"> or </w:t>
            </w:r>
            <w:r w:rsidRPr="001D031D">
              <w:rPr>
                <w:rFonts w:ascii="Questa Sans" w:hAnsi="Questa Sans" w:cs="Arial"/>
                <w:color w:val="808080" w:themeColor="background1" w:themeShade="80"/>
                <w:sz w:val="20"/>
                <w:szCs w:val="20"/>
                <w:lang w:val="en-CA"/>
              </w:rPr>
              <w:t xml:space="preserve">6 months in duration. </w:t>
            </w:r>
          </w:p>
        </w:tc>
        <w:tc>
          <w:tcPr>
            <w:tcW w:w="1584" w:type="pct"/>
            <w:vMerge w:val="restart"/>
            <w:tcBorders>
              <w:right w:val="single" w:sz="4" w:space="0" w:color="auto"/>
            </w:tcBorders>
            <w:shd w:val="clear" w:color="auto" w:fill="D9D9D9" w:themeFill="background1" w:themeFillShade="D9"/>
            <w:vAlign w:val="center"/>
          </w:tcPr>
          <w:p w14:paraId="023C31E7" w14:textId="77777777" w:rsidR="003C2352" w:rsidRPr="001D031D" w:rsidRDefault="003C2352">
            <w:pPr>
              <w:jc w:val="both"/>
              <w:rPr>
                <w:rFonts w:ascii="Questa Sans" w:hAnsi="Questa Sans" w:cs="Arial"/>
                <w:b/>
                <w:bCs/>
                <w:sz w:val="22"/>
                <w:szCs w:val="22"/>
                <w:lang w:val="en-CA"/>
              </w:rPr>
            </w:pPr>
            <w:r w:rsidRPr="001D031D">
              <w:rPr>
                <w:rFonts w:ascii="Questa Sans" w:hAnsi="Questa Sans" w:cs="Arial"/>
                <w:b/>
                <w:bCs/>
                <w:sz w:val="22"/>
                <w:szCs w:val="22"/>
                <w:lang w:val="en-CA"/>
              </w:rPr>
              <w:t xml:space="preserve">Stipend Amount </w:t>
            </w:r>
          </w:p>
          <w:p w14:paraId="5A530B36" w14:textId="77777777" w:rsidR="003C2352" w:rsidRPr="001D031D" w:rsidRDefault="003C2352">
            <w:pPr>
              <w:jc w:val="both"/>
              <w:rPr>
                <w:rFonts w:ascii="Questa Sans" w:hAnsi="Questa Sans" w:cs="Arial"/>
                <w:b/>
                <w:bCs/>
                <w:sz w:val="22"/>
                <w:szCs w:val="22"/>
                <w:lang w:val="en-CA"/>
              </w:rPr>
            </w:pPr>
            <w:r w:rsidRPr="001D031D">
              <w:rPr>
                <w:rFonts w:ascii="Questa Sans" w:hAnsi="Questa Sans" w:cs="Arial"/>
                <w:color w:val="808080" w:themeColor="background1" w:themeShade="80"/>
                <w:sz w:val="20"/>
                <w:szCs w:val="20"/>
                <w:lang w:val="en-CA"/>
              </w:rPr>
              <w:t>Minimum $10,000 per internship unit</w:t>
            </w:r>
          </w:p>
        </w:tc>
      </w:tr>
      <w:tr w:rsidR="003C2352" w:rsidRPr="001D031D" w14:paraId="198498BE" w14:textId="77777777" w:rsidTr="008B2694">
        <w:trPr>
          <w:trHeight w:val="20"/>
          <w:jc w:val="center"/>
        </w:trPr>
        <w:tc>
          <w:tcPr>
            <w:tcW w:w="915" w:type="pct"/>
            <w:vMerge/>
            <w:vAlign w:val="center"/>
          </w:tcPr>
          <w:p w14:paraId="7E792E2A" w14:textId="77777777" w:rsidR="003C2352" w:rsidRPr="001D031D" w:rsidRDefault="003C2352">
            <w:pPr>
              <w:jc w:val="both"/>
              <w:rPr>
                <w:rFonts w:ascii="Questa Sans" w:hAnsi="Questa Sans" w:cs="Arial"/>
                <w:b/>
                <w:sz w:val="22"/>
                <w:szCs w:val="22"/>
                <w:lang w:val="en-CA"/>
              </w:rPr>
            </w:pPr>
          </w:p>
        </w:tc>
        <w:tc>
          <w:tcPr>
            <w:tcW w:w="1334" w:type="pct"/>
            <w:tcBorders>
              <w:bottom w:val="single" w:sz="4" w:space="0" w:color="auto"/>
            </w:tcBorders>
            <w:shd w:val="clear" w:color="auto" w:fill="D9D9D9" w:themeFill="background1" w:themeFillShade="D9"/>
            <w:vAlign w:val="center"/>
          </w:tcPr>
          <w:p w14:paraId="09ECFFF7" w14:textId="77777777" w:rsidR="003C2352" w:rsidRPr="001D031D" w:rsidRDefault="003C2352">
            <w:pPr>
              <w:jc w:val="both"/>
              <w:rPr>
                <w:rFonts w:ascii="Questa Sans" w:hAnsi="Questa Sans" w:cs="Arial"/>
                <w:bCs/>
                <w:sz w:val="22"/>
                <w:szCs w:val="22"/>
                <w:lang w:val="en-CA"/>
              </w:rPr>
            </w:pPr>
            <w:r w:rsidRPr="001D031D">
              <w:rPr>
                <w:rFonts w:ascii="Questa Sans" w:hAnsi="Questa Sans" w:cs="Arial"/>
                <w:b/>
                <w:sz w:val="22"/>
                <w:szCs w:val="22"/>
                <w:lang w:val="en-CA"/>
              </w:rPr>
              <w:t xml:space="preserve">Start Date </w:t>
            </w:r>
          </w:p>
        </w:tc>
        <w:tc>
          <w:tcPr>
            <w:tcW w:w="1167" w:type="pct"/>
            <w:tcBorders>
              <w:bottom w:val="single" w:sz="4" w:space="0" w:color="auto"/>
            </w:tcBorders>
            <w:shd w:val="clear" w:color="auto" w:fill="D9D9D9" w:themeFill="background1" w:themeFillShade="D9"/>
            <w:vAlign w:val="center"/>
          </w:tcPr>
          <w:p w14:paraId="64246033"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 xml:space="preserve">End Date </w:t>
            </w:r>
          </w:p>
        </w:tc>
        <w:tc>
          <w:tcPr>
            <w:tcW w:w="1584" w:type="pct"/>
            <w:vMerge/>
          </w:tcPr>
          <w:p w14:paraId="628B6A94" w14:textId="77777777" w:rsidR="003C2352" w:rsidRPr="001D031D" w:rsidRDefault="003C2352">
            <w:pPr>
              <w:jc w:val="both"/>
              <w:rPr>
                <w:rFonts w:ascii="Questa Sans" w:hAnsi="Questa Sans" w:cs="Arial"/>
                <w:b/>
                <w:sz w:val="22"/>
                <w:szCs w:val="22"/>
                <w:lang w:val="en-CA"/>
              </w:rPr>
            </w:pPr>
          </w:p>
        </w:tc>
      </w:tr>
      <w:tr w:rsidR="0040408C" w:rsidRPr="001D031D" w14:paraId="552DB858" w14:textId="77777777" w:rsidTr="008B2694">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EE476DC" w14:textId="77777777" w:rsidR="0040408C" w:rsidRPr="001766C1" w:rsidRDefault="0040408C" w:rsidP="0040408C">
            <w:pPr>
              <w:jc w:val="both"/>
              <w:rPr>
                <w:rFonts w:ascii="Questa Sans" w:hAnsi="Questa Sans" w:cs="Arial"/>
                <w:sz w:val="20"/>
                <w:szCs w:val="20"/>
                <w:lang w:val="en-CA"/>
              </w:rPr>
            </w:pPr>
            <w:r w:rsidRPr="001766C1">
              <w:rPr>
                <w:rFonts w:ascii="Questa Sans" w:hAnsi="Questa Sans" w:cs="Arial"/>
                <w:sz w:val="20"/>
                <w:szCs w:val="20"/>
                <w:lang w:val="en-CA"/>
              </w:rPr>
              <w:t>1</w:t>
            </w:r>
          </w:p>
        </w:tc>
        <w:tc>
          <w:tcPr>
            <w:tcW w:w="1334" w:type="pct"/>
            <w:tcBorders>
              <w:top w:val="dotted" w:sz="4" w:space="0" w:color="auto"/>
              <w:left w:val="single" w:sz="4" w:space="0" w:color="auto"/>
              <w:bottom w:val="dotted" w:sz="4" w:space="0" w:color="auto"/>
              <w:right w:val="single" w:sz="4" w:space="0" w:color="auto"/>
            </w:tcBorders>
          </w:tcPr>
          <w:p w14:paraId="6DB0947C" w14:textId="39C1C5C1" w:rsidR="0040408C" w:rsidRPr="001766C1" w:rsidRDefault="003B1D52" w:rsidP="0040408C">
            <w:pPr>
              <w:jc w:val="both"/>
              <w:rPr>
                <w:rFonts w:ascii="Questa Sans" w:hAnsi="Questa Sans" w:cs="Arial"/>
                <w:sz w:val="20"/>
                <w:szCs w:val="20"/>
                <w:lang w:val="en-CA"/>
              </w:rPr>
            </w:pPr>
            <w:sdt>
              <w:sdtPr>
                <w:rPr>
                  <w:rFonts w:ascii="Questa Sans" w:hAnsi="Questa Sans" w:cs="Arial"/>
                  <w:sz w:val="20"/>
                  <w:szCs w:val="20"/>
                </w:rPr>
                <w:id w:val="727585751"/>
                <w:placeholder>
                  <w:docPart w:val="06A433464A104793B72EDDF893BD87E9"/>
                </w:placeholder>
                <w:showingPlcHdr/>
                <w15:color w:val="99CCFF"/>
                <w:date>
                  <w:dateFormat w:val="yyyy-MM-dd"/>
                  <w:lid w:val="en-CA"/>
                  <w:storeMappedDataAs w:val="dateTime"/>
                  <w:calendar w:val="gregorian"/>
                </w:date>
              </w:sdtPr>
              <w:sdtEndPr/>
              <w:sdtContent>
                <w:r w:rsidR="0040408C"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2A3D4C97" w14:textId="3E0EEFCE" w:rsidR="0040408C" w:rsidRPr="001766C1" w:rsidRDefault="003B1D52" w:rsidP="0040408C">
            <w:pPr>
              <w:jc w:val="both"/>
              <w:rPr>
                <w:rFonts w:ascii="Questa Sans" w:hAnsi="Questa Sans" w:cs="Arial"/>
                <w:sz w:val="20"/>
                <w:szCs w:val="20"/>
                <w:lang w:val="en-CA"/>
              </w:rPr>
            </w:pPr>
            <w:sdt>
              <w:sdtPr>
                <w:rPr>
                  <w:rFonts w:ascii="Questa Sans" w:hAnsi="Questa Sans" w:cs="Arial"/>
                  <w:sz w:val="20"/>
                  <w:szCs w:val="20"/>
                </w:rPr>
                <w:id w:val="-1977369521"/>
                <w:placeholder>
                  <w:docPart w:val="DC00FE69E033410C8CF8D77534927421"/>
                </w:placeholder>
                <w:showingPlcHdr/>
                <w15:color w:val="99CCFF"/>
                <w:date>
                  <w:dateFormat w:val="yyyy-MM-dd"/>
                  <w:lid w:val="en-CA"/>
                  <w:storeMappedDataAs w:val="dateTime"/>
                  <w:calendar w:val="gregorian"/>
                </w:date>
              </w:sdtPr>
              <w:sdtEndPr/>
              <w:sdtContent>
                <w:r w:rsidR="0040408C"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vAlign w:val="center"/>
          </w:tcPr>
          <w:p w14:paraId="0CAFF3EE" w14:textId="2F17CF39" w:rsidR="0040408C" w:rsidRPr="001766C1" w:rsidRDefault="0040408C" w:rsidP="0040408C">
            <w:pPr>
              <w:pBdr>
                <w:right w:val="single" w:sz="2" w:space="4" w:color="808080" w:themeColor="background1" w:themeShade="80"/>
              </w:pBdr>
              <w:tabs>
                <w:tab w:val="left" w:pos="601"/>
              </w:tabs>
              <w:ind w:left="34" w:right="-108"/>
              <w:rPr>
                <w:rFonts w:ascii="Questa Sans" w:hAnsi="Questa Sans" w:cs="Arial"/>
                <w:sz w:val="20"/>
                <w:szCs w:val="20"/>
                <w:lang w:val="en-CA"/>
              </w:rPr>
            </w:pPr>
            <w:r w:rsidRPr="001766C1">
              <w:rPr>
                <w:rFonts w:ascii="Questa Sans" w:hAnsi="Questa Sans" w:cs="Arial"/>
                <w:sz w:val="20"/>
                <w:szCs w:val="20"/>
                <w:lang w:val="en-CA"/>
              </w:rPr>
              <w:t xml:space="preserve">$ </w:t>
            </w:r>
            <w:sdt>
              <w:sdtPr>
                <w:rPr>
                  <w:rStyle w:val="Style29"/>
                </w:rPr>
                <w:id w:val="1669977470"/>
                <w:placeholder>
                  <w:docPart w:val="350F46C678E042C6AFD1F4244F13AF66"/>
                </w:placeholder>
                <w:showingPlcHdr/>
                <w15:color w:val="99CCFF"/>
              </w:sdtPr>
              <w:sdtEndPr>
                <w:rPr>
                  <w:rStyle w:val="DefaultParagraphFont"/>
                  <w:rFonts w:ascii="Arial" w:hAnsi="Arial" w:cs="Arial"/>
                  <w:sz w:val="24"/>
                  <w:szCs w:val="20"/>
                  <w:lang w:val="en-CA"/>
                </w:rPr>
              </w:sdtEndPr>
              <w:sdtContent>
                <w:r w:rsidRPr="001766C1">
                  <w:rPr>
                    <w:rFonts w:ascii="Questa Sans" w:hAnsi="Questa Sans" w:cs="Arial"/>
                    <w:sz w:val="20"/>
                    <w:szCs w:val="20"/>
                    <w:lang w:val="en-CA"/>
                  </w:rPr>
                  <w:t xml:space="preserve">                 </w:t>
                </w:r>
              </w:sdtContent>
            </w:sdt>
          </w:p>
        </w:tc>
      </w:tr>
      <w:tr w:rsidR="00E3750E" w:rsidRPr="001D031D" w14:paraId="085397F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5605DB5D"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2</w:t>
            </w:r>
          </w:p>
        </w:tc>
        <w:tc>
          <w:tcPr>
            <w:tcW w:w="1334" w:type="pct"/>
            <w:tcBorders>
              <w:top w:val="dotted" w:sz="4" w:space="0" w:color="auto"/>
              <w:left w:val="single" w:sz="4" w:space="0" w:color="auto"/>
              <w:bottom w:val="dotted" w:sz="4" w:space="0" w:color="auto"/>
              <w:right w:val="single" w:sz="4" w:space="0" w:color="auto"/>
            </w:tcBorders>
          </w:tcPr>
          <w:p w14:paraId="39BD5EFE" w14:textId="2F8F6DA9"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2053804806"/>
                <w:placeholder>
                  <w:docPart w:val="E8A925E95DEA44BAA254709178F3C78C"/>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30F218CE" w14:textId="0037DF6A"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322279325"/>
                <w:placeholder>
                  <w:docPart w:val="7C3C853DF37B4EA3AED1AA40F6E8E78F"/>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52AE6B34" w14:textId="009A9AA8"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604148896"/>
                <w:placeholder>
                  <w:docPart w:val="7349B80762314E608D2A3A34C4FC3AE2"/>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475ECDDD"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9F98BB1"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3</w:t>
            </w:r>
          </w:p>
        </w:tc>
        <w:tc>
          <w:tcPr>
            <w:tcW w:w="1334" w:type="pct"/>
            <w:tcBorders>
              <w:top w:val="dotted" w:sz="4" w:space="0" w:color="auto"/>
              <w:left w:val="single" w:sz="4" w:space="0" w:color="auto"/>
              <w:bottom w:val="dotted" w:sz="4" w:space="0" w:color="auto"/>
              <w:right w:val="single" w:sz="4" w:space="0" w:color="auto"/>
            </w:tcBorders>
          </w:tcPr>
          <w:p w14:paraId="4570B82D" w14:textId="118862B1"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691034462"/>
                <w:placeholder>
                  <w:docPart w:val="CD57D11A09A24B5990DF73609214145F"/>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10567D01" w14:textId="755313D5"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544715781"/>
                <w:placeholder>
                  <w:docPart w:val="06ECC7CC5A994FCF93BC67F960077160"/>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1063CFE" w14:textId="070EC023"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2081017630"/>
                <w:placeholder>
                  <w:docPart w:val="A32FFAC5154E4F488A3DCD50FE6C751E"/>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491EB332"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1B0C7F37"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4</w:t>
            </w:r>
          </w:p>
        </w:tc>
        <w:tc>
          <w:tcPr>
            <w:tcW w:w="1334" w:type="pct"/>
            <w:tcBorders>
              <w:top w:val="dotted" w:sz="4" w:space="0" w:color="auto"/>
              <w:left w:val="single" w:sz="4" w:space="0" w:color="auto"/>
              <w:bottom w:val="dotted" w:sz="4" w:space="0" w:color="auto"/>
              <w:right w:val="single" w:sz="4" w:space="0" w:color="auto"/>
            </w:tcBorders>
          </w:tcPr>
          <w:p w14:paraId="497911FC" w14:textId="0FFD85D6"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600259405"/>
                <w:placeholder>
                  <w:docPart w:val="5BC1B876BC1A42289401FB727731A38C"/>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4B3C272" w14:textId="4B28DF86"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923229296"/>
                <w:placeholder>
                  <w:docPart w:val="C5E7BA091D13448CBFC8AEBB16E969FE"/>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F375758" w14:textId="3D2EF27E"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937947075"/>
                <w:placeholder>
                  <w:docPart w:val="50CED97B81464121B5685535E3FA0A5C"/>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7026BAAD"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39CD520B"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5</w:t>
            </w:r>
          </w:p>
        </w:tc>
        <w:tc>
          <w:tcPr>
            <w:tcW w:w="1334" w:type="pct"/>
            <w:tcBorders>
              <w:top w:val="dotted" w:sz="4" w:space="0" w:color="auto"/>
              <w:left w:val="single" w:sz="4" w:space="0" w:color="auto"/>
              <w:bottom w:val="dotted" w:sz="4" w:space="0" w:color="auto"/>
              <w:right w:val="single" w:sz="4" w:space="0" w:color="auto"/>
            </w:tcBorders>
          </w:tcPr>
          <w:p w14:paraId="14D13169" w14:textId="16342DF3"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562452917"/>
                <w:placeholder>
                  <w:docPart w:val="077508A07166494DB24E374F93C37C15"/>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38615293" w14:textId="0EF08028"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460373353"/>
                <w:placeholder>
                  <w:docPart w:val="8B3A972B2DC94DF38866727148EC21BC"/>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08A9AB8B" w14:textId="334C042C"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23526757"/>
                <w:placeholder>
                  <w:docPart w:val="48795DA8290E4BD8900FF06E5CE29F3F"/>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2E5C721F"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18D46E1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6</w:t>
            </w:r>
          </w:p>
        </w:tc>
        <w:tc>
          <w:tcPr>
            <w:tcW w:w="1334" w:type="pct"/>
            <w:tcBorders>
              <w:top w:val="dotted" w:sz="4" w:space="0" w:color="auto"/>
              <w:left w:val="single" w:sz="4" w:space="0" w:color="auto"/>
              <w:bottom w:val="dotted" w:sz="4" w:space="0" w:color="auto"/>
              <w:right w:val="single" w:sz="4" w:space="0" w:color="auto"/>
            </w:tcBorders>
          </w:tcPr>
          <w:p w14:paraId="289144B3" w14:textId="2C8B59C5"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739477279"/>
                <w:placeholder>
                  <w:docPart w:val="33437569DF514E7DBD0BED2DEE966AA3"/>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68054BA9" w14:textId="25EF587F"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589224531"/>
                <w:placeholder>
                  <w:docPart w:val="053C476E653B4192A65380F55CF584C3"/>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2E347AEC" w14:textId="580AFED7"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34626072"/>
                <w:placeholder>
                  <w:docPart w:val="E3171529FA014E558BA8BB9FE686D2E2"/>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0DF17862"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2B92E68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7</w:t>
            </w:r>
          </w:p>
        </w:tc>
        <w:tc>
          <w:tcPr>
            <w:tcW w:w="1334" w:type="pct"/>
            <w:tcBorders>
              <w:top w:val="dotted" w:sz="4" w:space="0" w:color="auto"/>
              <w:left w:val="single" w:sz="4" w:space="0" w:color="auto"/>
              <w:bottom w:val="dotted" w:sz="4" w:space="0" w:color="auto"/>
              <w:right w:val="single" w:sz="4" w:space="0" w:color="auto"/>
            </w:tcBorders>
          </w:tcPr>
          <w:p w14:paraId="3DA3A084" w14:textId="508EDDFB"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149745525"/>
                <w:placeholder>
                  <w:docPart w:val="5D87F33C6D6E45598A44590B7D971E56"/>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951B401" w14:textId="5F41E434"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863787749"/>
                <w:placeholder>
                  <w:docPart w:val="515C2E6C684348EF83DBCDC64C3B83D9"/>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5E737236" w14:textId="2A932F71"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869527631"/>
                <w:placeholder>
                  <w:docPart w:val="3E5FC44BC73F493F8A3C9F4C7888336F"/>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0DAE6E3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3A3F743"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8</w:t>
            </w:r>
          </w:p>
        </w:tc>
        <w:tc>
          <w:tcPr>
            <w:tcW w:w="1334" w:type="pct"/>
            <w:tcBorders>
              <w:top w:val="dotted" w:sz="4" w:space="0" w:color="auto"/>
              <w:left w:val="single" w:sz="4" w:space="0" w:color="auto"/>
              <w:bottom w:val="dotted" w:sz="4" w:space="0" w:color="auto"/>
              <w:right w:val="single" w:sz="4" w:space="0" w:color="auto"/>
            </w:tcBorders>
          </w:tcPr>
          <w:p w14:paraId="44516688" w14:textId="0F7D1419"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607625981"/>
                <w:placeholder>
                  <w:docPart w:val="9365779B00884E35A9894BD1DAC64AFD"/>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01D75B28" w14:textId="32822524"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282796111"/>
                <w:placeholder>
                  <w:docPart w:val="05F9465AFE9C437DA01C3F9503070ACA"/>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DD0C8A6" w14:textId="272CEF10"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839812274"/>
                <w:placeholder>
                  <w:docPart w:val="79453112D5554377BD4572A07CF54192"/>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1B7EC15F"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77C6D94B"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9</w:t>
            </w:r>
          </w:p>
        </w:tc>
        <w:tc>
          <w:tcPr>
            <w:tcW w:w="1334" w:type="pct"/>
            <w:tcBorders>
              <w:top w:val="dotted" w:sz="4" w:space="0" w:color="auto"/>
              <w:left w:val="single" w:sz="4" w:space="0" w:color="auto"/>
              <w:bottom w:val="dotted" w:sz="4" w:space="0" w:color="auto"/>
              <w:right w:val="single" w:sz="4" w:space="0" w:color="auto"/>
            </w:tcBorders>
          </w:tcPr>
          <w:p w14:paraId="228AFD9F" w14:textId="186D98CD"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282999746"/>
                <w:placeholder>
                  <w:docPart w:val="1386E7EDE29E4AC1BAD82733D46B2AD8"/>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9307B7A" w14:textId="76DB2A73"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466317175"/>
                <w:placeholder>
                  <w:docPart w:val="E5C49BBB060841CAA439051DBF0AE19C"/>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3FDD26E" w14:textId="57832AFD"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2037101870"/>
                <w:placeholder>
                  <w:docPart w:val="8E6D6EFC2EC34D64B112738EEF6463D4"/>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2C3B87E0"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68CD1334"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10</w:t>
            </w:r>
          </w:p>
        </w:tc>
        <w:tc>
          <w:tcPr>
            <w:tcW w:w="1334" w:type="pct"/>
            <w:tcBorders>
              <w:top w:val="dotted" w:sz="4" w:space="0" w:color="auto"/>
              <w:left w:val="single" w:sz="4" w:space="0" w:color="auto"/>
              <w:bottom w:val="dotted" w:sz="4" w:space="0" w:color="auto"/>
              <w:right w:val="single" w:sz="4" w:space="0" w:color="auto"/>
            </w:tcBorders>
          </w:tcPr>
          <w:p w14:paraId="1E66ACDA" w14:textId="47464245"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840688366"/>
                <w:placeholder>
                  <w:docPart w:val="F761A06CE08240F5A136D07AACF7DA28"/>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6401DD71" w14:textId="2488ED4A"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631673388"/>
                <w:placeholder>
                  <w:docPart w:val="204E78BB7491412A95F70740C0B5D064"/>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699255F" w14:textId="34B2A8F7"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25945983"/>
                <w:placeholder>
                  <w:docPart w:val="16E1831C5E3747E48116C48994DC66DF"/>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5F48A7F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2D87877"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11</w:t>
            </w:r>
          </w:p>
        </w:tc>
        <w:tc>
          <w:tcPr>
            <w:tcW w:w="1334" w:type="pct"/>
            <w:tcBorders>
              <w:top w:val="dotted" w:sz="4" w:space="0" w:color="auto"/>
              <w:left w:val="single" w:sz="4" w:space="0" w:color="auto"/>
              <w:bottom w:val="dotted" w:sz="4" w:space="0" w:color="auto"/>
              <w:right w:val="single" w:sz="4" w:space="0" w:color="auto"/>
            </w:tcBorders>
          </w:tcPr>
          <w:p w14:paraId="459229C6" w14:textId="0B237014"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160617952"/>
                <w:placeholder>
                  <w:docPart w:val="90A8CBA24E1344CF90B1964CA5E77ED4"/>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135961C8" w14:textId="2D9C204C"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771131169"/>
                <w:placeholder>
                  <w:docPart w:val="BE6F10A8F16640F4B18FBC45DC6B0506"/>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708FFC2" w14:textId="574AC7AD"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586957152"/>
                <w:placeholder>
                  <w:docPart w:val="113C83671BB24541ABE01BC397AC0F13"/>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E3750E" w:rsidRPr="001D031D" w14:paraId="63FFA72A"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1609D8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12</w:t>
            </w:r>
          </w:p>
        </w:tc>
        <w:tc>
          <w:tcPr>
            <w:tcW w:w="1334" w:type="pct"/>
            <w:tcBorders>
              <w:top w:val="dotted" w:sz="4" w:space="0" w:color="auto"/>
              <w:left w:val="single" w:sz="4" w:space="0" w:color="auto"/>
              <w:bottom w:val="dotted" w:sz="4" w:space="0" w:color="auto"/>
              <w:right w:val="single" w:sz="4" w:space="0" w:color="auto"/>
            </w:tcBorders>
          </w:tcPr>
          <w:p w14:paraId="7288F67F" w14:textId="3266741C"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2006809706"/>
                <w:placeholder>
                  <w:docPart w:val="C538DDE5A23943F1AE454D762714C899"/>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0B6562E6" w14:textId="08C0E242" w:rsidR="00E3750E" w:rsidRPr="001766C1" w:rsidRDefault="003B1D52" w:rsidP="00E3750E">
            <w:pPr>
              <w:jc w:val="both"/>
              <w:rPr>
                <w:rFonts w:ascii="Questa Sans" w:hAnsi="Questa Sans" w:cs="Arial"/>
                <w:sz w:val="20"/>
                <w:szCs w:val="20"/>
                <w:lang w:val="en-CA"/>
              </w:rPr>
            </w:pPr>
            <w:sdt>
              <w:sdtPr>
                <w:rPr>
                  <w:rFonts w:ascii="Questa Sans" w:hAnsi="Questa Sans" w:cs="Arial"/>
                  <w:sz w:val="20"/>
                  <w:szCs w:val="20"/>
                </w:rPr>
                <w:id w:val="-1126390897"/>
                <w:placeholder>
                  <w:docPart w:val="1E5F6204CEFB4AE6BE27FCE1F14D0982"/>
                </w:placeholder>
                <w:showingPlcHdr/>
                <w15:color w:val="99CCFF"/>
                <w:date>
                  <w:dateFormat w:val="yyyy-MM-dd"/>
                  <w:lid w:val="en-CA"/>
                  <w:storeMappedDataAs w:val="dateTime"/>
                  <w:calendar w:val="gregorian"/>
                </w:date>
              </w:sdtPr>
              <w:sdtEndPr/>
              <w:sdtContent>
                <w:r w:rsidR="00E3750E"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4B8FBAD7" w14:textId="1DD34E7C"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196234348"/>
                <w:placeholder>
                  <w:docPart w:val="16ECC2D34C4C48ECB7C483BE76DB61E6"/>
                </w:placeholder>
                <w:showingPlcHdr/>
                <w15:color w:val="99CCFF"/>
              </w:sdtPr>
              <w:sdtEndPr>
                <w:rPr>
                  <w:rStyle w:val="DefaultParagraphFont"/>
                  <w:rFonts w:ascii="Arial" w:hAnsi="Arial" w:cs="Arial"/>
                  <w:sz w:val="24"/>
                  <w:szCs w:val="20"/>
                  <w:lang w:val="en-CA"/>
                </w:rPr>
              </w:sdtEndPr>
              <w:sdtContent>
                <w:r w:rsidRPr="004C1084">
                  <w:rPr>
                    <w:rFonts w:ascii="Questa Sans" w:hAnsi="Questa Sans" w:cs="Arial"/>
                    <w:sz w:val="20"/>
                    <w:szCs w:val="20"/>
                    <w:lang w:val="en-CA"/>
                  </w:rPr>
                  <w:t xml:space="preserve">                 </w:t>
                </w:r>
              </w:sdtContent>
            </w:sdt>
          </w:p>
        </w:tc>
      </w:tr>
      <w:tr w:rsidR="00CF70EA" w:rsidRPr="001D031D" w14:paraId="0887F80D" w14:textId="77777777" w:rsidTr="008B2694">
        <w:trPr>
          <w:trHeight w:val="20"/>
          <w:jc w:val="center"/>
        </w:trPr>
        <w:tc>
          <w:tcPr>
            <w:tcW w:w="3416" w:type="pct"/>
            <w:gridSpan w:val="3"/>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61BCE706" w14:textId="77777777" w:rsidR="00CF70EA" w:rsidRPr="001D031D" w:rsidRDefault="00CF70EA" w:rsidP="00CF70EA">
            <w:pPr>
              <w:jc w:val="right"/>
              <w:rPr>
                <w:rFonts w:ascii="Questa Sans" w:hAnsi="Questa Sans" w:cs="Arial"/>
                <w:b/>
                <w:bCs/>
                <w:sz w:val="22"/>
                <w:szCs w:val="22"/>
                <w:lang w:val="en-CA"/>
              </w:rPr>
            </w:pPr>
            <w:r w:rsidRPr="001D031D">
              <w:rPr>
                <w:rFonts w:ascii="Questa Sans" w:hAnsi="Questa Sans" w:cs="Arial"/>
                <w:b/>
                <w:bCs/>
                <w:sz w:val="22"/>
                <w:szCs w:val="22"/>
                <w:lang w:val="en-CA"/>
              </w:rPr>
              <w:t>Totals:</w:t>
            </w:r>
          </w:p>
        </w:tc>
        <w:tc>
          <w:tcPr>
            <w:tcW w:w="1584" w:type="pct"/>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26F7B92F" w14:textId="28141FBE" w:rsidR="00CF70EA" w:rsidRPr="001766C1" w:rsidRDefault="00E3750E" w:rsidP="00CF70EA">
            <w:pPr>
              <w:jc w:val="both"/>
              <w:rPr>
                <w:rFonts w:ascii="Questa Sans" w:hAnsi="Questa Sans" w:cs="Arial"/>
                <w:b/>
                <w:bCs/>
                <w:sz w:val="20"/>
                <w:szCs w:val="20"/>
                <w:lang w:val="en-CA"/>
              </w:rPr>
            </w:pPr>
            <w:r w:rsidRPr="001766C1">
              <w:rPr>
                <w:rFonts w:ascii="Questa Sans" w:hAnsi="Questa Sans" w:cs="Arial"/>
                <w:sz w:val="20"/>
                <w:szCs w:val="20"/>
                <w:lang w:val="en-CA"/>
              </w:rPr>
              <w:t xml:space="preserve">$ </w:t>
            </w:r>
            <w:sdt>
              <w:sdtPr>
                <w:rPr>
                  <w:rStyle w:val="Style29"/>
                </w:rPr>
                <w:id w:val="-1268075924"/>
                <w:placeholder>
                  <w:docPart w:val="B1A181A3379B4AA182E7EC9E0D5F03D3"/>
                </w:placeholder>
                <w:showingPlcHdr/>
                <w15:color w:val="99CCFF"/>
              </w:sdtPr>
              <w:sdtEndPr>
                <w:rPr>
                  <w:rStyle w:val="DefaultParagraphFont"/>
                  <w:rFonts w:ascii="Arial" w:hAnsi="Arial" w:cs="Arial"/>
                  <w:sz w:val="24"/>
                  <w:szCs w:val="20"/>
                  <w:lang w:val="en-CA"/>
                </w:rPr>
              </w:sdtEndPr>
              <w:sdtContent>
                <w:r w:rsidRPr="001766C1">
                  <w:rPr>
                    <w:rFonts w:ascii="Questa Sans" w:hAnsi="Questa Sans" w:cs="Arial"/>
                    <w:sz w:val="20"/>
                    <w:szCs w:val="20"/>
                    <w:lang w:val="en-CA"/>
                  </w:rPr>
                  <w:t xml:space="preserve">                 </w:t>
                </w:r>
              </w:sdtContent>
            </w:sdt>
          </w:p>
        </w:tc>
      </w:tr>
    </w:tbl>
    <w:p w14:paraId="6343B222" w14:textId="77777777" w:rsidR="003C2352" w:rsidRPr="001D031D" w:rsidRDefault="003C2352" w:rsidP="003C2352">
      <w:pPr>
        <w:tabs>
          <w:tab w:val="left" w:pos="9918"/>
        </w:tabs>
        <w:jc w:val="both"/>
        <w:rPr>
          <w:rFonts w:ascii="Questa Sans" w:hAnsi="Questa Sans" w:cs="Arial"/>
          <w:sz w:val="22"/>
          <w:szCs w:val="22"/>
          <w:lang w:val="en-CA"/>
        </w:rPr>
      </w:pPr>
    </w:p>
    <w:p w14:paraId="3715B106" w14:textId="77777777" w:rsidR="003C2352" w:rsidRPr="001D031D" w:rsidRDefault="003C2352" w:rsidP="003C2352">
      <w:pPr>
        <w:spacing w:line="276" w:lineRule="auto"/>
        <w:jc w:val="both"/>
        <w:rPr>
          <w:rFonts w:ascii="Questa Sans" w:hAnsi="Questa Sans" w:cs="Arial"/>
          <w:sz w:val="22"/>
          <w:szCs w:val="22"/>
          <w:lang w:val="en-CA"/>
        </w:rPr>
      </w:pPr>
      <w:r w:rsidRPr="001D031D">
        <w:rPr>
          <w:rFonts w:ascii="Questa Sans" w:hAnsi="Questa Sans" w:cs="Arial"/>
          <w:b/>
          <w:sz w:val="22"/>
          <w:szCs w:val="22"/>
          <w:lang w:val="en-CA"/>
        </w:rPr>
        <w:t>As applicable:</w:t>
      </w:r>
    </w:p>
    <w:p w14:paraId="22BC6F14" w14:textId="31EB1448" w:rsidR="000F2F5C" w:rsidRPr="007C31E2" w:rsidRDefault="003C2352" w:rsidP="00983AF1">
      <w:pPr>
        <w:numPr>
          <w:ilvl w:val="0"/>
          <w:numId w:val="16"/>
        </w:numPr>
        <w:spacing w:after="200" w:line="276" w:lineRule="auto"/>
        <w:ind w:left="360"/>
        <w:jc w:val="both"/>
        <w:rPr>
          <w:rFonts w:ascii="Questa Sans" w:hAnsi="Questa Sans"/>
          <w:sz w:val="22"/>
          <w:szCs w:val="22"/>
        </w:rPr>
      </w:pPr>
      <w:r w:rsidRPr="007C31E2">
        <w:rPr>
          <w:rFonts w:ascii="Questa Sans" w:hAnsi="Questa Sans" w:cs="Arial"/>
          <w:sz w:val="22"/>
          <w:szCs w:val="22"/>
          <w:lang w:val="en-CA"/>
        </w:rPr>
        <w:t>Updated the Excel budget spreadsheet (Accelerate Resource Plan) if there have been significant changes to the budget or the distribution of funds which differ from the original proposal and resubmit it along with the Intern Profile Form</w:t>
      </w:r>
    </w:p>
    <w:p w14:paraId="21DBA4BB" w14:textId="77777777" w:rsidR="00EB3794" w:rsidRDefault="00EB3794" w:rsidP="00FA61B8">
      <w:pPr>
        <w:rPr>
          <w:sz w:val="20"/>
          <w:szCs w:val="20"/>
        </w:rPr>
      </w:pPr>
    </w:p>
    <w:sectPr w:rsidR="00EB3794" w:rsidSect="00601A4F">
      <w:headerReference w:type="default" r:id="rId27"/>
      <w:headerReference w:type="first" r:id="rId28"/>
      <w:footerReference w:type="first" r:id="rId29"/>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C9AC2" w14:textId="77777777" w:rsidR="00915C1B" w:rsidRDefault="00915C1B" w:rsidP="006442A8">
      <w:r>
        <w:separator/>
      </w:r>
    </w:p>
  </w:endnote>
  <w:endnote w:type="continuationSeparator" w:id="0">
    <w:p w14:paraId="23C03DC2" w14:textId="77777777" w:rsidR="00915C1B" w:rsidRDefault="00915C1B" w:rsidP="006442A8">
      <w:r>
        <w:continuationSeparator/>
      </w:r>
    </w:p>
  </w:endnote>
  <w:endnote w:type="continuationNotice" w:id="1">
    <w:p w14:paraId="330CE4D8" w14:textId="77777777" w:rsidR="00915C1B" w:rsidRDefault="00915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Questa Sans" w:hAnsi="Questa Sans"/>
        <w:color w:val="4F81BD" w:themeColor="accent1"/>
        <w:sz w:val="20"/>
        <w:szCs w:val="20"/>
      </w:rPr>
      <w:id w:val="-1365060827"/>
      <w:docPartObj>
        <w:docPartGallery w:val="Page Numbers (Bottom of Page)"/>
        <w:docPartUnique/>
      </w:docPartObj>
    </w:sdtPr>
    <w:sdtEndPr/>
    <w:sdtContent>
      <w:sdt>
        <w:sdtPr>
          <w:rPr>
            <w:rFonts w:ascii="Questa Sans" w:hAnsi="Questa Sans"/>
            <w:color w:val="4F81BD" w:themeColor="accent1"/>
            <w:sz w:val="20"/>
            <w:szCs w:val="20"/>
          </w:rPr>
          <w:id w:val="-1769616900"/>
          <w:docPartObj>
            <w:docPartGallery w:val="Page Numbers (Top of Page)"/>
            <w:docPartUnique/>
          </w:docPartObj>
        </w:sdtPr>
        <w:sdtEndPr/>
        <w:sdtContent>
          <w:p w14:paraId="2CF72B3B" w14:textId="77777777" w:rsidR="00385716" w:rsidRDefault="00385716">
            <w:pPr>
              <w:pStyle w:val="Footer"/>
              <w:jc w:val="right"/>
              <w:rPr>
                <w:rFonts w:ascii="Questa Sans" w:hAnsi="Questa Sans"/>
                <w:color w:val="4F81BD" w:themeColor="accent1"/>
                <w:sz w:val="20"/>
                <w:szCs w:val="20"/>
              </w:rPr>
            </w:pPr>
          </w:p>
          <w:p w14:paraId="489DC955" w14:textId="77777777" w:rsidR="000F33FC" w:rsidRDefault="000F33FC" w:rsidP="000F33FC">
            <w:pPr>
              <w:pStyle w:val="Footer"/>
            </w:pPr>
            <w:r>
              <w:rPr>
                <w:rFonts w:ascii="Album Slab Trial" w:eastAsia="Album Slab Trial" w:hAnsi="Album Slab Trial" w:cs="Album Slab Trial"/>
                <w:noProof/>
                <w:color w:val="000000"/>
              </w:rPr>
              <w:drawing>
                <wp:inline distT="0" distB="0" distL="0" distR="0" wp14:anchorId="39AEE01E" wp14:editId="04D8B3F2">
                  <wp:extent cx="971550" cy="190500"/>
                  <wp:effectExtent l="0" t="0" r="0" b="0"/>
                  <wp:docPr id="1375548399" name="Graphic 137554839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64ACEEEC" w14:textId="3C09C526" w:rsidR="00F711DF" w:rsidRPr="000F33FC" w:rsidRDefault="000F33FC" w:rsidP="000F33FC">
            <w:pPr>
              <w:pStyle w:val="Footer"/>
            </w:pPr>
            <w:r w:rsidRPr="00907631">
              <w:rPr>
                <w:rFonts w:ascii="Questa Sans" w:hAnsi="Questa Sans"/>
                <w:i/>
                <w:iCs/>
                <w:color w:val="4F81BD" w:themeColor="accent1"/>
                <w:sz w:val="20"/>
                <w:szCs w:val="20"/>
                <w:lang w:val="en-CA"/>
              </w:rPr>
              <w:t>NIPF-Acc-</w:t>
            </w:r>
            <w:r w:rsidR="00444BBD">
              <w:rPr>
                <w:rFonts w:ascii="Questa Sans" w:hAnsi="Questa Sans"/>
                <w:i/>
                <w:iCs/>
                <w:color w:val="4F81BD" w:themeColor="accent1"/>
                <w:sz w:val="20"/>
                <w:szCs w:val="20"/>
                <w:lang w:val="en-CA"/>
              </w:rPr>
              <w:t>e</w:t>
            </w:r>
            <w:r w:rsidR="00833609">
              <w:rPr>
                <w:rFonts w:ascii="Questa Sans" w:hAnsi="Questa Sans"/>
                <w:i/>
                <w:iCs/>
                <w:color w:val="4F81BD" w:themeColor="accent1"/>
                <w:sz w:val="20"/>
                <w:szCs w:val="20"/>
                <w:lang w:val="en-CA"/>
              </w:rPr>
              <w:t>ng-</w:t>
            </w:r>
            <w:r w:rsidRPr="00907631">
              <w:rPr>
                <w:rFonts w:ascii="Questa Sans" w:hAnsi="Questa Sans"/>
                <w:i/>
                <w:iCs/>
                <w:color w:val="4F81BD" w:themeColor="accent1"/>
                <w:sz w:val="20"/>
                <w:szCs w:val="20"/>
                <w:lang w:val="en-CA"/>
              </w:rPr>
              <w:t>2025.0</w:t>
            </w:r>
            <w:r w:rsidR="003E2C18">
              <w:rPr>
                <w:rFonts w:ascii="Questa Sans" w:hAnsi="Questa Sans"/>
                <w:i/>
                <w:iCs/>
                <w:color w:val="4F81BD" w:themeColor="accent1"/>
                <w:sz w:val="20"/>
                <w:szCs w:val="20"/>
                <w:lang w:val="en-CA"/>
              </w:rPr>
              <w:t>4</w:t>
            </w:r>
            <w:r w:rsidRPr="00907631">
              <w:rPr>
                <w:rFonts w:ascii="Questa Sans" w:hAnsi="Questa Sans"/>
                <w:i/>
                <w:iCs/>
                <w:color w:val="4F81BD" w:themeColor="accent1"/>
                <w:sz w:val="20"/>
                <w:szCs w:val="20"/>
                <w:lang w:val="en-CA"/>
              </w:rPr>
              <w:t>_V</w:t>
            </w:r>
            <w:r w:rsidR="003E2C18">
              <w:rPr>
                <w:rFonts w:ascii="Questa Sans" w:hAnsi="Questa Sans"/>
                <w:i/>
                <w:iCs/>
                <w:color w:val="4F81BD" w:themeColor="accent1"/>
                <w:sz w:val="20"/>
                <w:szCs w:val="20"/>
                <w:lang w:val="en-CA"/>
              </w:rPr>
              <w:t>2</w:t>
            </w:r>
            <w:r w:rsidR="00AD6183">
              <w:rPr>
                <w:rFonts w:ascii="Questa Sans" w:hAnsi="Questa Sans"/>
                <w:i/>
                <w:iCs/>
                <w:color w:val="4F81BD" w:themeColor="accent1"/>
                <w:sz w:val="20"/>
                <w:szCs w:val="20"/>
                <w:lang w:val="en-CA"/>
              </w:rPr>
              <w:tab/>
            </w:r>
            <w:r>
              <w:tab/>
            </w:r>
            <w:r w:rsidR="00F711DF" w:rsidRPr="00B41EA7">
              <w:rPr>
                <w:rFonts w:ascii="Questa Sans" w:hAnsi="Questa Sans"/>
                <w:color w:val="4F81BD" w:themeColor="accent1"/>
                <w:sz w:val="20"/>
                <w:szCs w:val="20"/>
              </w:rPr>
              <w:t xml:space="preserve">Page </w:t>
            </w:r>
            <w:r w:rsidR="00F711DF" w:rsidRPr="00B41EA7">
              <w:rPr>
                <w:rFonts w:ascii="Questa Sans" w:hAnsi="Questa Sans"/>
                <w:b/>
                <w:bCs/>
                <w:color w:val="4F81BD" w:themeColor="accent1"/>
                <w:sz w:val="20"/>
                <w:szCs w:val="20"/>
              </w:rPr>
              <w:fldChar w:fldCharType="begin"/>
            </w:r>
            <w:r w:rsidR="00F711DF" w:rsidRPr="00B41EA7">
              <w:rPr>
                <w:rFonts w:ascii="Questa Sans" w:hAnsi="Questa Sans"/>
                <w:b/>
                <w:bCs/>
                <w:color w:val="4F81BD" w:themeColor="accent1"/>
                <w:sz w:val="20"/>
                <w:szCs w:val="20"/>
              </w:rPr>
              <w:instrText xml:space="preserve"> PAGE </w:instrText>
            </w:r>
            <w:r w:rsidR="00F711DF" w:rsidRPr="00B41EA7">
              <w:rPr>
                <w:rFonts w:ascii="Questa Sans" w:hAnsi="Questa Sans"/>
                <w:b/>
                <w:bCs/>
                <w:color w:val="4F81BD" w:themeColor="accent1"/>
                <w:sz w:val="20"/>
                <w:szCs w:val="20"/>
              </w:rPr>
              <w:fldChar w:fldCharType="separate"/>
            </w:r>
            <w:r w:rsidR="00F711DF" w:rsidRPr="00B41EA7">
              <w:rPr>
                <w:rFonts w:ascii="Questa Sans" w:hAnsi="Questa Sans"/>
                <w:b/>
                <w:bCs/>
                <w:noProof/>
                <w:color w:val="4F81BD" w:themeColor="accent1"/>
                <w:sz w:val="20"/>
                <w:szCs w:val="20"/>
              </w:rPr>
              <w:t>2</w:t>
            </w:r>
            <w:r w:rsidR="00F711DF" w:rsidRPr="00B41EA7">
              <w:rPr>
                <w:rFonts w:ascii="Questa Sans" w:hAnsi="Questa Sans"/>
                <w:b/>
                <w:bCs/>
                <w:color w:val="4F81BD" w:themeColor="accent1"/>
                <w:sz w:val="20"/>
                <w:szCs w:val="20"/>
              </w:rPr>
              <w:fldChar w:fldCharType="end"/>
            </w:r>
            <w:r w:rsidR="00F711DF" w:rsidRPr="00B41EA7">
              <w:rPr>
                <w:rFonts w:ascii="Questa Sans" w:hAnsi="Questa Sans"/>
                <w:color w:val="4F81BD" w:themeColor="accent1"/>
                <w:sz w:val="20"/>
                <w:szCs w:val="20"/>
              </w:rPr>
              <w:t xml:space="preserve"> of </w:t>
            </w:r>
            <w:r w:rsidR="00F711DF" w:rsidRPr="00B41EA7">
              <w:rPr>
                <w:rFonts w:ascii="Questa Sans" w:hAnsi="Questa Sans"/>
                <w:b/>
                <w:bCs/>
                <w:color w:val="4F81BD" w:themeColor="accent1"/>
                <w:sz w:val="20"/>
                <w:szCs w:val="20"/>
              </w:rPr>
              <w:fldChar w:fldCharType="begin"/>
            </w:r>
            <w:r w:rsidR="00F711DF" w:rsidRPr="00B41EA7">
              <w:rPr>
                <w:rFonts w:ascii="Questa Sans" w:hAnsi="Questa Sans"/>
                <w:b/>
                <w:bCs/>
                <w:color w:val="4F81BD" w:themeColor="accent1"/>
                <w:sz w:val="20"/>
                <w:szCs w:val="20"/>
              </w:rPr>
              <w:instrText xml:space="preserve"> NUMPAGES  </w:instrText>
            </w:r>
            <w:r w:rsidR="00F711DF" w:rsidRPr="00B41EA7">
              <w:rPr>
                <w:rFonts w:ascii="Questa Sans" w:hAnsi="Questa Sans"/>
                <w:b/>
                <w:bCs/>
                <w:color w:val="4F81BD" w:themeColor="accent1"/>
                <w:sz w:val="20"/>
                <w:szCs w:val="20"/>
              </w:rPr>
              <w:fldChar w:fldCharType="separate"/>
            </w:r>
            <w:r w:rsidR="00F711DF" w:rsidRPr="00B41EA7">
              <w:rPr>
                <w:rFonts w:ascii="Questa Sans" w:hAnsi="Questa Sans"/>
                <w:b/>
                <w:bCs/>
                <w:noProof/>
                <w:color w:val="4F81BD" w:themeColor="accent1"/>
                <w:sz w:val="20"/>
                <w:szCs w:val="20"/>
              </w:rPr>
              <w:t>2</w:t>
            </w:r>
            <w:r w:rsidR="00F711DF" w:rsidRPr="00B41EA7">
              <w:rPr>
                <w:rFonts w:ascii="Questa Sans" w:hAnsi="Questa Sans"/>
                <w:b/>
                <w:bCs/>
                <w:color w:val="4F81BD" w:themeColor="accent1"/>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Arial" w:cs="Arial"/>
        <w:color w:val="005FAF"/>
        <w:sz w:val="12"/>
        <w:szCs w:val="12"/>
        <w:lang w:val="fr-FR"/>
      </w:rPr>
      <w:id w:val="979495702"/>
      <w:docPartObj>
        <w:docPartGallery w:val="Page Numbers (Bottom of Page)"/>
        <w:docPartUnique/>
      </w:docPartObj>
    </w:sdtPr>
    <w:sdtEndPr/>
    <w:sdtContent>
      <w:sdt>
        <w:sdtPr>
          <w:rPr>
            <w:rFonts w:eastAsia="Arial" w:cs="Arial"/>
            <w:color w:val="005FAF"/>
            <w:sz w:val="12"/>
            <w:szCs w:val="12"/>
            <w:lang w:val="fr-FR"/>
          </w:rPr>
          <w:id w:val="580953778"/>
          <w:docPartObj>
            <w:docPartGallery w:val="Page Numbers (Top of Page)"/>
            <w:docPartUnique/>
          </w:docPartObj>
        </w:sdtPr>
        <w:sdtEndPr/>
        <w:sdtContent>
          <w:p w14:paraId="7721F098" w14:textId="77777777" w:rsidR="004E322E" w:rsidRDefault="004E322E" w:rsidP="004E322E">
            <w:pPr>
              <w:pStyle w:val="Footer"/>
            </w:pPr>
            <w:r>
              <w:rPr>
                <w:rFonts w:ascii="Album Slab Trial" w:eastAsia="Album Slab Trial" w:hAnsi="Album Slab Trial" w:cs="Album Slab Trial"/>
                <w:noProof/>
                <w:color w:val="000000"/>
              </w:rPr>
              <w:drawing>
                <wp:inline distT="0" distB="0" distL="0" distR="0" wp14:anchorId="0C8E4F22" wp14:editId="4A7E7370">
                  <wp:extent cx="971550" cy="190500"/>
                  <wp:effectExtent l="0" t="0" r="0" b="0"/>
                  <wp:docPr id="2082601414" name="Graphic 20826014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3BB5072A" w14:textId="7F1F64A4" w:rsidR="00C62A07" w:rsidRPr="004E322E" w:rsidRDefault="004E322E" w:rsidP="004E322E">
            <w:pPr>
              <w:pStyle w:val="Footer"/>
              <w:rPr>
                <w:rFonts w:ascii="Questa Sans" w:eastAsia="Arial" w:hAnsi="Questa Sans" w:cs="Arial"/>
                <w:i/>
                <w:iCs/>
                <w:color w:val="005FAF"/>
                <w:sz w:val="20"/>
                <w:szCs w:val="20"/>
                <w:lang w:val="fr-FR"/>
              </w:rPr>
            </w:pPr>
            <w:r w:rsidRPr="00A668E4">
              <w:rPr>
                <w:rFonts w:ascii="Questa Sans" w:eastAsia="Arial" w:hAnsi="Questa Sans" w:cs="Arial"/>
                <w:i/>
                <w:iCs/>
                <w:color w:val="005FAF"/>
                <w:sz w:val="20"/>
                <w:szCs w:val="20"/>
                <w:lang w:val="fr-FR"/>
              </w:rPr>
              <w:t>NIPF-Acc-</w:t>
            </w:r>
            <w:r w:rsidR="00444BBD">
              <w:rPr>
                <w:rFonts w:ascii="Questa Sans" w:eastAsia="Arial" w:hAnsi="Questa Sans" w:cs="Arial"/>
                <w:i/>
                <w:iCs/>
                <w:color w:val="005FAF"/>
                <w:sz w:val="20"/>
                <w:szCs w:val="20"/>
                <w:lang w:val="fr-FR"/>
              </w:rPr>
              <w:t>e</w:t>
            </w:r>
            <w:r w:rsidR="00833609">
              <w:rPr>
                <w:rFonts w:ascii="Questa Sans" w:eastAsia="Arial" w:hAnsi="Questa Sans" w:cs="Arial"/>
                <w:i/>
                <w:iCs/>
                <w:color w:val="005FAF"/>
                <w:sz w:val="20"/>
                <w:szCs w:val="20"/>
                <w:lang w:val="fr-FR"/>
              </w:rPr>
              <w:t>ng-</w:t>
            </w:r>
            <w:r w:rsidRPr="00A668E4">
              <w:rPr>
                <w:rFonts w:ascii="Questa Sans" w:eastAsia="Arial" w:hAnsi="Questa Sans" w:cs="Arial"/>
                <w:i/>
                <w:iCs/>
                <w:color w:val="005FAF"/>
                <w:sz w:val="20"/>
                <w:szCs w:val="20"/>
                <w:lang w:val="fr-FR"/>
              </w:rPr>
              <w:t>2025.0</w:t>
            </w:r>
            <w:r w:rsidR="003E2C18">
              <w:rPr>
                <w:rFonts w:ascii="Questa Sans" w:eastAsia="Arial" w:hAnsi="Questa Sans" w:cs="Arial"/>
                <w:i/>
                <w:iCs/>
                <w:color w:val="005FAF"/>
                <w:sz w:val="20"/>
                <w:szCs w:val="20"/>
                <w:lang w:val="fr-FR"/>
              </w:rPr>
              <w:t>4</w:t>
            </w:r>
            <w:r w:rsidRPr="00A668E4">
              <w:rPr>
                <w:rFonts w:ascii="Questa Sans" w:eastAsia="Arial" w:hAnsi="Questa Sans" w:cs="Arial"/>
                <w:i/>
                <w:iCs/>
                <w:color w:val="005FAF"/>
                <w:sz w:val="20"/>
                <w:szCs w:val="20"/>
                <w:lang w:val="fr-FR"/>
              </w:rPr>
              <w:t>_V</w:t>
            </w:r>
            <w:r w:rsidR="003E2C18">
              <w:rPr>
                <w:rFonts w:ascii="Questa Sans" w:eastAsia="Arial" w:hAnsi="Questa Sans" w:cs="Arial"/>
                <w:i/>
                <w:iCs/>
                <w:color w:val="005FAF"/>
                <w:sz w:val="20"/>
                <w:szCs w:val="20"/>
                <w:lang w:val="fr-FR"/>
              </w:rPr>
              <w:t>2</w:t>
            </w:r>
            <w:r>
              <w:rPr>
                <w:rFonts w:ascii="Questa Sans" w:eastAsia="Arial" w:hAnsi="Questa Sans" w:cs="Arial"/>
                <w:i/>
                <w:iCs/>
                <w:color w:val="005FAF"/>
                <w:sz w:val="20"/>
                <w:szCs w:val="20"/>
                <w:lang w:val="fr-FR"/>
              </w:rPr>
              <w:tab/>
            </w:r>
            <w:r>
              <w:rPr>
                <w:rFonts w:ascii="Questa Sans" w:eastAsia="Arial" w:hAnsi="Questa Sans" w:cs="Arial"/>
                <w:i/>
                <w:iCs/>
                <w:color w:val="005FAF"/>
                <w:sz w:val="20"/>
                <w:szCs w:val="20"/>
                <w:lang w:val="fr-FR"/>
              </w:rPr>
              <w:tab/>
            </w:r>
            <w:r w:rsidR="00C62A07" w:rsidRPr="00A668E4">
              <w:rPr>
                <w:rFonts w:ascii="Questa Sans" w:eastAsia="Arial" w:hAnsi="Questa Sans" w:cs="Arial"/>
                <w:color w:val="005FAF"/>
                <w:sz w:val="20"/>
                <w:szCs w:val="20"/>
                <w:lang w:val="fr-FR"/>
              </w:rPr>
              <w:t xml:space="preserve">Page </w:t>
            </w:r>
            <w:r w:rsidR="00C62A07" w:rsidRPr="00A668E4">
              <w:rPr>
                <w:rFonts w:ascii="Questa Sans" w:eastAsia="Arial" w:hAnsi="Questa Sans" w:cs="Arial"/>
                <w:color w:val="005FAF"/>
                <w:sz w:val="20"/>
                <w:szCs w:val="20"/>
                <w:lang w:val="fr-FR"/>
              </w:rPr>
              <w:fldChar w:fldCharType="begin"/>
            </w:r>
            <w:r w:rsidR="00C62A07" w:rsidRPr="00A668E4">
              <w:rPr>
                <w:rFonts w:ascii="Questa Sans" w:eastAsia="Arial" w:hAnsi="Questa Sans" w:cs="Arial"/>
                <w:color w:val="005FAF"/>
                <w:sz w:val="20"/>
                <w:szCs w:val="20"/>
                <w:lang w:val="fr-FR"/>
              </w:rPr>
              <w:instrText xml:space="preserve"> PAGE </w:instrText>
            </w:r>
            <w:r w:rsidR="00C62A07" w:rsidRPr="00A668E4">
              <w:rPr>
                <w:rFonts w:ascii="Questa Sans" w:eastAsia="Arial" w:hAnsi="Questa Sans" w:cs="Arial"/>
                <w:color w:val="005FAF"/>
                <w:sz w:val="20"/>
                <w:szCs w:val="20"/>
                <w:lang w:val="fr-FR"/>
              </w:rPr>
              <w:fldChar w:fldCharType="separate"/>
            </w:r>
            <w:r w:rsidR="00C62A07" w:rsidRPr="00A668E4">
              <w:rPr>
                <w:rFonts w:ascii="Questa Sans" w:eastAsia="Arial" w:hAnsi="Questa Sans" w:cs="Arial"/>
                <w:color w:val="005FAF"/>
                <w:sz w:val="20"/>
                <w:szCs w:val="20"/>
                <w:lang w:val="fr-FR"/>
              </w:rPr>
              <w:t>2</w:t>
            </w:r>
            <w:r w:rsidR="00C62A07" w:rsidRPr="00A668E4">
              <w:rPr>
                <w:rFonts w:ascii="Questa Sans" w:eastAsia="Arial" w:hAnsi="Questa Sans" w:cs="Arial"/>
                <w:color w:val="005FAF"/>
                <w:sz w:val="20"/>
                <w:szCs w:val="20"/>
                <w:lang w:val="fr-FR"/>
              </w:rPr>
              <w:fldChar w:fldCharType="end"/>
            </w:r>
            <w:r w:rsidR="00C62A07" w:rsidRPr="00A668E4">
              <w:rPr>
                <w:rFonts w:ascii="Questa Sans" w:eastAsia="Arial" w:hAnsi="Questa Sans" w:cs="Arial"/>
                <w:color w:val="005FAF"/>
                <w:sz w:val="20"/>
                <w:szCs w:val="20"/>
                <w:lang w:val="fr-FR"/>
              </w:rPr>
              <w:t xml:space="preserve"> of </w:t>
            </w:r>
            <w:r w:rsidR="00C62A07" w:rsidRPr="00A668E4">
              <w:rPr>
                <w:rFonts w:ascii="Questa Sans" w:eastAsia="Arial" w:hAnsi="Questa Sans" w:cs="Arial"/>
                <w:color w:val="005FAF"/>
                <w:sz w:val="20"/>
                <w:szCs w:val="20"/>
                <w:lang w:val="fr-FR"/>
              </w:rPr>
              <w:fldChar w:fldCharType="begin"/>
            </w:r>
            <w:r w:rsidR="00C62A07" w:rsidRPr="00A668E4">
              <w:rPr>
                <w:rFonts w:ascii="Questa Sans" w:eastAsia="Arial" w:hAnsi="Questa Sans" w:cs="Arial"/>
                <w:color w:val="005FAF"/>
                <w:sz w:val="20"/>
                <w:szCs w:val="20"/>
                <w:lang w:val="fr-FR"/>
              </w:rPr>
              <w:instrText xml:space="preserve"> NUMPAGES  </w:instrText>
            </w:r>
            <w:r w:rsidR="00C62A07" w:rsidRPr="00A668E4">
              <w:rPr>
                <w:rFonts w:ascii="Questa Sans" w:eastAsia="Arial" w:hAnsi="Questa Sans" w:cs="Arial"/>
                <w:color w:val="005FAF"/>
                <w:sz w:val="20"/>
                <w:szCs w:val="20"/>
                <w:lang w:val="fr-FR"/>
              </w:rPr>
              <w:fldChar w:fldCharType="separate"/>
            </w:r>
            <w:r w:rsidR="00C62A07" w:rsidRPr="00A668E4">
              <w:rPr>
                <w:rFonts w:ascii="Questa Sans" w:eastAsia="Arial" w:hAnsi="Questa Sans" w:cs="Arial"/>
                <w:color w:val="005FAF"/>
                <w:sz w:val="20"/>
                <w:szCs w:val="20"/>
                <w:lang w:val="fr-FR"/>
              </w:rPr>
              <w:t>10</w:t>
            </w:r>
            <w:r w:rsidR="00C62A07" w:rsidRPr="00A668E4">
              <w:rPr>
                <w:rFonts w:ascii="Questa Sans" w:eastAsia="Arial" w:hAnsi="Questa Sans" w:cs="Arial"/>
                <w:color w:val="005FAF"/>
                <w:sz w:val="20"/>
                <w:szCs w:val="20"/>
                <w:lang w:val="fr-FR"/>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971B2" w14:textId="77777777" w:rsidR="00321466" w:rsidRPr="001E0B8A" w:rsidRDefault="00321466" w:rsidP="00321466">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5BF3B4FF" wp14:editId="70C86224">
              <wp:simplePos x="0" y="0"/>
              <wp:positionH relativeFrom="page">
                <wp:align>left</wp:align>
              </wp:positionH>
              <wp:positionV relativeFrom="paragraph">
                <wp:posOffset>20531</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19D7CC0" id="Group 1324914611" o:spid="_x0000_s1026" alt="&quot;&quot;"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745B92FA" w14:textId="77777777" w:rsidR="00321466" w:rsidRDefault="00321466" w:rsidP="00321466">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78226E70" w14:textId="77777777" w:rsidR="00321466" w:rsidRDefault="00321466" w:rsidP="00321466">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7</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15</w:t>
    </w:r>
    <w:r w:rsidRPr="005F7689">
      <w:rPr>
        <w:b/>
        <w:bCs/>
        <w:color w:val="FFFFFF" w:themeColor="background1"/>
        <w:sz w:val="18"/>
        <w:szCs w:val="18"/>
      </w:rPr>
      <w:fldChar w:fldCharType="end"/>
    </w:r>
  </w:p>
  <w:p w14:paraId="6557E76D"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D2103" w14:textId="77777777" w:rsidR="00915C1B" w:rsidRDefault="00915C1B" w:rsidP="006442A8">
      <w:r>
        <w:separator/>
      </w:r>
    </w:p>
  </w:footnote>
  <w:footnote w:type="continuationSeparator" w:id="0">
    <w:p w14:paraId="510EC706" w14:textId="77777777" w:rsidR="00915C1B" w:rsidRDefault="00915C1B" w:rsidP="006442A8">
      <w:r>
        <w:continuationSeparator/>
      </w:r>
    </w:p>
  </w:footnote>
  <w:footnote w:type="continuationNotice" w:id="1">
    <w:p w14:paraId="02BAD1D8" w14:textId="77777777" w:rsidR="00915C1B" w:rsidRDefault="00915C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6E51" w14:textId="77777777" w:rsidR="00DC0F93" w:rsidRPr="00F2213D" w:rsidRDefault="00DC0F93" w:rsidP="00B50255">
    <w:pPr>
      <w:tabs>
        <w:tab w:val="left" w:pos="7935"/>
        <w:tab w:val="right" w:pos="10512"/>
      </w:tabs>
      <w:spacing w:line="276" w:lineRule="auto"/>
      <w:jc w:val="right"/>
      <w:rPr>
        <w:rFonts w:eastAsia="Calibri" w:cs="Arial"/>
        <w:bCs/>
        <w:sz w:val="18"/>
        <w:szCs w:val="18"/>
        <w:lang w:val="en-CA"/>
      </w:rPr>
    </w:pPr>
    <w:r w:rsidRPr="00F2213D">
      <w:rPr>
        <w:rFonts w:eastAsia="Calibri" w:cs="Arial"/>
        <w:bCs/>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E72D1" w14:textId="06FF5473" w:rsidR="00DC0F93" w:rsidRDefault="00166B0E" w:rsidP="00130D80">
    <w:pPr>
      <w:pStyle w:val="Header"/>
    </w:pPr>
    <w:r w:rsidRPr="000F3F27">
      <w:rPr>
        <w:noProof/>
      </w:rPr>
      <mc:AlternateContent>
        <mc:Choice Requires="wpg">
          <w:drawing>
            <wp:anchor distT="0" distB="0" distL="114300" distR="114300" simplePos="0" relativeHeight="251658241" behindDoc="0" locked="0" layoutInCell="1" allowOverlap="1" wp14:anchorId="70B44410" wp14:editId="0FD6FB96">
              <wp:simplePos x="0" y="0"/>
              <wp:positionH relativeFrom="page">
                <wp:align>left</wp:align>
              </wp:positionH>
              <wp:positionV relativeFrom="paragraph">
                <wp:posOffset>-427355</wp:posOffset>
              </wp:positionV>
              <wp:extent cx="7772400" cy="1322962"/>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322962"/>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76E8C69B" w14:textId="6804065D" w:rsidR="00166B0E" w:rsidRPr="00017B1E" w:rsidRDefault="00166B0E" w:rsidP="00166B0E">
                              <w:pPr>
                                <w:jc w:val="center"/>
                                <w:rPr>
                                  <w:rFonts w:ascii="Questa Sans" w:hAnsi="Questa Sans" w:cstheme="minorBidi"/>
                                  <w:b/>
                                  <w:bCs/>
                                  <w:color w:val="FFFFFF" w:themeColor="background1"/>
                                  <w:kern w:val="24"/>
                                  <w:sz w:val="32"/>
                                  <w:szCs w:val="32"/>
                                  <w:lang w:val="en-CA"/>
                                </w:rPr>
                              </w:pPr>
                              <w:r w:rsidRPr="00017B1E">
                                <w:rPr>
                                  <w:rFonts w:ascii="Century Gothic" w:hAnsi="Century Gothic"/>
                                  <w:b/>
                                  <w:bCs/>
                                  <w:color w:val="FFFFFF" w:themeColor="background1"/>
                                  <w:sz w:val="28"/>
                                  <w:szCs w:val="28"/>
                                  <w:lang w:val="en-CA"/>
                                </w:rPr>
                                <w:t>Mitacs Accelerate</w:t>
                              </w:r>
                              <w:r w:rsidR="00234AA3">
                                <w:rPr>
                                  <w:rFonts w:ascii="Century Gothic" w:hAnsi="Century Gothic"/>
                                  <w:b/>
                                  <w:bCs/>
                                  <w:color w:val="FFFFFF" w:themeColor="background1"/>
                                  <w:sz w:val="28"/>
                                  <w:szCs w:val="28"/>
                                  <w:lang w:val="en-CA"/>
                                </w:rPr>
                                <w:t>-</w:t>
                              </w:r>
                              <w:r w:rsidRPr="00017B1E">
                                <w:rPr>
                                  <w:rFonts w:ascii="Century Gothic" w:hAnsi="Century Gothic"/>
                                  <w:b/>
                                  <w:bCs/>
                                  <w:color w:val="FFFFFF" w:themeColor="background1"/>
                                  <w:sz w:val="28"/>
                                  <w:szCs w:val="28"/>
                                  <w:lang w:val="en-CA"/>
                                </w:rPr>
                                <w:t xml:space="preserve"> New Intern Profile Form</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V relativeFrom="margin">
                <wp14:pctHeight>0</wp14:pctHeight>
              </wp14:sizeRelV>
            </wp:anchor>
          </w:drawing>
        </mc:Choice>
        <mc:Fallback>
          <w:pict>
            <v:group w14:anchorId="70B44410" id="Group 20" o:spid="_x0000_s1026" style="position:absolute;margin-left:0;margin-top:-33.65pt;width:612pt;height:104.15pt;z-index:251658241;mso-position-horizontal:left;mso-position-horizontal-relative:page;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76E8C69B" w14:textId="6804065D" w:rsidR="00166B0E" w:rsidRPr="00017B1E" w:rsidRDefault="00166B0E" w:rsidP="00166B0E">
                        <w:pPr>
                          <w:jc w:val="center"/>
                          <w:rPr>
                            <w:rFonts w:ascii="Questa Sans" w:hAnsi="Questa Sans" w:cstheme="minorBidi"/>
                            <w:b/>
                            <w:bCs/>
                            <w:color w:val="FFFFFF" w:themeColor="background1"/>
                            <w:kern w:val="24"/>
                            <w:sz w:val="32"/>
                            <w:szCs w:val="32"/>
                            <w:lang w:val="en-CA"/>
                          </w:rPr>
                        </w:pPr>
                        <w:r w:rsidRPr="00017B1E">
                          <w:rPr>
                            <w:rFonts w:ascii="Century Gothic" w:hAnsi="Century Gothic"/>
                            <w:b/>
                            <w:bCs/>
                            <w:color w:val="FFFFFF" w:themeColor="background1"/>
                            <w:sz w:val="28"/>
                            <w:szCs w:val="28"/>
                            <w:lang w:val="en-CA"/>
                          </w:rPr>
                          <w:t>Mitacs Accelerate</w:t>
                        </w:r>
                        <w:r w:rsidR="00234AA3">
                          <w:rPr>
                            <w:rFonts w:ascii="Century Gothic" w:hAnsi="Century Gothic"/>
                            <w:b/>
                            <w:bCs/>
                            <w:color w:val="FFFFFF" w:themeColor="background1"/>
                            <w:sz w:val="28"/>
                            <w:szCs w:val="28"/>
                            <w:lang w:val="en-CA"/>
                          </w:rPr>
                          <w:t>-</w:t>
                        </w:r>
                        <w:r w:rsidRPr="00017B1E">
                          <w:rPr>
                            <w:rFonts w:ascii="Century Gothic" w:hAnsi="Century Gothic"/>
                            <w:b/>
                            <w:bCs/>
                            <w:color w:val="FFFFFF" w:themeColor="background1"/>
                            <w:sz w:val="28"/>
                            <w:szCs w:val="28"/>
                            <w:lang w:val="en-CA"/>
                          </w:rPr>
                          <w:t xml:space="preserve"> New Intern Profile Form</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484741CD" w14:textId="111252CE" w:rsidR="00166B0E" w:rsidRDefault="00166B0E" w:rsidP="00166B0E">
    <w:pPr>
      <w:pStyle w:val="Header"/>
    </w:pPr>
  </w:p>
  <w:p w14:paraId="6B678F3E" w14:textId="7F8673C3" w:rsidR="00DC0F93" w:rsidRDefault="00DC0F93" w:rsidP="00130D80">
    <w:pPr>
      <w:pStyle w:val="Header"/>
      <w:tabs>
        <w:tab w:val="clear" w:pos="4680"/>
        <w:tab w:val="clear" w:pos="9360"/>
        <w:tab w:val="left" w:pos="6645"/>
      </w:tabs>
    </w:pPr>
    <w:r>
      <w:tab/>
    </w:r>
  </w:p>
  <w:p w14:paraId="7EEF3D1F" w14:textId="77777777" w:rsidR="00DC0F93" w:rsidRPr="00DA4669" w:rsidRDefault="00DC0F93" w:rsidP="00D942BF">
    <w:pPr>
      <w:tabs>
        <w:tab w:val="left" w:pos="5520"/>
        <w:tab w:val="right" w:pos="14400"/>
      </w:tabs>
      <w:spacing w:before="120" w:line="276" w:lineRule="auto"/>
      <w:jc w:val="center"/>
      <w:rPr>
        <w:rFonts w:ascii="Questa Sans" w:hAnsi="Questa Sans"/>
        <w:b/>
        <w:bCs/>
        <w:sz w:val="28"/>
        <w:szCs w:val="28"/>
        <w:lang w:val="en-CA"/>
      </w:rPr>
    </w:pPr>
    <w:r w:rsidRPr="00F2213D">
      <w:rPr>
        <w:rFonts w:ascii="Century Gothic" w:hAnsi="Century Gothic"/>
        <w:b/>
        <w:bCs/>
        <w:sz w:val="28"/>
        <w:szCs w:val="28"/>
        <w:lang w:val="en-CA"/>
      </w:rPr>
      <w:t xml:space="preserve">                                                  </w:t>
    </w:r>
  </w:p>
  <w:p w14:paraId="5DD3E6BB" w14:textId="77777777" w:rsidR="00DC0F93" w:rsidRDefault="00DC0F93" w:rsidP="00F21E9F">
    <w:pPr>
      <w:pStyle w:val="Header"/>
      <w:jc w:val="right"/>
    </w:pPr>
  </w:p>
  <w:p w14:paraId="25478860" w14:textId="77777777" w:rsidR="00DC0F93" w:rsidRDefault="00DC0F93">
    <w:pPr>
      <w:pStyle w:val="Header"/>
    </w:pPr>
  </w:p>
  <w:p w14:paraId="6A761035" w14:textId="77777777" w:rsidR="00F676B9" w:rsidRDefault="00F676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6F05"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lang w:val="en-CA"/>
      </w:rPr>
    </w:pPr>
    <w:r w:rsidRPr="00B50255">
      <w:rPr>
        <w:rFonts w:eastAsia="Calibri" w:cs="Arial"/>
        <w:bCs/>
        <w:color w:val="FFFFFF"/>
        <w:sz w:val="18"/>
        <w:szCs w:val="18"/>
        <w:lang w:val="en-C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EF1D0" w14:textId="24740A8A" w:rsidR="000B486F" w:rsidRDefault="000B486F" w:rsidP="000B486F">
    <w:pPr>
      <w:pStyle w:val="Header"/>
    </w:pPr>
    <w:r>
      <w:rPr>
        <w:rFonts w:ascii="Album Slab Trial" w:eastAsia="Album Slab Trial" w:hAnsi="Album Slab Trial" w:cs="Album Slab Trial"/>
        <w:noProof/>
        <w:color w:val="000000"/>
      </w:rPr>
      <w:drawing>
        <wp:inline distT="0" distB="0" distL="0" distR="0" wp14:anchorId="5866D3FA" wp14:editId="12C52388">
          <wp:extent cx="1783080" cy="295035"/>
          <wp:effectExtent l="0" t="0" r="7620" b="0"/>
          <wp:docPr id="1469472911" name="Picture 1" descr="A blue and black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0660315" name="Picture 1" descr="A blue and black logo&#10;&#10;Description automatically generated"/>
                  <pic:cNvPicPr preferRelativeResize="0"/>
                </pic:nvPicPr>
                <pic:blipFill>
                  <a:blip r:embed="rId1"/>
                  <a:stretch>
                    <a:fillRect/>
                  </a:stretch>
                </pic:blipFill>
                <pic:spPr>
                  <a:xfrm>
                    <a:off x="0" y="0"/>
                    <a:ext cx="1783080" cy="294640"/>
                  </a:xfrm>
                  <a:prstGeom prst="rect">
                    <a:avLst/>
                  </a:prstGeom>
                </pic:spPr>
              </pic:pic>
            </a:graphicData>
          </a:graphic>
        </wp:inline>
      </w:drawing>
    </w:r>
  </w:p>
  <w:p w14:paraId="32EFAA28" w14:textId="77777777" w:rsidR="000B486F" w:rsidRDefault="000B486F" w:rsidP="000B486F">
    <w:pPr>
      <w:pStyle w:val="Header"/>
      <w:tabs>
        <w:tab w:val="clear" w:pos="4680"/>
        <w:tab w:val="clear" w:pos="9360"/>
        <w:tab w:val="left" w:pos="6645"/>
      </w:tabs>
    </w:pPr>
    <w:r>
      <w:tab/>
    </w:r>
  </w:p>
  <w:p w14:paraId="2F5F8218" w14:textId="77777777" w:rsidR="000B486F" w:rsidRPr="004B3ACC" w:rsidRDefault="000B486F" w:rsidP="000B486F">
    <w:pPr>
      <w:pStyle w:val="Header"/>
      <w:tabs>
        <w:tab w:val="clear" w:pos="4680"/>
        <w:tab w:val="clear" w:pos="9360"/>
        <w:tab w:val="left" w:pos="5595"/>
      </w:tabs>
      <w:jc w:val="center"/>
      <w:rPr>
        <w:sz w:val="32"/>
        <w:szCs w:val="32"/>
      </w:rPr>
    </w:pPr>
    <w:r w:rsidRPr="004B3ACC">
      <w:rPr>
        <w:sz w:val="32"/>
        <w:szCs w:val="32"/>
      </w:rPr>
      <w:t>Mitacs Accelerate New Intern Profile Form</w:t>
    </w:r>
  </w:p>
  <w:p w14:paraId="1F5F73A6" w14:textId="6D67F580" w:rsidR="00130D80" w:rsidRDefault="00130D80" w:rsidP="00130D80">
    <w:pPr>
      <w:pStyle w:val="Header"/>
    </w:pPr>
  </w:p>
  <w:p w14:paraId="2BE471EF" w14:textId="77777777" w:rsidR="00130D80" w:rsidRDefault="00130D80" w:rsidP="00130D80">
    <w:pPr>
      <w:pStyle w:val="Header"/>
      <w:tabs>
        <w:tab w:val="clear" w:pos="4680"/>
        <w:tab w:val="clear" w:pos="9360"/>
        <w:tab w:val="left" w:pos="6645"/>
      </w:tabs>
    </w:pPr>
    <w:r>
      <w:tab/>
    </w:r>
  </w:p>
  <w:p w14:paraId="215B4C1F" w14:textId="20C66840" w:rsidR="00130D80" w:rsidRPr="00F21E9F" w:rsidRDefault="00130D80" w:rsidP="000B486F">
    <w:pPr>
      <w:pStyle w:val="Header"/>
      <w:tabs>
        <w:tab w:val="clear" w:pos="4680"/>
        <w:tab w:val="clear" w:pos="9360"/>
        <w:tab w:val="left" w:pos="5595"/>
      </w:tabs>
      <w:rPr>
        <w:rFonts w:ascii="Century Gothic" w:hAnsi="Century Gothic"/>
        <w:b/>
        <w:bCs/>
        <w:color w:val="FFFFFF"/>
        <w:sz w:val="28"/>
        <w:szCs w:val="28"/>
        <w:lang w:val="en-CA"/>
      </w:rPr>
    </w:pPr>
    <w:r>
      <w:tab/>
    </w:r>
    <w:r>
      <w:rPr>
        <w:rFonts w:ascii="Century Gothic" w:hAnsi="Century Gothic"/>
        <w:b/>
        <w:bCs/>
        <w:color w:val="FFFFFF"/>
        <w:sz w:val="28"/>
        <w:szCs w:val="28"/>
        <w:lang w:val="en-CA"/>
      </w:rPr>
      <w:t xml:space="preserve">                                                          M</w:t>
    </w:r>
    <w:r w:rsidRPr="00F21E9F">
      <w:rPr>
        <w:rFonts w:ascii="Century Gothic" w:hAnsi="Century Gothic"/>
        <w:b/>
        <w:bCs/>
        <w:color w:val="FFFFFF"/>
        <w:sz w:val="28"/>
        <w:szCs w:val="28"/>
        <w:lang w:val="en-CA"/>
      </w:rPr>
      <w:t xml:space="preserve">itacs Accelerate </w:t>
    </w:r>
    <w:r>
      <w:rPr>
        <w:rFonts w:ascii="Century Gothic" w:hAnsi="Century Gothic"/>
        <w:b/>
        <w:bCs/>
        <w:color w:val="FFFFFF"/>
        <w:sz w:val="28"/>
        <w:szCs w:val="28"/>
        <w:lang w:val="en-CA"/>
      </w:rPr>
      <w:t>– New Intern Profile</w:t>
    </w:r>
  </w:p>
  <w:p w14:paraId="46841050" w14:textId="77777777" w:rsidR="00ED4541" w:rsidRDefault="00ED4541" w:rsidP="00F21E9F">
    <w:pPr>
      <w:pStyle w:val="Header"/>
      <w:jc w:val="right"/>
    </w:pPr>
  </w:p>
  <w:p w14:paraId="537298BD" w14:textId="77777777" w:rsidR="00ED4541" w:rsidRDefault="00ED4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C32"/>
    <w:multiLevelType w:val="hybridMultilevel"/>
    <w:tmpl w:val="B3B264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191096"/>
    <w:multiLevelType w:val="hybridMultilevel"/>
    <w:tmpl w:val="ED162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3"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F40CC0"/>
    <w:multiLevelType w:val="multilevel"/>
    <w:tmpl w:val="A19456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8"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3"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A3C7499"/>
    <w:multiLevelType w:val="multilevel"/>
    <w:tmpl w:val="E1A04C4A"/>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E35518E"/>
    <w:multiLevelType w:val="multilevel"/>
    <w:tmpl w:val="046AA962"/>
    <w:lvl w:ilvl="0">
      <w:start w:val="3"/>
      <w:numFmt w:val="decimal"/>
      <w:lvlText w:val="%1"/>
      <w:lvlJc w:val="left"/>
      <w:pPr>
        <w:ind w:left="390" w:hanging="390"/>
      </w:pPr>
      <w:rPr>
        <w:rFonts w:eastAsiaTheme="majorEastAsia" w:hint="default"/>
        <w:b/>
      </w:rPr>
    </w:lvl>
    <w:lvl w:ilvl="1">
      <w:start w:val="11"/>
      <w:numFmt w:val="decimal"/>
      <w:lvlText w:val="%1.%2"/>
      <w:lvlJc w:val="left"/>
      <w:pPr>
        <w:ind w:left="1830" w:hanging="390"/>
      </w:pPr>
      <w:rPr>
        <w:rFonts w:eastAsiaTheme="majorEastAsia" w:hint="default"/>
        <w:b/>
      </w:rPr>
    </w:lvl>
    <w:lvl w:ilvl="2">
      <w:start w:val="1"/>
      <w:numFmt w:val="decimal"/>
      <w:lvlText w:val="%1.%2.%3"/>
      <w:lvlJc w:val="left"/>
      <w:pPr>
        <w:ind w:left="3600" w:hanging="720"/>
      </w:pPr>
      <w:rPr>
        <w:rFonts w:eastAsiaTheme="majorEastAsia" w:hint="default"/>
        <w:b/>
      </w:rPr>
    </w:lvl>
    <w:lvl w:ilvl="3">
      <w:start w:val="1"/>
      <w:numFmt w:val="decimal"/>
      <w:lvlText w:val="%1.%2.%3.%4"/>
      <w:lvlJc w:val="left"/>
      <w:pPr>
        <w:ind w:left="5040" w:hanging="720"/>
      </w:pPr>
      <w:rPr>
        <w:rFonts w:eastAsiaTheme="majorEastAsia" w:hint="default"/>
        <w:b/>
      </w:rPr>
    </w:lvl>
    <w:lvl w:ilvl="4">
      <w:start w:val="1"/>
      <w:numFmt w:val="decimal"/>
      <w:lvlText w:val="%1.%2.%3.%4.%5"/>
      <w:lvlJc w:val="left"/>
      <w:pPr>
        <w:ind w:left="6840" w:hanging="1080"/>
      </w:pPr>
      <w:rPr>
        <w:rFonts w:eastAsiaTheme="majorEastAsia" w:hint="default"/>
        <w:b/>
      </w:rPr>
    </w:lvl>
    <w:lvl w:ilvl="5">
      <w:start w:val="1"/>
      <w:numFmt w:val="decimal"/>
      <w:lvlText w:val="%1.%2.%3.%4.%5.%6"/>
      <w:lvlJc w:val="left"/>
      <w:pPr>
        <w:ind w:left="8280" w:hanging="1080"/>
      </w:pPr>
      <w:rPr>
        <w:rFonts w:eastAsiaTheme="majorEastAsia" w:hint="default"/>
        <w:b/>
      </w:rPr>
    </w:lvl>
    <w:lvl w:ilvl="6">
      <w:start w:val="1"/>
      <w:numFmt w:val="decimal"/>
      <w:lvlText w:val="%1.%2.%3.%4.%5.%6.%7"/>
      <w:lvlJc w:val="left"/>
      <w:pPr>
        <w:ind w:left="10080" w:hanging="1440"/>
      </w:pPr>
      <w:rPr>
        <w:rFonts w:eastAsiaTheme="majorEastAsia" w:hint="default"/>
        <w:b/>
      </w:rPr>
    </w:lvl>
    <w:lvl w:ilvl="7">
      <w:start w:val="1"/>
      <w:numFmt w:val="decimal"/>
      <w:lvlText w:val="%1.%2.%3.%4.%5.%6.%7.%8"/>
      <w:lvlJc w:val="left"/>
      <w:pPr>
        <w:ind w:left="11520" w:hanging="1440"/>
      </w:pPr>
      <w:rPr>
        <w:rFonts w:eastAsiaTheme="majorEastAsia" w:hint="default"/>
        <w:b/>
      </w:rPr>
    </w:lvl>
    <w:lvl w:ilvl="8">
      <w:start w:val="1"/>
      <w:numFmt w:val="decimal"/>
      <w:lvlText w:val="%1.%2.%3.%4.%5.%6.%7.%8.%9"/>
      <w:lvlJc w:val="left"/>
      <w:pPr>
        <w:ind w:left="13320" w:hanging="1800"/>
      </w:pPr>
      <w:rPr>
        <w:rFonts w:eastAsiaTheme="majorEastAsia" w:hint="default"/>
        <w:b/>
      </w:rPr>
    </w:lvl>
  </w:abstractNum>
  <w:abstractNum w:abstractNumId="19"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4"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374161857">
    <w:abstractNumId w:val="23"/>
  </w:num>
  <w:num w:numId="2" w16cid:durableId="746263381">
    <w:abstractNumId w:val="7"/>
  </w:num>
  <w:num w:numId="3" w16cid:durableId="2005472950">
    <w:abstractNumId w:val="25"/>
  </w:num>
  <w:num w:numId="4" w16cid:durableId="1837069042">
    <w:abstractNumId w:val="10"/>
  </w:num>
  <w:num w:numId="5" w16cid:durableId="1326318072">
    <w:abstractNumId w:val="13"/>
  </w:num>
  <w:num w:numId="6" w16cid:durableId="747964379">
    <w:abstractNumId w:val="11"/>
  </w:num>
  <w:num w:numId="7" w16cid:durableId="5376201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0479480">
    <w:abstractNumId w:val="16"/>
  </w:num>
  <w:num w:numId="9" w16cid:durableId="632173769">
    <w:abstractNumId w:val="19"/>
  </w:num>
  <w:num w:numId="10" w16cid:durableId="1343781125">
    <w:abstractNumId w:val="9"/>
  </w:num>
  <w:num w:numId="11" w16cid:durableId="589698786">
    <w:abstractNumId w:val="5"/>
  </w:num>
  <w:num w:numId="12" w16cid:durableId="651834338">
    <w:abstractNumId w:val="28"/>
  </w:num>
  <w:num w:numId="13" w16cid:durableId="1777090428">
    <w:abstractNumId w:val="15"/>
  </w:num>
  <w:num w:numId="14" w16cid:durableId="1278179068">
    <w:abstractNumId w:val="27"/>
  </w:num>
  <w:num w:numId="15" w16cid:durableId="848757162">
    <w:abstractNumId w:val="26"/>
  </w:num>
  <w:num w:numId="16" w16cid:durableId="1660041068">
    <w:abstractNumId w:val="14"/>
  </w:num>
  <w:num w:numId="17" w16cid:durableId="1989089002">
    <w:abstractNumId w:val="4"/>
  </w:num>
  <w:num w:numId="18" w16cid:durableId="518861276">
    <w:abstractNumId w:val="8"/>
  </w:num>
  <w:num w:numId="19" w16cid:durableId="759721094">
    <w:abstractNumId w:val="21"/>
  </w:num>
  <w:num w:numId="20" w16cid:durableId="1886331470">
    <w:abstractNumId w:val="20"/>
  </w:num>
  <w:num w:numId="21" w16cid:durableId="591669291">
    <w:abstractNumId w:val="3"/>
  </w:num>
  <w:num w:numId="22" w16cid:durableId="1348748028">
    <w:abstractNumId w:val="12"/>
  </w:num>
  <w:num w:numId="23" w16cid:durableId="1832023147">
    <w:abstractNumId w:val="2"/>
  </w:num>
  <w:num w:numId="24" w16cid:durableId="1508591013">
    <w:abstractNumId w:val="24"/>
  </w:num>
  <w:num w:numId="25" w16cid:durableId="1347095200">
    <w:abstractNumId w:val="17"/>
  </w:num>
  <w:num w:numId="26" w16cid:durableId="1468428516">
    <w:abstractNumId w:val="6"/>
  </w:num>
  <w:num w:numId="27" w16cid:durableId="447547214">
    <w:abstractNumId w:val="22"/>
  </w:num>
  <w:num w:numId="28" w16cid:durableId="1024282452">
    <w:abstractNumId w:val="1"/>
  </w:num>
  <w:num w:numId="29" w16cid:durableId="1176963419">
    <w:abstractNumId w:val="18"/>
  </w:num>
  <w:num w:numId="30" w16cid:durableId="432477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ocumentProtection w:edit="forms" w:formatting="1" w:enforcement="1" w:cryptProviderType="rsaAES" w:cryptAlgorithmClass="hash" w:cryptAlgorithmType="typeAny" w:cryptAlgorithmSid="14" w:cryptSpinCount="100000" w:hash="iUehLHfpelaTGnPMB+gPxLp7FmjcIXTQa4XNQemS5E6XqeP2+U4WS5LccDWibixHigOtgkke14OL/HZg/D1N5w==" w:salt="9+rYzM2szcYO2lGIbd/ys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D2"/>
    <w:rsid w:val="000007DF"/>
    <w:rsid w:val="000033A2"/>
    <w:rsid w:val="000051DE"/>
    <w:rsid w:val="0000616A"/>
    <w:rsid w:val="00006544"/>
    <w:rsid w:val="0001379D"/>
    <w:rsid w:val="00013D4A"/>
    <w:rsid w:val="0001724A"/>
    <w:rsid w:val="00017B1E"/>
    <w:rsid w:val="00020A14"/>
    <w:rsid w:val="00020A5C"/>
    <w:rsid w:val="000213C4"/>
    <w:rsid w:val="00023896"/>
    <w:rsid w:val="000241F2"/>
    <w:rsid w:val="0002705F"/>
    <w:rsid w:val="00027247"/>
    <w:rsid w:val="0003081C"/>
    <w:rsid w:val="00030B6F"/>
    <w:rsid w:val="00030F62"/>
    <w:rsid w:val="00032887"/>
    <w:rsid w:val="00035E55"/>
    <w:rsid w:val="00037584"/>
    <w:rsid w:val="0003773D"/>
    <w:rsid w:val="000427EC"/>
    <w:rsid w:val="00042A0E"/>
    <w:rsid w:val="00043369"/>
    <w:rsid w:val="000466A7"/>
    <w:rsid w:val="00047890"/>
    <w:rsid w:val="0005006E"/>
    <w:rsid w:val="0005748D"/>
    <w:rsid w:val="00057F18"/>
    <w:rsid w:val="00063FBE"/>
    <w:rsid w:val="00064948"/>
    <w:rsid w:val="0006528A"/>
    <w:rsid w:val="00066A9A"/>
    <w:rsid w:val="000677F4"/>
    <w:rsid w:val="00073B63"/>
    <w:rsid w:val="000750A0"/>
    <w:rsid w:val="00076145"/>
    <w:rsid w:val="000809FB"/>
    <w:rsid w:val="000828CF"/>
    <w:rsid w:val="00087DDC"/>
    <w:rsid w:val="00092B56"/>
    <w:rsid w:val="00093144"/>
    <w:rsid w:val="000935F5"/>
    <w:rsid w:val="000945F6"/>
    <w:rsid w:val="0009472A"/>
    <w:rsid w:val="00094CA5"/>
    <w:rsid w:val="00095CF6"/>
    <w:rsid w:val="00096B24"/>
    <w:rsid w:val="000A503F"/>
    <w:rsid w:val="000A57F9"/>
    <w:rsid w:val="000A5D55"/>
    <w:rsid w:val="000B1311"/>
    <w:rsid w:val="000B36A1"/>
    <w:rsid w:val="000B486F"/>
    <w:rsid w:val="000C1721"/>
    <w:rsid w:val="000C2DF7"/>
    <w:rsid w:val="000C3D83"/>
    <w:rsid w:val="000C5BC0"/>
    <w:rsid w:val="000C739C"/>
    <w:rsid w:val="000D214D"/>
    <w:rsid w:val="000D2441"/>
    <w:rsid w:val="000D5547"/>
    <w:rsid w:val="000E4A45"/>
    <w:rsid w:val="000F2B1A"/>
    <w:rsid w:val="000F2F5C"/>
    <w:rsid w:val="000F33FC"/>
    <w:rsid w:val="000F64E8"/>
    <w:rsid w:val="00100F77"/>
    <w:rsid w:val="00101B5D"/>
    <w:rsid w:val="0010213A"/>
    <w:rsid w:val="001027A0"/>
    <w:rsid w:val="00105614"/>
    <w:rsid w:val="00105877"/>
    <w:rsid w:val="001077C0"/>
    <w:rsid w:val="00107B2B"/>
    <w:rsid w:val="00107B61"/>
    <w:rsid w:val="001132E1"/>
    <w:rsid w:val="00114E0F"/>
    <w:rsid w:val="00115A47"/>
    <w:rsid w:val="00116066"/>
    <w:rsid w:val="00117301"/>
    <w:rsid w:val="00117FCF"/>
    <w:rsid w:val="001205A5"/>
    <w:rsid w:val="00120E36"/>
    <w:rsid w:val="0012772C"/>
    <w:rsid w:val="00127765"/>
    <w:rsid w:val="0013013C"/>
    <w:rsid w:val="00130D80"/>
    <w:rsid w:val="00131742"/>
    <w:rsid w:val="00133081"/>
    <w:rsid w:val="00152F33"/>
    <w:rsid w:val="00154DEB"/>
    <w:rsid w:val="00154E0A"/>
    <w:rsid w:val="0015503B"/>
    <w:rsid w:val="00160793"/>
    <w:rsid w:val="00161D67"/>
    <w:rsid w:val="00163B9C"/>
    <w:rsid w:val="00164C80"/>
    <w:rsid w:val="00165209"/>
    <w:rsid w:val="00165DC4"/>
    <w:rsid w:val="00165EE7"/>
    <w:rsid w:val="001661C2"/>
    <w:rsid w:val="00166373"/>
    <w:rsid w:val="00166B0E"/>
    <w:rsid w:val="00167627"/>
    <w:rsid w:val="00171127"/>
    <w:rsid w:val="00171B03"/>
    <w:rsid w:val="00175562"/>
    <w:rsid w:val="00175947"/>
    <w:rsid w:val="001766C1"/>
    <w:rsid w:val="001839AC"/>
    <w:rsid w:val="00184551"/>
    <w:rsid w:val="00186567"/>
    <w:rsid w:val="00186790"/>
    <w:rsid w:val="0018709A"/>
    <w:rsid w:val="00187328"/>
    <w:rsid w:val="001944B8"/>
    <w:rsid w:val="00194BC6"/>
    <w:rsid w:val="001A076B"/>
    <w:rsid w:val="001A1FD4"/>
    <w:rsid w:val="001A4D9F"/>
    <w:rsid w:val="001B05D4"/>
    <w:rsid w:val="001B2850"/>
    <w:rsid w:val="001B3388"/>
    <w:rsid w:val="001C14CC"/>
    <w:rsid w:val="001C23EB"/>
    <w:rsid w:val="001C4785"/>
    <w:rsid w:val="001C6BC0"/>
    <w:rsid w:val="001C73A2"/>
    <w:rsid w:val="001D031D"/>
    <w:rsid w:val="001D10C3"/>
    <w:rsid w:val="001D352F"/>
    <w:rsid w:val="001D543C"/>
    <w:rsid w:val="001D619A"/>
    <w:rsid w:val="001D74F6"/>
    <w:rsid w:val="001D77CD"/>
    <w:rsid w:val="001E44FC"/>
    <w:rsid w:val="001F0540"/>
    <w:rsid w:val="001F0E48"/>
    <w:rsid w:val="001F176E"/>
    <w:rsid w:val="001F42E8"/>
    <w:rsid w:val="001F6ED1"/>
    <w:rsid w:val="00200BE2"/>
    <w:rsid w:val="00200CED"/>
    <w:rsid w:val="00201B9A"/>
    <w:rsid w:val="00203231"/>
    <w:rsid w:val="00205DA8"/>
    <w:rsid w:val="002119D8"/>
    <w:rsid w:val="00212780"/>
    <w:rsid w:val="0021344F"/>
    <w:rsid w:val="00213B8D"/>
    <w:rsid w:val="00215366"/>
    <w:rsid w:val="00215D64"/>
    <w:rsid w:val="002202DC"/>
    <w:rsid w:val="00221695"/>
    <w:rsid w:val="00222D38"/>
    <w:rsid w:val="00223D4D"/>
    <w:rsid w:val="00225052"/>
    <w:rsid w:val="00227DB5"/>
    <w:rsid w:val="00230FCF"/>
    <w:rsid w:val="00234AA3"/>
    <w:rsid w:val="00236C70"/>
    <w:rsid w:val="0024079A"/>
    <w:rsid w:val="00242FED"/>
    <w:rsid w:val="002434FB"/>
    <w:rsid w:val="0024594D"/>
    <w:rsid w:val="00246B42"/>
    <w:rsid w:val="00250F57"/>
    <w:rsid w:val="0025171C"/>
    <w:rsid w:val="002518EC"/>
    <w:rsid w:val="00256044"/>
    <w:rsid w:val="00260DEE"/>
    <w:rsid w:val="00263A75"/>
    <w:rsid w:val="0026517F"/>
    <w:rsid w:val="002702D0"/>
    <w:rsid w:val="00270EB6"/>
    <w:rsid w:val="002751E6"/>
    <w:rsid w:val="00276214"/>
    <w:rsid w:val="00281970"/>
    <w:rsid w:val="002835CF"/>
    <w:rsid w:val="0028794D"/>
    <w:rsid w:val="00287B8C"/>
    <w:rsid w:val="00290D86"/>
    <w:rsid w:val="00293425"/>
    <w:rsid w:val="00295E7E"/>
    <w:rsid w:val="002965FF"/>
    <w:rsid w:val="002979CC"/>
    <w:rsid w:val="002A1E41"/>
    <w:rsid w:val="002A5B9F"/>
    <w:rsid w:val="002B12B1"/>
    <w:rsid w:val="002B4D32"/>
    <w:rsid w:val="002B7562"/>
    <w:rsid w:val="002C0031"/>
    <w:rsid w:val="002C17D2"/>
    <w:rsid w:val="002C3C50"/>
    <w:rsid w:val="002C4F43"/>
    <w:rsid w:val="002C5BA9"/>
    <w:rsid w:val="002C6777"/>
    <w:rsid w:val="002C7858"/>
    <w:rsid w:val="002D18EA"/>
    <w:rsid w:val="002D2E36"/>
    <w:rsid w:val="002D301D"/>
    <w:rsid w:val="002D5439"/>
    <w:rsid w:val="002D585E"/>
    <w:rsid w:val="002D6CCF"/>
    <w:rsid w:val="002D6F67"/>
    <w:rsid w:val="002E2B45"/>
    <w:rsid w:val="002E64AC"/>
    <w:rsid w:val="002F188D"/>
    <w:rsid w:val="002F199B"/>
    <w:rsid w:val="002F2607"/>
    <w:rsid w:val="002F31B1"/>
    <w:rsid w:val="002F54F5"/>
    <w:rsid w:val="00300A14"/>
    <w:rsid w:val="0030260B"/>
    <w:rsid w:val="00302922"/>
    <w:rsid w:val="0030628A"/>
    <w:rsid w:val="003113E8"/>
    <w:rsid w:val="00312144"/>
    <w:rsid w:val="003144E4"/>
    <w:rsid w:val="00314B97"/>
    <w:rsid w:val="0031518A"/>
    <w:rsid w:val="0031750E"/>
    <w:rsid w:val="00321466"/>
    <w:rsid w:val="00322503"/>
    <w:rsid w:val="003228A3"/>
    <w:rsid w:val="00322BEA"/>
    <w:rsid w:val="00322F27"/>
    <w:rsid w:val="00323030"/>
    <w:rsid w:val="00324E4C"/>
    <w:rsid w:val="00326A4F"/>
    <w:rsid w:val="0033136C"/>
    <w:rsid w:val="0033199E"/>
    <w:rsid w:val="0033371D"/>
    <w:rsid w:val="0034009F"/>
    <w:rsid w:val="0034043E"/>
    <w:rsid w:val="003410BC"/>
    <w:rsid w:val="003426EA"/>
    <w:rsid w:val="003433B3"/>
    <w:rsid w:val="003457BB"/>
    <w:rsid w:val="00346595"/>
    <w:rsid w:val="00347E87"/>
    <w:rsid w:val="00355D9D"/>
    <w:rsid w:val="0036090E"/>
    <w:rsid w:val="003620D5"/>
    <w:rsid w:val="00364718"/>
    <w:rsid w:val="00364CB9"/>
    <w:rsid w:val="003674BD"/>
    <w:rsid w:val="0036790D"/>
    <w:rsid w:val="00367E75"/>
    <w:rsid w:val="003718AC"/>
    <w:rsid w:val="00371B82"/>
    <w:rsid w:val="00375722"/>
    <w:rsid w:val="003765E6"/>
    <w:rsid w:val="00377F28"/>
    <w:rsid w:val="003808B8"/>
    <w:rsid w:val="0038323A"/>
    <w:rsid w:val="00383CEB"/>
    <w:rsid w:val="00383E0E"/>
    <w:rsid w:val="0038413F"/>
    <w:rsid w:val="00385716"/>
    <w:rsid w:val="0038648F"/>
    <w:rsid w:val="0039033C"/>
    <w:rsid w:val="0039047A"/>
    <w:rsid w:val="00391CE0"/>
    <w:rsid w:val="003931C5"/>
    <w:rsid w:val="00393F46"/>
    <w:rsid w:val="00396CAE"/>
    <w:rsid w:val="003A0706"/>
    <w:rsid w:val="003A1BA2"/>
    <w:rsid w:val="003A6005"/>
    <w:rsid w:val="003B09CE"/>
    <w:rsid w:val="003B1D52"/>
    <w:rsid w:val="003B1D97"/>
    <w:rsid w:val="003B3B14"/>
    <w:rsid w:val="003B6971"/>
    <w:rsid w:val="003B6B4F"/>
    <w:rsid w:val="003B6FFE"/>
    <w:rsid w:val="003C2352"/>
    <w:rsid w:val="003C2C34"/>
    <w:rsid w:val="003C4D6F"/>
    <w:rsid w:val="003C6E1C"/>
    <w:rsid w:val="003C7076"/>
    <w:rsid w:val="003D2E1E"/>
    <w:rsid w:val="003D3599"/>
    <w:rsid w:val="003D7EA9"/>
    <w:rsid w:val="003E2C18"/>
    <w:rsid w:val="003E2DA3"/>
    <w:rsid w:val="003E5F06"/>
    <w:rsid w:val="003E6397"/>
    <w:rsid w:val="003E68CF"/>
    <w:rsid w:val="003F00EB"/>
    <w:rsid w:val="003F19BC"/>
    <w:rsid w:val="004005DD"/>
    <w:rsid w:val="00400DFF"/>
    <w:rsid w:val="0040120F"/>
    <w:rsid w:val="0040172F"/>
    <w:rsid w:val="00402ED8"/>
    <w:rsid w:val="0040408C"/>
    <w:rsid w:val="00412A9F"/>
    <w:rsid w:val="0041523D"/>
    <w:rsid w:val="004210EE"/>
    <w:rsid w:val="00423117"/>
    <w:rsid w:val="0042325B"/>
    <w:rsid w:val="00424171"/>
    <w:rsid w:val="004248B0"/>
    <w:rsid w:val="004253B6"/>
    <w:rsid w:val="004262A1"/>
    <w:rsid w:val="00427A54"/>
    <w:rsid w:val="00432683"/>
    <w:rsid w:val="00436BDA"/>
    <w:rsid w:val="004370F1"/>
    <w:rsid w:val="00437427"/>
    <w:rsid w:val="0044125E"/>
    <w:rsid w:val="0044489A"/>
    <w:rsid w:val="00444BBD"/>
    <w:rsid w:val="004453F8"/>
    <w:rsid w:val="00447909"/>
    <w:rsid w:val="00450767"/>
    <w:rsid w:val="004627F9"/>
    <w:rsid w:val="00466983"/>
    <w:rsid w:val="004679BD"/>
    <w:rsid w:val="00467D06"/>
    <w:rsid w:val="00471373"/>
    <w:rsid w:val="00471CA7"/>
    <w:rsid w:val="00475546"/>
    <w:rsid w:val="004757F6"/>
    <w:rsid w:val="0048123E"/>
    <w:rsid w:val="00484106"/>
    <w:rsid w:val="00485F84"/>
    <w:rsid w:val="00490461"/>
    <w:rsid w:val="00490CB5"/>
    <w:rsid w:val="00491F15"/>
    <w:rsid w:val="004924B1"/>
    <w:rsid w:val="00494198"/>
    <w:rsid w:val="004946E3"/>
    <w:rsid w:val="0049636E"/>
    <w:rsid w:val="004A1510"/>
    <w:rsid w:val="004A1F9E"/>
    <w:rsid w:val="004A2BF1"/>
    <w:rsid w:val="004A3417"/>
    <w:rsid w:val="004A3EC2"/>
    <w:rsid w:val="004A745D"/>
    <w:rsid w:val="004B191D"/>
    <w:rsid w:val="004B4C48"/>
    <w:rsid w:val="004B77D2"/>
    <w:rsid w:val="004C29DD"/>
    <w:rsid w:val="004C6BD6"/>
    <w:rsid w:val="004C6BE1"/>
    <w:rsid w:val="004C7071"/>
    <w:rsid w:val="004D03B0"/>
    <w:rsid w:val="004D3FBC"/>
    <w:rsid w:val="004D3FF0"/>
    <w:rsid w:val="004D5DB5"/>
    <w:rsid w:val="004D6544"/>
    <w:rsid w:val="004D67CE"/>
    <w:rsid w:val="004D70B3"/>
    <w:rsid w:val="004E0B11"/>
    <w:rsid w:val="004E12C5"/>
    <w:rsid w:val="004E3059"/>
    <w:rsid w:val="004E322E"/>
    <w:rsid w:val="004E44A2"/>
    <w:rsid w:val="004E603E"/>
    <w:rsid w:val="004E75E1"/>
    <w:rsid w:val="004F000F"/>
    <w:rsid w:val="004F54FE"/>
    <w:rsid w:val="004F7036"/>
    <w:rsid w:val="0050090D"/>
    <w:rsid w:val="00501012"/>
    <w:rsid w:val="00501E02"/>
    <w:rsid w:val="0050232F"/>
    <w:rsid w:val="00504498"/>
    <w:rsid w:val="00505D1F"/>
    <w:rsid w:val="00510B0F"/>
    <w:rsid w:val="0051148D"/>
    <w:rsid w:val="005121FE"/>
    <w:rsid w:val="00514805"/>
    <w:rsid w:val="00515492"/>
    <w:rsid w:val="0051726D"/>
    <w:rsid w:val="00526ADA"/>
    <w:rsid w:val="005271C6"/>
    <w:rsid w:val="005277CF"/>
    <w:rsid w:val="005321C0"/>
    <w:rsid w:val="00534A78"/>
    <w:rsid w:val="00536B05"/>
    <w:rsid w:val="00540E35"/>
    <w:rsid w:val="00540FA7"/>
    <w:rsid w:val="00545100"/>
    <w:rsid w:val="00546771"/>
    <w:rsid w:val="00553C70"/>
    <w:rsid w:val="00557698"/>
    <w:rsid w:val="00561E16"/>
    <w:rsid w:val="0056236D"/>
    <w:rsid w:val="0056313D"/>
    <w:rsid w:val="005631E5"/>
    <w:rsid w:val="005645D9"/>
    <w:rsid w:val="005648F3"/>
    <w:rsid w:val="00565282"/>
    <w:rsid w:val="00565C26"/>
    <w:rsid w:val="00572E75"/>
    <w:rsid w:val="00573EF5"/>
    <w:rsid w:val="0058060C"/>
    <w:rsid w:val="0058085E"/>
    <w:rsid w:val="00586BC1"/>
    <w:rsid w:val="0059435B"/>
    <w:rsid w:val="00595F5F"/>
    <w:rsid w:val="005A06F4"/>
    <w:rsid w:val="005A0970"/>
    <w:rsid w:val="005A09E0"/>
    <w:rsid w:val="005A0AC8"/>
    <w:rsid w:val="005A172B"/>
    <w:rsid w:val="005B1E95"/>
    <w:rsid w:val="005B501B"/>
    <w:rsid w:val="005B56D3"/>
    <w:rsid w:val="005B7235"/>
    <w:rsid w:val="005B7683"/>
    <w:rsid w:val="005C1343"/>
    <w:rsid w:val="005C200D"/>
    <w:rsid w:val="005C4B07"/>
    <w:rsid w:val="005C5CF4"/>
    <w:rsid w:val="005C7B42"/>
    <w:rsid w:val="005C7BD9"/>
    <w:rsid w:val="005D1137"/>
    <w:rsid w:val="005D1249"/>
    <w:rsid w:val="005D2931"/>
    <w:rsid w:val="005D5F5D"/>
    <w:rsid w:val="005D782F"/>
    <w:rsid w:val="005E39D4"/>
    <w:rsid w:val="005E753B"/>
    <w:rsid w:val="005E7BA5"/>
    <w:rsid w:val="005E7F2F"/>
    <w:rsid w:val="00601579"/>
    <w:rsid w:val="00601A4F"/>
    <w:rsid w:val="00602BC5"/>
    <w:rsid w:val="00603E24"/>
    <w:rsid w:val="006044D5"/>
    <w:rsid w:val="0060465D"/>
    <w:rsid w:val="0060667C"/>
    <w:rsid w:val="006079E4"/>
    <w:rsid w:val="006110EF"/>
    <w:rsid w:val="00612C55"/>
    <w:rsid w:val="00614D73"/>
    <w:rsid w:val="0061577E"/>
    <w:rsid w:val="006159B9"/>
    <w:rsid w:val="00616FB2"/>
    <w:rsid w:val="00617A00"/>
    <w:rsid w:val="006213CB"/>
    <w:rsid w:val="006267AD"/>
    <w:rsid w:val="00630477"/>
    <w:rsid w:val="00632C03"/>
    <w:rsid w:val="0063408C"/>
    <w:rsid w:val="0063535C"/>
    <w:rsid w:val="0063542C"/>
    <w:rsid w:val="0064128F"/>
    <w:rsid w:val="00641EC2"/>
    <w:rsid w:val="006437B3"/>
    <w:rsid w:val="006442A8"/>
    <w:rsid w:val="0064625A"/>
    <w:rsid w:val="00647389"/>
    <w:rsid w:val="0064788F"/>
    <w:rsid w:val="00653B2B"/>
    <w:rsid w:val="00655C9C"/>
    <w:rsid w:val="00656112"/>
    <w:rsid w:val="00657236"/>
    <w:rsid w:val="00657950"/>
    <w:rsid w:val="00657FA2"/>
    <w:rsid w:val="00661166"/>
    <w:rsid w:val="006623E5"/>
    <w:rsid w:val="00662414"/>
    <w:rsid w:val="0066342A"/>
    <w:rsid w:val="00664424"/>
    <w:rsid w:val="0066454D"/>
    <w:rsid w:val="00664791"/>
    <w:rsid w:val="0067178F"/>
    <w:rsid w:val="00674233"/>
    <w:rsid w:val="00674E35"/>
    <w:rsid w:val="00675396"/>
    <w:rsid w:val="00676125"/>
    <w:rsid w:val="00680B7B"/>
    <w:rsid w:val="0068184F"/>
    <w:rsid w:val="00682F35"/>
    <w:rsid w:val="006830E8"/>
    <w:rsid w:val="006873ED"/>
    <w:rsid w:val="0068785E"/>
    <w:rsid w:val="00693E36"/>
    <w:rsid w:val="006954AA"/>
    <w:rsid w:val="00696DFF"/>
    <w:rsid w:val="006979DE"/>
    <w:rsid w:val="006A01E0"/>
    <w:rsid w:val="006A12AA"/>
    <w:rsid w:val="006A375A"/>
    <w:rsid w:val="006A3EA4"/>
    <w:rsid w:val="006A438C"/>
    <w:rsid w:val="006A5E5D"/>
    <w:rsid w:val="006A6363"/>
    <w:rsid w:val="006A76FE"/>
    <w:rsid w:val="006B204E"/>
    <w:rsid w:val="006B5119"/>
    <w:rsid w:val="006B54E0"/>
    <w:rsid w:val="006B5C88"/>
    <w:rsid w:val="006C4D69"/>
    <w:rsid w:val="006C4E58"/>
    <w:rsid w:val="006D2220"/>
    <w:rsid w:val="006D2BDA"/>
    <w:rsid w:val="006D378C"/>
    <w:rsid w:val="006D4A21"/>
    <w:rsid w:val="006E08C8"/>
    <w:rsid w:val="006E4A59"/>
    <w:rsid w:val="006E4EEC"/>
    <w:rsid w:val="006E7F35"/>
    <w:rsid w:val="006F3382"/>
    <w:rsid w:val="006F388B"/>
    <w:rsid w:val="006F48F9"/>
    <w:rsid w:val="006F5113"/>
    <w:rsid w:val="006F53CD"/>
    <w:rsid w:val="006F715B"/>
    <w:rsid w:val="006F76F1"/>
    <w:rsid w:val="0070030F"/>
    <w:rsid w:val="00707907"/>
    <w:rsid w:val="00707D1A"/>
    <w:rsid w:val="00710601"/>
    <w:rsid w:val="00710B74"/>
    <w:rsid w:val="00710CBD"/>
    <w:rsid w:val="00716010"/>
    <w:rsid w:val="00716D44"/>
    <w:rsid w:val="00720872"/>
    <w:rsid w:val="00724D30"/>
    <w:rsid w:val="0072549E"/>
    <w:rsid w:val="00730E39"/>
    <w:rsid w:val="00730F42"/>
    <w:rsid w:val="007372C0"/>
    <w:rsid w:val="00740336"/>
    <w:rsid w:val="00743163"/>
    <w:rsid w:val="00744339"/>
    <w:rsid w:val="007454DD"/>
    <w:rsid w:val="00751278"/>
    <w:rsid w:val="00751DF1"/>
    <w:rsid w:val="0075761E"/>
    <w:rsid w:val="00761AF5"/>
    <w:rsid w:val="00765CC9"/>
    <w:rsid w:val="00770C0C"/>
    <w:rsid w:val="007719FF"/>
    <w:rsid w:val="00772034"/>
    <w:rsid w:val="00772707"/>
    <w:rsid w:val="00773208"/>
    <w:rsid w:val="00773EBA"/>
    <w:rsid w:val="00774636"/>
    <w:rsid w:val="00781B8D"/>
    <w:rsid w:val="00787729"/>
    <w:rsid w:val="00787852"/>
    <w:rsid w:val="0079073D"/>
    <w:rsid w:val="00791281"/>
    <w:rsid w:val="00793CCE"/>
    <w:rsid w:val="00793E64"/>
    <w:rsid w:val="007A08CC"/>
    <w:rsid w:val="007A3354"/>
    <w:rsid w:val="007A371D"/>
    <w:rsid w:val="007A564D"/>
    <w:rsid w:val="007A65A1"/>
    <w:rsid w:val="007A6786"/>
    <w:rsid w:val="007A7DF0"/>
    <w:rsid w:val="007B3657"/>
    <w:rsid w:val="007B6597"/>
    <w:rsid w:val="007B67FE"/>
    <w:rsid w:val="007C055E"/>
    <w:rsid w:val="007C0B1D"/>
    <w:rsid w:val="007C31E2"/>
    <w:rsid w:val="007C4B6E"/>
    <w:rsid w:val="007C5888"/>
    <w:rsid w:val="007D06F1"/>
    <w:rsid w:val="007D0C89"/>
    <w:rsid w:val="007D2982"/>
    <w:rsid w:val="007D5FC2"/>
    <w:rsid w:val="007E061E"/>
    <w:rsid w:val="007E06AA"/>
    <w:rsid w:val="007E2D5A"/>
    <w:rsid w:val="007F0DDF"/>
    <w:rsid w:val="007F4689"/>
    <w:rsid w:val="007F5337"/>
    <w:rsid w:val="007F5F14"/>
    <w:rsid w:val="007F77E7"/>
    <w:rsid w:val="008019DF"/>
    <w:rsid w:val="0080243E"/>
    <w:rsid w:val="00806431"/>
    <w:rsid w:val="008066EE"/>
    <w:rsid w:val="00807664"/>
    <w:rsid w:val="00807ED8"/>
    <w:rsid w:val="008104C5"/>
    <w:rsid w:val="00811289"/>
    <w:rsid w:val="008123D9"/>
    <w:rsid w:val="00812FE4"/>
    <w:rsid w:val="00813429"/>
    <w:rsid w:val="008239B3"/>
    <w:rsid w:val="008249CA"/>
    <w:rsid w:val="00825B79"/>
    <w:rsid w:val="0082621E"/>
    <w:rsid w:val="00826E8E"/>
    <w:rsid w:val="008302B2"/>
    <w:rsid w:val="008328D9"/>
    <w:rsid w:val="00833609"/>
    <w:rsid w:val="00834EF2"/>
    <w:rsid w:val="00835429"/>
    <w:rsid w:val="0083722E"/>
    <w:rsid w:val="008432F9"/>
    <w:rsid w:val="00844316"/>
    <w:rsid w:val="00844453"/>
    <w:rsid w:val="008452F2"/>
    <w:rsid w:val="00852D99"/>
    <w:rsid w:val="00856FA9"/>
    <w:rsid w:val="008606B5"/>
    <w:rsid w:val="00862171"/>
    <w:rsid w:val="008651B4"/>
    <w:rsid w:val="00872617"/>
    <w:rsid w:val="00872B19"/>
    <w:rsid w:val="00873B79"/>
    <w:rsid w:val="00875249"/>
    <w:rsid w:val="008757FD"/>
    <w:rsid w:val="00880004"/>
    <w:rsid w:val="00881F64"/>
    <w:rsid w:val="00885C0E"/>
    <w:rsid w:val="008862A6"/>
    <w:rsid w:val="008869C8"/>
    <w:rsid w:val="00891537"/>
    <w:rsid w:val="00891716"/>
    <w:rsid w:val="00894823"/>
    <w:rsid w:val="00894948"/>
    <w:rsid w:val="00894E98"/>
    <w:rsid w:val="00895547"/>
    <w:rsid w:val="008961AF"/>
    <w:rsid w:val="008978DC"/>
    <w:rsid w:val="008A1F4F"/>
    <w:rsid w:val="008A3CC5"/>
    <w:rsid w:val="008A655B"/>
    <w:rsid w:val="008A7B9E"/>
    <w:rsid w:val="008B2694"/>
    <w:rsid w:val="008B5670"/>
    <w:rsid w:val="008C1810"/>
    <w:rsid w:val="008C34F8"/>
    <w:rsid w:val="008C3F20"/>
    <w:rsid w:val="008D0225"/>
    <w:rsid w:val="008D3AFF"/>
    <w:rsid w:val="008D5590"/>
    <w:rsid w:val="008D795C"/>
    <w:rsid w:val="008E3A73"/>
    <w:rsid w:val="008E5FA4"/>
    <w:rsid w:val="008F01CE"/>
    <w:rsid w:val="008F2193"/>
    <w:rsid w:val="008F3358"/>
    <w:rsid w:val="008F5B00"/>
    <w:rsid w:val="008F6921"/>
    <w:rsid w:val="008F6A20"/>
    <w:rsid w:val="00900B26"/>
    <w:rsid w:val="00903180"/>
    <w:rsid w:val="00903504"/>
    <w:rsid w:val="00906CA1"/>
    <w:rsid w:val="00907631"/>
    <w:rsid w:val="00910F51"/>
    <w:rsid w:val="00913DA8"/>
    <w:rsid w:val="009142D9"/>
    <w:rsid w:val="00915BCA"/>
    <w:rsid w:val="00915C1B"/>
    <w:rsid w:val="00915CCB"/>
    <w:rsid w:val="00915D70"/>
    <w:rsid w:val="00917AAB"/>
    <w:rsid w:val="00927680"/>
    <w:rsid w:val="00927CFC"/>
    <w:rsid w:val="0093043B"/>
    <w:rsid w:val="009333D6"/>
    <w:rsid w:val="00934010"/>
    <w:rsid w:val="00934120"/>
    <w:rsid w:val="00935CB9"/>
    <w:rsid w:val="00936722"/>
    <w:rsid w:val="0094252F"/>
    <w:rsid w:val="009430E0"/>
    <w:rsid w:val="00946384"/>
    <w:rsid w:val="009467B7"/>
    <w:rsid w:val="00947372"/>
    <w:rsid w:val="00961A97"/>
    <w:rsid w:val="009621A3"/>
    <w:rsid w:val="009627DB"/>
    <w:rsid w:val="00963A23"/>
    <w:rsid w:val="0096777A"/>
    <w:rsid w:val="009704C8"/>
    <w:rsid w:val="009839CC"/>
    <w:rsid w:val="00984FC3"/>
    <w:rsid w:val="0099118D"/>
    <w:rsid w:val="009934B3"/>
    <w:rsid w:val="0099397B"/>
    <w:rsid w:val="00994613"/>
    <w:rsid w:val="009A36F6"/>
    <w:rsid w:val="009A4083"/>
    <w:rsid w:val="009B003D"/>
    <w:rsid w:val="009B016C"/>
    <w:rsid w:val="009B1338"/>
    <w:rsid w:val="009B26F1"/>
    <w:rsid w:val="009B4ABF"/>
    <w:rsid w:val="009B5A26"/>
    <w:rsid w:val="009B5D45"/>
    <w:rsid w:val="009B67AD"/>
    <w:rsid w:val="009C2E24"/>
    <w:rsid w:val="009C331F"/>
    <w:rsid w:val="009C4081"/>
    <w:rsid w:val="009C6ABD"/>
    <w:rsid w:val="009C71ED"/>
    <w:rsid w:val="009D0407"/>
    <w:rsid w:val="009D1628"/>
    <w:rsid w:val="009D240D"/>
    <w:rsid w:val="009D4913"/>
    <w:rsid w:val="009D5393"/>
    <w:rsid w:val="009E122F"/>
    <w:rsid w:val="009E5748"/>
    <w:rsid w:val="009E6EF2"/>
    <w:rsid w:val="009E78B3"/>
    <w:rsid w:val="009F13B4"/>
    <w:rsid w:val="009F4192"/>
    <w:rsid w:val="009F5E3B"/>
    <w:rsid w:val="009F68CF"/>
    <w:rsid w:val="00A018E7"/>
    <w:rsid w:val="00A02194"/>
    <w:rsid w:val="00A022AD"/>
    <w:rsid w:val="00A041EA"/>
    <w:rsid w:val="00A126D9"/>
    <w:rsid w:val="00A12946"/>
    <w:rsid w:val="00A13562"/>
    <w:rsid w:val="00A17CE5"/>
    <w:rsid w:val="00A20EBC"/>
    <w:rsid w:val="00A22F5E"/>
    <w:rsid w:val="00A240F9"/>
    <w:rsid w:val="00A2757B"/>
    <w:rsid w:val="00A320AC"/>
    <w:rsid w:val="00A32431"/>
    <w:rsid w:val="00A325E3"/>
    <w:rsid w:val="00A345EF"/>
    <w:rsid w:val="00A41FCA"/>
    <w:rsid w:val="00A4276F"/>
    <w:rsid w:val="00A43335"/>
    <w:rsid w:val="00A51F1D"/>
    <w:rsid w:val="00A53080"/>
    <w:rsid w:val="00A532C1"/>
    <w:rsid w:val="00A54562"/>
    <w:rsid w:val="00A556B2"/>
    <w:rsid w:val="00A56E1C"/>
    <w:rsid w:val="00A57F45"/>
    <w:rsid w:val="00A60B12"/>
    <w:rsid w:val="00A60E82"/>
    <w:rsid w:val="00A62DE7"/>
    <w:rsid w:val="00A668E4"/>
    <w:rsid w:val="00A67E56"/>
    <w:rsid w:val="00A71E7E"/>
    <w:rsid w:val="00A75CEB"/>
    <w:rsid w:val="00A76DAF"/>
    <w:rsid w:val="00A841E1"/>
    <w:rsid w:val="00A845FB"/>
    <w:rsid w:val="00A856FF"/>
    <w:rsid w:val="00A8575A"/>
    <w:rsid w:val="00A917F4"/>
    <w:rsid w:val="00A9500C"/>
    <w:rsid w:val="00A96414"/>
    <w:rsid w:val="00AA0190"/>
    <w:rsid w:val="00AA0AD7"/>
    <w:rsid w:val="00AA14F9"/>
    <w:rsid w:val="00AA2BC4"/>
    <w:rsid w:val="00AA5C1C"/>
    <w:rsid w:val="00AA5F66"/>
    <w:rsid w:val="00AA66E6"/>
    <w:rsid w:val="00AA74F5"/>
    <w:rsid w:val="00AA7B58"/>
    <w:rsid w:val="00AB0ACA"/>
    <w:rsid w:val="00AB0B5D"/>
    <w:rsid w:val="00AB3131"/>
    <w:rsid w:val="00AB453A"/>
    <w:rsid w:val="00AB4A34"/>
    <w:rsid w:val="00AB79AD"/>
    <w:rsid w:val="00AC1630"/>
    <w:rsid w:val="00AC580F"/>
    <w:rsid w:val="00AC6BF9"/>
    <w:rsid w:val="00AC7327"/>
    <w:rsid w:val="00AD3F20"/>
    <w:rsid w:val="00AD6183"/>
    <w:rsid w:val="00AD7DF4"/>
    <w:rsid w:val="00AF1FCD"/>
    <w:rsid w:val="00AF38FA"/>
    <w:rsid w:val="00AF4127"/>
    <w:rsid w:val="00AF502A"/>
    <w:rsid w:val="00B011B7"/>
    <w:rsid w:val="00B011D9"/>
    <w:rsid w:val="00B01B00"/>
    <w:rsid w:val="00B051F4"/>
    <w:rsid w:val="00B05420"/>
    <w:rsid w:val="00B0592A"/>
    <w:rsid w:val="00B164AA"/>
    <w:rsid w:val="00B17D07"/>
    <w:rsid w:val="00B21E1C"/>
    <w:rsid w:val="00B2219A"/>
    <w:rsid w:val="00B24466"/>
    <w:rsid w:val="00B2791D"/>
    <w:rsid w:val="00B31025"/>
    <w:rsid w:val="00B3140E"/>
    <w:rsid w:val="00B31DD4"/>
    <w:rsid w:val="00B32CD6"/>
    <w:rsid w:val="00B4029B"/>
    <w:rsid w:val="00B4143C"/>
    <w:rsid w:val="00B41609"/>
    <w:rsid w:val="00B41EA7"/>
    <w:rsid w:val="00B43593"/>
    <w:rsid w:val="00B43B46"/>
    <w:rsid w:val="00B43D2D"/>
    <w:rsid w:val="00B45CE3"/>
    <w:rsid w:val="00B464C9"/>
    <w:rsid w:val="00B46BA3"/>
    <w:rsid w:val="00B47FE0"/>
    <w:rsid w:val="00B50255"/>
    <w:rsid w:val="00B502A7"/>
    <w:rsid w:val="00B51108"/>
    <w:rsid w:val="00B51BDB"/>
    <w:rsid w:val="00B574D2"/>
    <w:rsid w:val="00B608DB"/>
    <w:rsid w:val="00B60EAF"/>
    <w:rsid w:val="00B62EF0"/>
    <w:rsid w:val="00B65D56"/>
    <w:rsid w:val="00B66DAC"/>
    <w:rsid w:val="00B8137B"/>
    <w:rsid w:val="00B822A0"/>
    <w:rsid w:val="00B83F00"/>
    <w:rsid w:val="00B94119"/>
    <w:rsid w:val="00BA0BC1"/>
    <w:rsid w:val="00BA40AD"/>
    <w:rsid w:val="00BA4688"/>
    <w:rsid w:val="00BA56BB"/>
    <w:rsid w:val="00BA57D3"/>
    <w:rsid w:val="00BB0916"/>
    <w:rsid w:val="00BB13C5"/>
    <w:rsid w:val="00BB1897"/>
    <w:rsid w:val="00BB2167"/>
    <w:rsid w:val="00BB240C"/>
    <w:rsid w:val="00BB257C"/>
    <w:rsid w:val="00BC0D8C"/>
    <w:rsid w:val="00BC0EA1"/>
    <w:rsid w:val="00BC1813"/>
    <w:rsid w:val="00BC1BAC"/>
    <w:rsid w:val="00BC253B"/>
    <w:rsid w:val="00BC3606"/>
    <w:rsid w:val="00BC3E01"/>
    <w:rsid w:val="00BC5F88"/>
    <w:rsid w:val="00BC6704"/>
    <w:rsid w:val="00BD0CCC"/>
    <w:rsid w:val="00BE0F25"/>
    <w:rsid w:val="00BE111C"/>
    <w:rsid w:val="00BE1CA1"/>
    <w:rsid w:val="00BE338E"/>
    <w:rsid w:val="00BE4679"/>
    <w:rsid w:val="00BE63DD"/>
    <w:rsid w:val="00BE79F2"/>
    <w:rsid w:val="00BF1176"/>
    <w:rsid w:val="00BF1629"/>
    <w:rsid w:val="00BF3F17"/>
    <w:rsid w:val="00BF4846"/>
    <w:rsid w:val="00BF6E21"/>
    <w:rsid w:val="00BF78D4"/>
    <w:rsid w:val="00C00A56"/>
    <w:rsid w:val="00C0136B"/>
    <w:rsid w:val="00C03897"/>
    <w:rsid w:val="00C12F7A"/>
    <w:rsid w:val="00C135B8"/>
    <w:rsid w:val="00C13687"/>
    <w:rsid w:val="00C13A2C"/>
    <w:rsid w:val="00C14921"/>
    <w:rsid w:val="00C15E50"/>
    <w:rsid w:val="00C16E86"/>
    <w:rsid w:val="00C17002"/>
    <w:rsid w:val="00C17414"/>
    <w:rsid w:val="00C21309"/>
    <w:rsid w:val="00C222A0"/>
    <w:rsid w:val="00C26604"/>
    <w:rsid w:val="00C32F19"/>
    <w:rsid w:val="00C37D78"/>
    <w:rsid w:val="00C4549C"/>
    <w:rsid w:val="00C46B05"/>
    <w:rsid w:val="00C510A6"/>
    <w:rsid w:val="00C53324"/>
    <w:rsid w:val="00C540AF"/>
    <w:rsid w:val="00C553A9"/>
    <w:rsid w:val="00C55B15"/>
    <w:rsid w:val="00C57249"/>
    <w:rsid w:val="00C62A07"/>
    <w:rsid w:val="00C63BF1"/>
    <w:rsid w:val="00C64733"/>
    <w:rsid w:val="00C666CB"/>
    <w:rsid w:val="00C71268"/>
    <w:rsid w:val="00C72CBC"/>
    <w:rsid w:val="00C731FC"/>
    <w:rsid w:val="00C80BD8"/>
    <w:rsid w:val="00C8606F"/>
    <w:rsid w:val="00C86FFE"/>
    <w:rsid w:val="00CA37E0"/>
    <w:rsid w:val="00CA468E"/>
    <w:rsid w:val="00CA4847"/>
    <w:rsid w:val="00CB1D69"/>
    <w:rsid w:val="00CB2055"/>
    <w:rsid w:val="00CB3EFC"/>
    <w:rsid w:val="00CB47A6"/>
    <w:rsid w:val="00CB6389"/>
    <w:rsid w:val="00CB6C7D"/>
    <w:rsid w:val="00CC0165"/>
    <w:rsid w:val="00CC2C48"/>
    <w:rsid w:val="00CC43F2"/>
    <w:rsid w:val="00CC48E4"/>
    <w:rsid w:val="00CD42F4"/>
    <w:rsid w:val="00CE1206"/>
    <w:rsid w:val="00CE1387"/>
    <w:rsid w:val="00CE1B7D"/>
    <w:rsid w:val="00CE21F2"/>
    <w:rsid w:val="00CE5B52"/>
    <w:rsid w:val="00CE5BFE"/>
    <w:rsid w:val="00CE5E53"/>
    <w:rsid w:val="00CF0564"/>
    <w:rsid w:val="00CF1D00"/>
    <w:rsid w:val="00CF70EA"/>
    <w:rsid w:val="00CF7E76"/>
    <w:rsid w:val="00D001BE"/>
    <w:rsid w:val="00D02AEE"/>
    <w:rsid w:val="00D03170"/>
    <w:rsid w:val="00D105CD"/>
    <w:rsid w:val="00D112BC"/>
    <w:rsid w:val="00D11A8E"/>
    <w:rsid w:val="00D12956"/>
    <w:rsid w:val="00D21F28"/>
    <w:rsid w:val="00D22AD7"/>
    <w:rsid w:val="00D30C76"/>
    <w:rsid w:val="00D316D6"/>
    <w:rsid w:val="00D329A3"/>
    <w:rsid w:val="00D33486"/>
    <w:rsid w:val="00D362F7"/>
    <w:rsid w:val="00D403B6"/>
    <w:rsid w:val="00D41B6E"/>
    <w:rsid w:val="00D4303A"/>
    <w:rsid w:val="00D447D0"/>
    <w:rsid w:val="00D46303"/>
    <w:rsid w:val="00D4796A"/>
    <w:rsid w:val="00D51E6B"/>
    <w:rsid w:val="00D51FDB"/>
    <w:rsid w:val="00D52E82"/>
    <w:rsid w:val="00D531EF"/>
    <w:rsid w:val="00D573FE"/>
    <w:rsid w:val="00D716AF"/>
    <w:rsid w:val="00D80CA4"/>
    <w:rsid w:val="00D813D6"/>
    <w:rsid w:val="00D82701"/>
    <w:rsid w:val="00D8288B"/>
    <w:rsid w:val="00D830BE"/>
    <w:rsid w:val="00D8532F"/>
    <w:rsid w:val="00D911FB"/>
    <w:rsid w:val="00D942BF"/>
    <w:rsid w:val="00D95D3A"/>
    <w:rsid w:val="00DA0A5F"/>
    <w:rsid w:val="00DA2798"/>
    <w:rsid w:val="00DA2A8C"/>
    <w:rsid w:val="00DA36AB"/>
    <w:rsid w:val="00DA432A"/>
    <w:rsid w:val="00DA5494"/>
    <w:rsid w:val="00DA7339"/>
    <w:rsid w:val="00DA739F"/>
    <w:rsid w:val="00DB1558"/>
    <w:rsid w:val="00DB58E3"/>
    <w:rsid w:val="00DB6984"/>
    <w:rsid w:val="00DB777B"/>
    <w:rsid w:val="00DC09A6"/>
    <w:rsid w:val="00DC0F93"/>
    <w:rsid w:val="00DC1541"/>
    <w:rsid w:val="00DC5590"/>
    <w:rsid w:val="00DC642B"/>
    <w:rsid w:val="00DC76A0"/>
    <w:rsid w:val="00DD2901"/>
    <w:rsid w:val="00DD3860"/>
    <w:rsid w:val="00DD4FB0"/>
    <w:rsid w:val="00DD6A78"/>
    <w:rsid w:val="00DD77FC"/>
    <w:rsid w:val="00DE127E"/>
    <w:rsid w:val="00DE1CCD"/>
    <w:rsid w:val="00DE454F"/>
    <w:rsid w:val="00DE45DA"/>
    <w:rsid w:val="00DE4F7F"/>
    <w:rsid w:val="00DE6B17"/>
    <w:rsid w:val="00DE77EB"/>
    <w:rsid w:val="00DF0497"/>
    <w:rsid w:val="00DF16CD"/>
    <w:rsid w:val="00DF3501"/>
    <w:rsid w:val="00DF3D9F"/>
    <w:rsid w:val="00DF5623"/>
    <w:rsid w:val="00DF7334"/>
    <w:rsid w:val="00E03EF2"/>
    <w:rsid w:val="00E10777"/>
    <w:rsid w:val="00E10C4D"/>
    <w:rsid w:val="00E12EFC"/>
    <w:rsid w:val="00E138BC"/>
    <w:rsid w:val="00E13E6A"/>
    <w:rsid w:val="00E15057"/>
    <w:rsid w:val="00E15301"/>
    <w:rsid w:val="00E15FA4"/>
    <w:rsid w:val="00E20B7D"/>
    <w:rsid w:val="00E2101F"/>
    <w:rsid w:val="00E21D45"/>
    <w:rsid w:val="00E22BA9"/>
    <w:rsid w:val="00E26172"/>
    <w:rsid w:val="00E34750"/>
    <w:rsid w:val="00E36EB3"/>
    <w:rsid w:val="00E3750E"/>
    <w:rsid w:val="00E4031B"/>
    <w:rsid w:val="00E40B64"/>
    <w:rsid w:val="00E41828"/>
    <w:rsid w:val="00E42955"/>
    <w:rsid w:val="00E42A81"/>
    <w:rsid w:val="00E4526E"/>
    <w:rsid w:val="00E4680E"/>
    <w:rsid w:val="00E507CD"/>
    <w:rsid w:val="00E52802"/>
    <w:rsid w:val="00E53D73"/>
    <w:rsid w:val="00E55BA9"/>
    <w:rsid w:val="00E564BD"/>
    <w:rsid w:val="00E63A09"/>
    <w:rsid w:val="00E65C74"/>
    <w:rsid w:val="00E706DF"/>
    <w:rsid w:val="00E72181"/>
    <w:rsid w:val="00E73417"/>
    <w:rsid w:val="00E740EC"/>
    <w:rsid w:val="00E7626F"/>
    <w:rsid w:val="00E76837"/>
    <w:rsid w:val="00E76FBF"/>
    <w:rsid w:val="00E77331"/>
    <w:rsid w:val="00E77AB9"/>
    <w:rsid w:val="00E85618"/>
    <w:rsid w:val="00E85AC5"/>
    <w:rsid w:val="00E85B2E"/>
    <w:rsid w:val="00E9521E"/>
    <w:rsid w:val="00E95293"/>
    <w:rsid w:val="00EA0E72"/>
    <w:rsid w:val="00EA1122"/>
    <w:rsid w:val="00EA4F12"/>
    <w:rsid w:val="00EA51A3"/>
    <w:rsid w:val="00EB3794"/>
    <w:rsid w:val="00EB3A96"/>
    <w:rsid w:val="00EC2083"/>
    <w:rsid w:val="00EC6D17"/>
    <w:rsid w:val="00EC76CC"/>
    <w:rsid w:val="00ED1691"/>
    <w:rsid w:val="00ED4541"/>
    <w:rsid w:val="00EE4AEC"/>
    <w:rsid w:val="00EE720F"/>
    <w:rsid w:val="00EE73E0"/>
    <w:rsid w:val="00EF0BBC"/>
    <w:rsid w:val="00EF14D0"/>
    <w:rsid w:val="00EF1E85"/>
    <w:rsid w:val="00EF5A37"/>
    <w:rsid w:val="00EF6737"/>
    <w:rsid w:val="00EF6CC3"/>
    <w:rsid w:val="00F0004F"/>
    <w:rsid w:val="00F01357"/>
    <w:rsid w:val="00F02268"/>
    <w:rsid w:val="00F02584"/>
    <w:rsid w:val="00F03E26"/>
    <w:rsid w:val="00F042FC"/>
    <w:rsid w:val="00F05DAE"/>
    <w:rsid w:val="00F069E0"/>
    <w:rsid w:val="00F10807"/>
    <w:rsid w:val="00F11322"/>
    <w:rsid w:val="00F148FD"/>
    <w:rsid w:val="00F14FC6"/>
    <w:rsid w:val="00F15A19"/>
    <w:rsid w:val="00F21631"/>
    <w:rsid w:val="00F21E9F"/>
    <w:rsid w:val="00F221E2"/>
    <w:rsid w:val="00F263DA"/>
    <w:rsid w:val="00F30903"/>
    <w:rsid w:val="00F30A29"/>
    <w:rsid w:val="00F32558"/>
    <w:rsid w:val="00F33502"/>
    <w:rsid w:val="00F35D1E"/>
    <w:rsid w:val="00F402CB"/>
    <w:rsid w:val="00F402E6"/>
    <w:rsid w:val="00F44C31"/>
    <w:rsid w:val="00F5361C"/>
    <w:rsid w:val="00F60865"/>
    <w:rsid w:val="00F60B97"/>
    <w:rsid w:val="00F61098"/>
    <w:rsid w:val="00F616CB"/>
    <w:rsid w:val="00F6493A"/>
    <w:rsid w:val="00F651D5"/>
    <w:rsid w:val="00F65BDE"/>
    <w:rsid w:val="00F676B9"/>
    <w:rsid w:val="00F711DF"/>
    <w:rsid w:val="00F72B7C"/>
    <w:rsid w:val="00F72F83"/>
    <w:rsid w:val="00F73420"/>
    <w:rsid w:val="00F774F5"/>
    <w:rsid w:val="00F775AC"/>
    <w:rsid w:val="00F82275"/>
    <w:rsid w:val="00F914C5"/>
    <w:rsid w:val="00F91EE7"/>
    <w:rsid w:val="00F9278C"/>
    <w:rsid w:val="00F92AC1"/>
    <w:rsid w:val="00FA0DB7"/>
    <w:rsid w:val="00FA26CA"/>
    <w:rsid w:val="00FA3274"/>
    <w:rsid w:val="00FA34FB"/>
    <w:rsid w:val="00FA61B8"/>
    <w:rsid w:val="00FB07C1"/>
    <w:rsid w:val="00FB1930"/>
    <w:rsid w:val="00FB299A"/>
    <w:rsid w:val="00FB395E"/>
    <w:rsid w:val="00FB5C3A"/>
    <w:rsid w:val="00FC2CC3"/>
    <w:rsid w:val="00FC4AA0"/>
    <w:rsid w:val="00FC5DB7"/>
    <w:rsid w:val="00FD0C7A"/>
    <w:rsid w:val="00FD197B"/>
    <w:rsid w:val="00FD2A2D"/>
    <w:rsid w:val="00FD3085"/>
    <w:rsid w:val="00FD31CD"/>
    <w:rsid w:val="00FD3D55"/>
    <w:rsid w:val="00FE0104"/>
    <w:rsid w:val="00FE250A"/>
    <w:rsid w:val="00FE382C"/>
    <w:rsid w:val="00FF004B"/>
    <w:rsid w:val="00FF04D5"/>
    <w:rsid w:val="00FF07B2"/>
    <w:rsid w:val="15C90F69"/>
    <w:rsid w:val="1CA7CF6A"/>
    <w:rsid w:val="1DF8875C"/>
    <w:rsid w:val="2B52341B"/>
    <w:rsid w:val="360E846D"/>
    <w:rsid w:val="3CFCE340"/>
    <w:rsid w:val="46952FB9"/>
    <w:rsid w:val="55E661A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F83EF"/>
  <w15:docId w15:val="{95A34B72-3DF1-410C-A70D-48F1C2F1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446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 w:type="paragraph" w:customStyle="1" w:styleId="paragraph">
    <w:name w:val="paragraph"/>
    <w:basedOn w:val="Normal"/>
    <w:rsid w:val="00FC2CC3"/>
    <w:pPr>
      <w:spacing w:before="100" w:beforeAutospacing="1" w:after="100" w:afterAutospacing="1"/>
    </w:pPr>
    <w:rPr>
      <w:rFonts w:ascii="Times New Roman" w:hAnsi="Times New Roman"/>
      <w:lang w:val="en-CA" w:eastAsia="en-CA"/>
    </w:rPr>
  </w:style>
  <w:style w:type="character" w:customStyle="1" w:styleId="tabchar">
    <w:name w:val="tabchar"/>
    <w:basedOn w:val="DefaultParagraphFont"/>
    <w:rsid w:val="00FC2CC3"/>
  </w:style>
  <w:style w:type="character" w:customStyle="1" w:styleId="contentcontrolboundarysink">
    <w:name w:val="contentcontrolboundarysink"/>
    <w:basedOn w:val="DefaultParagraphFont"/>
    <w:rsid w:val="00FC2CC3"/>
  </w:style>
  <w:style w:type="table" w:customStyle="1" w:styleId="TableGrid1">
    <w:name w:val="Table Grid1"/>
    <w:basedOn w:val="TableNormal"/>
    <w:next w:val="TableGrid"/>
    <w:uiPriority w:val="59"/>
    <w:rsid w:val="00BE338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24466"/>
    <w:rPr>
      <w:rFonts w:asciiTheme="majorHAnsi" w:eastAsiaTheme="majorEastAsia" w:hAnsiTheme="majorHAnsi" w:cstheme="majorBidi"/>
      <w:color w:val="365F91" w:themeColor="accent1" w:themeShade="BF"/>
      <w:sz w:val="26"/>
      <w:szCs w:val="26"/>
    </w:rPr>
  </w:style>
  <w:style w:type="character" w:customStyle="1" w:styleId="Style1">
    <w:name w:val="Style1"/>
    <w:basedOn w:val="DefaultParagraphFont"/>
    <w:uiPriority w:val="1"/>
    <w:rsid w:val="00935CB9"/>
    <w:rPr>
      <w:rFonts w:ascii="Questa Sans" w:hAnsi="Questa Sans"/>
    </w:rPr>
  </w:style>
  <w:style w:type="character" w:customStyle="1" w:styleId="Style2">
    <w:name w:val="Style2"/>
    <w:basedOn w:val="DefaultParagraphFont"/>
    <w:uiPriority w:val="1"/>
    <w:rsid w:val="00F91EE7"/>
    <w:rPr>
      <w:rFonts w:ascii="Questa Sans" w:hAnsi="Questa Sans"/>
      <w:sz w:val="22"/>
    </w:rPr>
  </w:style>
  <w:style w:type="character" w:customStyle="1" w:styleId="Style3">
    <w:name w:val="Style3"/>
    <w:basedOn w:val="DefaultParagraphFont"/>
    <w:uiPriority w:val="1"/>
    <w:rsid w:val="006C4E58"/>
    <w:rPr>
      <w:rFonts w:ascii="Questa Sans" w:hAnsi="Questa Sans"/>
      <w:sz w:val="22"/>
    </w:rPr>
  </w:style>
  <w:style w:type="character" w:customStyle="1" w:styleId="Style4">
    <w:name w:val="Style4"/>
    <w:basedOn w:val="DefaultParagraphFont"/>
    <w:uiPriority w:val="1"/>
    <w:rsid w:val="006C4E58"/>
    <w:rPr>
      <w:rFonts w:ascii="Questa Sans" w:hAnsi="Questa Sans"/>
      <w:sz w:val="20"/>
    </w:rPr>
  </w:style>
  <w:style w:type="character" w:customStyle="1" w:styleId="Style5">
    <w:name w:val="Style5"/>
    <w:basedOn w:val="DefaultParagraphFont"/>
    <w:uiPriority w:val="1"/>
    <w:rsid w:val="00322F27"/>
    <w:rPr>
      <w:rFonts w:ascii="Questa Sans" w:hAnsi="Questa Sans"/>
      <w:sz w:val="20"/>
    </w:rPr>
  </w:style>
  <w:style w:type="character" w:customStyle="1" w:styleId="Style6">
    <w:name w:val="Style6"/>
    <w:basedOn w:val="DefaultParagraphFont"/>
    <w:uiPriority w:val="1"/>
    <w:rsid w:val="00221695"/>
    <w:rPr>
      <w:rFonts w:ascii="Questa Sans" w:hAnsi="Questa Sans"/>
      <w:sz w:val="22"/>
    </w:rPr>
  </w:style>
  <w:style w:type="character" w:customStyle="1" w:styleId="Style7">
    <w:name w:val="Style7"/>
    <w:basedOn w:val="DefaultParagraphFont"/>
    <w:uiPriority w:val="1"/>
    <w:rsid w:val="00862171"/>
    <w:rPr>
      <w:rFonts w:ascii="Questa Sans" w:hAnsi="Questa Sans"/>
      <w:sz w:val="20"/>
    </w:rPr>
  </w:style>
  <w:style w:type="character" w:customStyle="1" w:styleId="Style8">
    <w:name w:val="Style8"/>
    <w:basedOn w:val="DefaultParagraphFont"/>
    <w:uiPriority w:val="1"/>
    <w:rsid w:val="00862171"/>
    <w:rPr>
      <w:rFonts w:ascii="Questa Sans" w:hAnsi="Questa Sans"/>
      <w:sz w:val="20"/>
    </w:rPr>
  </w:style>
  <w:style w:type="character" w:customStyle="1" w:styleId="Style9">
    <w:name w:val="Style9"/>
    <w:basedOn w:val="DefaultParagraphFont"/>
    <w:uiPriority w:val="1"/>
    <w:rsid w:val="000945F6"/>
    <w:rPr>
      <w:rFonts w:ascii="Questa Sans" w:hAnsi="Questa Sans"/>
      <w:sz w:val="20"/>
    </w:rPr>
  </w:style>
  <w:style w:type="character" w:customStyle="1" w:styleId="Style10">
    <w:name w:val="Style10"/>
    <w:basedOn w:val="DefaultParagraphFont"/>
    <w:uiPriority w:val="1"/>
    <w:rsid w:val="000945F6"/>
    <w:rPr>
      <w:rFonts w:ascii="Questa Sans" w:hAnsi="Questa Sans"/>
      <w:sz w:val="20"/>
    </w:rPr>
  </w:style>
  <w:style w:type="character" w:customStyle="1" w:styleId="Style11">
    <w:name w:val="Style11"/>
    <w:basedOn w:val="DefaultParagraphFont"/>
    <w:uiPriority w:val="1"/>
    <w:rsid w:val="000945F6"/>
    <w:rPr>
      <w:rFonts w:ascii="Questa Sans" w:hAnsi="Questa Sans"/>
      <w:sz w:val="20"/>
    </w:rPr>
  </w:style>
  <w:style w:type="character" w:customStyle="1" w:styleId="Style12">
    <w:name w:val="Style12"/>
    <w:basedOn w:val="DefaultParagraphFont"/>
    <w:uiPriority w:val="1"/>
    <w:rsid w:val="00BC0D8C"/>
    <w:rPr>
      <w:rFonts w:ascii="Questa Sans" w:hAnsi="Questa Sans"/>
      <w:sz w:val="20"/>
    </w:rPr>
  </w:style>
  <w:style w:type="character" w:customStyle="1" w:styleId="Style13">
    <w:name w:val="Style13"/>
    <w:basedOn w:val="DefaultParagraphFont"/>
    <w:uiPriority w:val="1"/>
    <w:rsid w:val="00BC0D8C"/>
    <w:rPr>
      <w:rFonts w:ascii="Questa Sans" w:hAnsi="Questa Sans"/>
      <w:sz w:val="20"/>
    </w:rPr>
  </w:style>
  <w:style w:type="character" w:customStyle="1" w:styleId="Style14">
    <w:name w:val="Style14"/>
    <w:basedOn w:val="DefaultParagraphFont"/>
    <w:uiPriority w:val="1"/>
    <w:rsid w:val="00BC0D8C"/>
    <w:rPr>
      <w:rFonts w:ascii="Questa Sans" w:hAnsi="Questa Sans"/>
      <w:sz w:val="20"/>
    </w:rPr>
  </w:style>
  <w:style w:type="character" w:customStyle="1" w:styleId="Style15">
    <w:name w:val="Style15"/>
    <w:basedOn w:val="DefaultParagraphFont"/>
    <w:uiPriority w:val="1"/>
    <w:rsid w:val="009839CC"/>
    <w:rPr>
      <w:rFonts w:ascii="Questa Sans" w:hAnsi="Questa Sans"/>
      <w:sz w:val="20"/>
    </w:rPr>
  </w:style>
  <w:style w:type="character" w:customStyle="1" w:styleId="Style16">
    <w:name w:val="Style16"/>
    <w:basedOn w:val="DefaultParagraphFont"/>
    <w:uiPriority w:val="1"/>
    <w:rsid w:val="00EC6D17"/>
    <w:rPr>
      <w:rFonts w:ascii="Questa Sans" w:hAnsi="Questa Sans"/>
      <w:sz w:val="22"/>
    </w:rPr>
  </w:style>
  <w:style w:type="character" w:customStyle="1" w:styleId="Style17">
    <w:name w:val="Style17"/>
    <w:basedOn w:val="DefaultParagraphFont"/>
    <w:uiPriority w:val="1"/>
    <w:rsid w:val="00CE1B7D"/>
    <w:rPr>
      <w:rFonts w:ascii="Questa Sans" w:hAnsi="Questa Sans"/>
      <w:color w:val="FF0000"/>
      <w:sz w:val="20"/>
    </w:rPr>
  </w:style>
  <w:style w:type="character" w:customStyle="1" w:styleId="Style18">
    <w:name w:val="Style18"/>
    <w:basedOn w:val="DefaultParagraphFont"/>
    <w:uiPriority w:val="1"/>
    <w:rsid w:val="0018709A"/>
    <w:rPr>
      <w:rFonts w:ascii="Questa Sans" w:hAnsi="Questa Sans"/>
      <w:sz w:val="20"/>
    </w:rPr>
  </w:style>
  <w:style w:type="character" w:customStyle="1" w:styleId="Style19">
    <w:name w:val="Style19"/>
    <w:basedOn w:val="DefaultParagraphFont"/>
    <w:uiPriority w:val="1"/>
    <w:rsid w:val="0018709A"/>
    <w:rPr>
      <w:rFonts w:ascii="Questa Sans" w:hAnsi="Questa Sans"/>
      <w:sz w:val="20"/>
    </w:rPr>
  </w:style>
  <w:style w:type="character" w:customStyle="1" w:styleId="Style20">
    <w:name w:val="Style20"/>
    <w:basedOn w:val="DefaultParagraphFont"/>
    <w:uiPriority w:val="1"/>
    <w:rsid w:val="0018709A"/>
    <w:rPr>
      <w:rFonts w:ascii="Questa Sans" w:hAnsi="Questa Sans"/>
      <w:sz w:val="20"/>
    </w:rPr>
  </w:style>
  <w:style w:type="character" w:customStyle="1" w:styleId="Style21">
    <w:name w:val="Style21"/>
    <w:basedOn w:val="DefaultParagraphFont"/>
    <w:uiPriority w:val="1"/>
    <w:rsid w:val="0018709A"/>
    <w:rPr>
      <w:rFonts w:ascii="Questa Sans" w:hAnsi="Questa Sans"/>
      <w:sz w:val="20"/>
    </w:rPr>
  </w:style>
  <w:style w:type="character" w:customStyle="1" w:styleId="Style22">
    <w:name w:val="Style22"/>
    <w:basedOn w:val="DefaultParagraphFont"/>
    <w:uiPriority w:val="1"/>
    <w:rsid w:val="0018709A"/>
    <w:rPr>
      <w:rFonts w:ascii="Questa Sans" w:hAnsi="Questa Sans"/>
      <w:color w:val="FF0000"/>
      <w:sz w:val="20"/>
    </w:rPr>
  </w:style>
  <w:style w:type="character" w:customStyle="1" w:styleId="Style23">
    <w:name w:val="Style23"/>
    <w:basedOn w:val="DefaultParagraphFont"/>
    <w:uiPriority w:val="1"/>
    <w:rsid w:val="0018709A"/>
    <w:rPr>
      <w:rFonts w:ascii="Questa Sans" w:hAnsi="Questa Sans"/>
      <w:color w:val="FF0000"/>
      <w:sz w:val="20"/>
    </w:rPr>
  </w:style>
  <w:style w:type="character" w:customStyle="1" w:styleId="Style24">
    <w:name w:val="Style24"/>
    <w:basedOn w:val="DefaultParagraphFont"/>
    <w:uiPriority w:val="1"/>
    <w:rsid w:val="00DB58E3"/>
    <w:rPr>
      <w:rFonts w:ascii="Questa Sans" w:hAnsi="Questa Sans"/>
      <w:color w:val="FF0000"/>
      <w:sz w:val="20"/>
    </w:rPr>
  </w:style>
  <w:style w:type="character" w:customStyle="1" w:styleId="Style25">
    <w:name w:val="Style25"/>
    <w:basedOn w:val="DefaultParagraphFont"/>
    <w:uiPriority w:val="1"/>
    <w:rsid w:val="00DB58E3"/>
    <w:rPr>
      <w:rFonts w:ascii="Questa Sans" w:hAnsi="Questa Sans"/>
      <w:color w:val="FF0000"/>
      <w:sz w:val="20"/>
    </w:rPr>
  </w:style>
  <w:style w:type="character" w:customStyle="1" w:styleId="Style26">
    <w:name w:val="Style26"/>
    <w:basedOn w:val="DefaultParagraphFont"/>
    <w:uiPriority w:val="1"/>
    <w:rsid w:val="00D21F28"/>
    <w:rPr>
      <w:rFonts w:ascii="Questa Sans" w:hAnsi="Questa Sans"/>
      <w:color w:val="auto"/>
      <w:sz w:val="22"/>
    </w:rPr>
  </w:style>
  <w:style w:type="character" w:customStyle="1" w:styleId="Style27">
    <w:name w:val="Style27"/>
    <w:basedOn w:val="DefaultParagraphFont"/>
    <w:uiPriority w:val="1"/>
    <w:rsid w:val="00D21F28"/>
    <w:rPr>
      <w:rFonts w:ascii="Questa Sans" w:hAnsi="Questa Sans"/>
      <w:color w:val="auto"/>
      <w:sz w:val="22"/>
    </w:rPr>
  </w:style>
  <w:style w:type="character" w:customStyle="1" w:styleId="Style28">
    <w:name w:val="Style28"/>
    <w:basedOn w:val="DefaultParagraphFont"/>
    <w:uiPriority w:val="1"/>
    <w:rsid w:val="00D51E6B"/>
    <w:rPr>
      <w:rFonts w:ascii="Questa Sans" w:hAnsi="Questa Sans"/>
      <w:color w:val="auto"/>
      <w:sz w:val="22"/>
    </w:rPr>
  </w:style>
  <w:style w:type="character" w:customStyle="1" w:styleId="Style29">
    <w:name w:val="Style29"/>
    <w:basedOn w:val="DefaultParagraphFont"/>
    <w:uiPriority w:val="1"/>
    <w:rsid w:val="004A1510"/>
    <w:rPr>
      <w:rFonts w:ascii="Questa Sans" w:hAnsi="Questa San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wp-content/uploads/2022/02/Mitacs_Intern_COI_Form.zip" TargetMode="External"/><Relationship Id="rId18" Type="http://schemas.openxmlformats.org/officeDocument/2006/relationships/footer" Target="footer1.xml"/><Relationship Id="rId26" Type="http://schemas.openxmlformats.org/officeDocument/2006/relationships/hyperlink" Target="http://www.mitacs.ca/en/privacy-policy" TargetMode="External"/><Relationship Id="rId3" Type="http://schemas.openxmlformats.org/officeDocument/2006/relationships/customXml" Target="../customXml/item3.xml"/><Relationship Id="rId21" Type="http://schemas.openxmlformats.org/officeDocument/2006/relationships/hyperlink" Target="http://www.mitacs.ca/en/programs/accelerate/project-responsibilities" TargetMode="External"/><Relationship Id="rId7" Type="http://schemas.openxmlformats.org/officeDocument/2006/relationships/settings" Target="settings.xml"/><Relationship Id="rId12" Type="http://schemas.openxmlformats.org/officeDocument/2006/relationships/hyperlink" Target="https://www.mitacs.ca/about/policies/" TargetMode="External"/><Relationship Id="rId17" Type="http://schemas.openxmlformats.org/officeDocument/2006/relationships/header" Target="header1.xml"/><Relationship Id="rId25" Type="http://schemas.openxmlformats.org/officeDocument/2006/relationships/hyperlink" Target="https://www.mitacs.ca/node/20705" TargetMode="External"/><Relationship Id="rId2" Type="http://schemas.openxmlformats.org/officeDocument/2006/relationships/customXml" Target="../customXml/item2.xml"/><Relationship Id="rId16"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20" Type="http://schemas.openxmlformats.org/officeDocument/2006/relationships/footer" Target="footer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subventions@mitacs.ca" TargetMode="External"/><Relationship Id="rId24" Type="http://schemas.openxmlformats.org/officeDocument/2006/relationships/hyperlink" Target="http://www.mitacs.ca/en/project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ience.gc.ca/site/science/en/safeguarding-your-research/guidelines-and-tools-implement-research-security/named-research-organizations" TargetMode="External"/><Relationship Id="rId23" Type="http://schemas.openxmlformats.org/officeDocument/2006/relationships/hyperlink" Target="https://www.mitacs.ca/en/programs/accelerate/faq"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en/safeguarding-your-research/guidelines-and-tools-implement-research-security/sensitive-technology-research-and-affiliations-concern/named-research-organizations" TargetMode="External"/><Relationship Id="rId22" Type="http://schemas.openxmlformats.org/officeDocument/2006/relationships/hyperlink" Target="https://www.mitacs.ca/our-programs/accelerate/" TargetMode="External"/><Relationship Id="rId27" Type="http://schemas.openxmlformats.org/officeDocument/2006/relationships/header" Target="header3.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png"/><Relationship Id="rId1" Type="http://schemas.openxmlformats.org/officeDocument/2006/relationships/image" Target="media/image3.png"/><Relationship Id="rId4"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tura\OneDrive%20-%20Mitacs%20Inc\Desktop\MY%20DESKTOP\Mitacs%20Accelerate%20New%20Intern%20Profile%20Form%20(EN)%20-%2020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51FBAAF861481BBEF966D4BEB81FCC"/>
        <w:category>
          <w:name w:val="General"/>
          <w:gallery w:val="placeholder"/>
        </w:category>
        <w:types>
          <w:type w:val="bbPlcHdr"/>
        </w:types>
        <w:behaviors>
          <w:behavior w:val="content"/>
        </w:behaviors>
        <w:guid w:val="{484E712D-6CA2-4CA3-ACDC-182412A783C2}"/>
      </w:docPartPr>
      <w:docPartBody>
        <w:p w:rsidR="007411B2" w:rsidRDefault="0023229C" w:rsidP="0023229C">
          <w:pPr>
            <w:pStyle w:val="CC51FBAAF861481BBEF966D4BEB81FCC"/>
          </w:pPr>
          <w:r w:rsidRPr="00AB453A">
            <w:rPr>
              <w:rStyle w:val="PlaceholderText"/>
              <w:rFonts w:ascii="Questa Sans" w:eastAsiaTheme="minorHAnsi" w:hAnsi="Questa Sans"/>
              <w:color w:val="808080" w:themeColor="background1" w:themeShade="80"/>
              <w:sz w:val="20"/>
              <w:szCs w:val="20"/>
            </w:rPr>
            <w:t>Select degree level</w:t>
          </w:r>
        </w:p>
      </w:docPartBody>
    </w:docPart>
    <w:docPart>
      <w:docPartPr>
        <w:name w:val="1AE88C8F9D3C406EACC33B0C12781A06"/>
        <w:category>
          <w:name w:val="General"/>
          <w:gallery w:val="placeholder"/>
        </w:category>
        <w:types>
          <w:type w:val="bbPlcHdr"/>
        </w:types>
        <w:behaviors>
          <w:behavior w:val="content"/>
        </w:behaviors>
        <w:guid w:val="{447B69EC-23E2-47FB-8812-24A97A44C7D6}"/>
      </w:docPartPr>
      <w:docPartBody>
        <w:p w:rsidR="00F94ED5" w:rsidRDefault="0023229C" w:rsidP="0023229C">
          <w:pPr>
            <w:pStyle w:val="1AE88C8F9D3C406EACC33B0C12781A06"/>
          </w:pPr>
          <w:r w:rsidRPr="00AB453A">
            <w:rPr>
              <w:rStyle w:val="PlaceholderText"/>
              <w:rFonts w:ascii="Questa Sans" w:hAnsi="Questa Sans"/>
              <w:sz w:val="20"/>
              <w:szCs w:val="20"/>
            </w:rPr>
            <w:t>Click here to enter a date.</w:t>
          </w:r>
        </w:p>
      </w:docPartBody>
    </w:docPart>
    <w:docPart>
      <w:docPartPr>
        <w:name w:val="B1E9871842B84808B4D75D0EAAFF1782"/>
        <w:category>
          <w:name w:val="General"/>
          <w:gallery w:val="placeholder"/>
        </w:category>
        <w:types>
          <w:type w:val="bbPlcHdr"/>
        </w:types>
        <w:behaviors>
          <w:behavior w:val="content"/>
        </w:behaviors>
        <w:guid w:val="{3D815B0D-F57E-4CB7-94CE-C455F875F52B}"/>
      </w:docPartPr>
      <w:docPartBody>
        <w:p w:rsidR="00F94ED5" w:rsidRDefault="0023229C" w:rsidP="0023229C">
          <w:pPr>
            <w:pStyle w:val="B1E9871842B84808B4D75D0EAAFF1782"/>
          </w:pPr>
          <w:r w:rsidRPr="006830E8">
            <w:rPr>
              <w:rFonts w:ascii="Questa Sans" w:hAnsi="Questa Sans" w:cs="Arial"/>
              <w:bCs/>
              <w:color w:val="808080" w:themeColor="background1" w:themeShade="80"/>
              <w:sz w:val="20"/>
              <w:szCs w:val="20"/>
              <w:lang w:val="en-CA"/>
            </w:rPr>
            <w:t>Choose an item.</w:t>
          </w:r>
        </w:p>
      </w:docPartBody>
    </w:docPart>
    <w:docPart>
      <w:docPartPr>
        <w:name w:val="A2F7A39EEE4448628EAE779A917F74A6"/>
        <w:category>
          <w:name w:val="General"/>
          <w:gallery w:val="placeholder"/>
        </w:category>
        <w:types>
          <w:type w:val="bbPlcHdr"/>
        </w:types>
        <w:behaviors>
          <w:behavior w:val="content"/>
        </w:behaviors>
        <w:guid w:val="{141FB73B-8B68-4167-82B7-689F06870F9D}"/>
      </w:docPartPr>
      <w:docPartBody>
        <w:p w:rsidR="00F94ED5" w:rsidRDefault="0023229C" w:rsidP="0023229C">
          <w:pPr>
            <w:pStyle w:val="A2F7A39EEE4448628EAE779A917F74A6"/>
          </w:pPr>
          <w:r w:rsidRPr="006830E8">
            <w:rPr>
              <w:rFonts w:ascii="Questa Sans" w:hAnsi="Questa Sans" w:cs="Arial"/>
              <w:bCs/>
              <w:color w:val="808080" w:themeColor="background1" w:themeShade="80"/>
              <w:sz w:val="20"/>
              <w:szCs w:val="20"/>
              <w:lang w:val="en-CA"/>
            </w:rPr>
            <w:t>Choose an item.</w:t>
          </w:r>
        </w:p>
      </w:docPartBody>
    </w:docPart>
    <w:docPart>
      <w:docPartPr>
        <w:name w:val="6612797A368F47E3A04A15A05432F3A9"/>
        <w:category>
          <w:name w:val="General"/>
          <w:gallery w:val="placeholder"/>
        </w:category>
        <w:types>
          <w:type w:val="bbPlcHdr"/>
        </w:types>
        <w:behaviors>
          <w:behavior w:val="content"/>
        </w:behaviors>
        <w:guid w:val="{7233AB60-DABE-4520-82BA-F3EDF4F8D493}"/>
      </w:docPartPr>
      <w:docPartBody>
        <w:p w:rsidR="00F94ED5" w:rsidRDefault="0023229C" w:rsidP="0023229C">
          <w:pPr>
            <w:pStyle w:val="6612797A368F47E3A04A15A05432F3A9"/>
          </w:pPr>
          <w:r w:rsidRPr="006830E8">
            <w:rPr>
              <w:rFonts w:ascii="Questa Sans" w:hAnsi="Questa Sans" w:cs="Arial"/>
              <w:bCs/>
              <w:color w:val="808080" w:themeColor="background1" w:themeShade="80"/>
              <w:sz w:val="20"/>
              <w:szCs w:val="20"/>
              <w:lang w:val="en-CA"/>
            </w:rPr>
            <w:t>Choose an item.</w:t>
          </w:r>
        </w:p>
      </w:docPartBody>
    </w:docPart>
    <w:docPart>
      <w:docPartPr>
        <w:name w:val="1910A2523AC14A3BA65610364AFA4063"/>
        <w:category>
          <w:name w:val="General"/>
          <w:gallery w:val="placeholder"/>
        </w:category>
        <w:types>
          <w:type w:val="bbPlcHdr"/>
        </w:types>
        <w:behaviors>
          <w:behavior w:val="content"/>
        </w:behaviors>
        <w:guid w:val="{E2C1EBD6-103D-4823-8B66-8F4BE669DBC0}"/>
      </w:docPartPr>
      <w:docPartBody>
        <w:p w:rsidR="00F94ED5" w:rsidRDefault="0023229C" w:rsidP="0023229C">
          <w:pPr>
            <w:pStyle w:val="1910A2523AC14A3BA65610364AFA4063"/>
          </w:pPr>
          <w:r w:rsidRPr="006830E8">
            <w:rPr>
              <w:rFonts w:ascii="Questa Sans" w:hAnsi="Questa Sans" w:cs="Arial"/>
              <w:bCs/>
              <w:color w:val="808080" w:themeColor="background1" w:themeShade="80"/>
              <w:sz w:val="20"/>
              <w:szCs w:val="20"/>
              <w:lang w:val="en-CA"/>
            </w:rPr>
            <w:t>Choose an item.</w:t>
          </w:r>
        </w:p>
      </w:docPartBody>
    </w:docPart>
    <w:docPart>
      <w:docPartPr>
        <w:name w:val="CD58F437361B4966B4C954836F3005AA"/>
        <w:category>
          <w:name w:val="General"/>
          <w:gallery w:val="placeholder"/>
        </w:category>
        <w:types>
          <w:type w:val="bbPlcHdr"/>
        </w:types>
        <w:behaviors>
          <w:behavior w:val="content"/>
        </w:behaviors>
        <w:guid w:val="{8F70DAB5-6AED-40F9-A9CA-A031CA96BAD5}"/>
      </w:docPartPr>
      <w:docPartBody>
        <w:p w:rsidR="00F94ED5" w:rsidRDefault="0023229C" w:rsidP="0023229C">
          <w:pPr>
            <w:pStyle w:val="CD58F437361B4966B4C954836F3005AA"/>
          </w:pPr>
          <w:r w:rsidRPr="00811289">
            <w:rPr>
              <w:rStyle w:val="PlaceholderText"/>
              <w:rFonts w:ascii="Questa Sans" w:hAnsi="Questa Sans"/>
              <w:sz w:val="20"/>
              <w:szCs w:val="20"/>
            </w:rPr>
            <w:t>Click here to enter a date</w:t>
          </w:r>
          <w:r w:rsidRPr="001132E1">
            <w:rPr>
              <w:rStyle w:val="PlaceholderText"/>
              <w:sz w:val="20"/>
              <w:szCs w:val="20"/>
            </w:rPr>
            <w:t>.</w:t>
          </w:r>
        </w:p>
      </w:docPartBody>
    </w:docPart>
    <w:docPart>
      <w:docPartPr>
        <w:name w:val="1A5940A9B3374024A1C1EEB8D391D6D2"/>
        <w:category>
          <w:name w:val="General"/>
          <w:gallery w:val="placeholder"/>
        </w:category>
        <w:types>
          <w:type w:val="bbPlcHdr"/>
        </w:types>
        <w:behaviors>
          <w:behavior w:val="content"/>
        </w:behaviors>
        <w:guid w:val="{0FBFB508-384D-43DE-8C6A-9C2653F344CF}"/>
      </w:docPartPr>
      <w:docPartBody>
        <w:p w:rsidR="003C3F32" w:rsidRDefault="0023229C" w:rsidP="0023229C">
          <w:pPr>
            <w:pStyle w:val="1A5940A9B3374024A1C1EEB8D391D6D2"/>
          </w:pPr>
          <w:r w:rsidRPr="00AF502A">
            <w:rPr>
              <w:rStyle w:val="PlaceholderText"/>
              <w:rFonts w:ascii="Questa Sans" w:eastAsiaTheme="minorHAnsi" w:hAnsi="Questa Sans"/>
              <w:color w:val="808080" w:themeColor="background1" w:themeShade="80"/>
              <w:sz w:val="20"/>
              <w:szCs w:val="20"/>
            </w:rPr>
            <w:t>Select yes/no</w:t>
          </w:r>
        </w:p>
      </w:docPartBody>
    </w:docPart>
    <w:docPart>
      <w:docPartPr>
        <w:name w:val="F1F82F1FCCC346598C9E560BA1EFCFC4"/>
        <w:category>
          <w:name w:val="General"/>
          <w:gallery w:val="placeholder"/>
        </w:category>
        <w:types>
          <w:type w:val="bbPlcHdr"/>
        </w:types>
        <w:behaviors>
          <w:behavior w:val="content"/>
        </w:behaviors>
        <w:guid w:val="{DC5057A9-9FE1-4A5B-A123-F4AF6A99D3DB}"/>
      </w:docPartPr>
      <w:docPartBody>
        <w:p w:rsidR="003C3F32" w:rsidRDefault="0023229C" w:rsidP="0023229C">
          <w:pPr>
            <w:pStyle w:val="F1F82F1FCCC346598C9E560BA1EFCFC4"/>
          </w:pPr>
          <w:r w:rsidRPr="00FF004B">
            <w:rPr>
              <w:rStyle w:val="PlaceholderText"/>
              <w:rFonts w:ascii="Questa Sans" w:eastAsiaTheme="minorHAnsi" w:hAnsi="Questa Sans"/>
              <w:color w:val="FF0000"/>
              <w:sz w:val="20"/>
              <w:szCs w:val="20"/>
            </w:rPr>
            <w:t>Select yes/no</w:t>
          </w:r>
        </w:p>
      </w:docPartBody>
    </w:docPart>
    <w:docPart>
      <w:docPartPr>
        <w:name w:val="73563E0C6E6C4C0B9BE6B4866EAB73BE"/>
        <w:category>
          <w:name w:val="General"/>
          <w:gallery w:val="placeholder"/>
        </w:category>
        <w:types>
          <w:type w:val="bbPlcHdr"/>
        </w:types>
        <w:behaviors>
          <w:behavior w:val="content"/>
        </w:behaviors>
        <w:guid w:val="{E0E9CE29-218E-4A24-A414-F8B1360614D3}"/>
      </w:docPartPr>
      <w:docPartBody>
        <w:p w:rsidR="003C3F32" w:rsidRDefault="003C3F32" w:rsidP="003C3F32">
          <w:pPr>
            <w:pStyle w:val="73563E0C6E6C4C0B9BE6B4866EAB73BE"/>
          </w:pPr>
          <w:r w:rsidRPr="00162AC0">
            <w:rPr>
              <w:rStyle w:val="PlaceholderText"/>
            </w:rPr>
            <w:t>Click here to enter a date.</w:t>
          </w:r>
        </w:p>
      </w:docPartBody>
    </w:docPart>
    <w:docPart>
      <w:docPartPr>
        <w:name w:val="0BC8B27F440849CA869425C0CE94B8BD"/>
        <w:category>
          <w:name w:val="General"/>
          <w:gallery w:val="placeholder"/>
        </w:category>
        <w:types>
          <w:type w:val="bbPlcHdr"/>
        </w:types>
        <w:behaviors>
          <w:behavior w:val="content"/>
        </w:behaviors>
        <w:guid w:val="{4548F943-6BC8-4FB1-B648-D119C859B517}"/>
      </w:docPartPr>
      <w:docPartBody>
        <w:p w:rsidR="003C3F32" w:rsidRDefault="003C3F32" w:rsidP="003C3F32">
          <w:pPr>
            <w:pStyle w:val="0BC8B27F440849CA869425C0CE94B8BD"/>
          </w:pPr>
          <w:r w:rsidRPr="00162AC0">
            <w:rPr>
              <w:rStyle w:val="PlaceholderText"/>
            </w:rPr>
            <w:t>Click here to enter a date.</w:t>
          </w:r>
        </w:p>
      </w:docPartBody>
    </w:docPart>
    <w:docPart>
      <w:docPartPr>
        <w:name w:val="E183D51D313F42C89CC1549FCE9B9123"/>
        <w:category>
          <w:name w:val="General"/>
          <w:gallery w:val="placeholder"/>
        </w:category>
        <w:types>
          <w:type w:val="bbPlcHdr"/>
        </w:types>
        <w:behaviors>
          <w:behavior w:val="content"/>
        </w:behaviors>
        <w:guid w:val="{FB5C9A55-CC68-4301-9B3C-4EAB064F71A6}"/>
      </w:docPartPr>
      <w:docPartBody>
        <w:p w:rsidR="003C3F32" w:rsidRDefault="0023229C" w:rsidP="0023229C">
          <w:pPr>
            <w:pStyle w:val="E183D51D313F42C89CC1549FCE9B9123"/>
          </w:pPr>
          <w:r w:rsidRPr="000B1311">
            <w:rPr>
              <w:rStyle w:val="PlaceholderText"/>
              <w:rFonts w:ascii="Questa Sans" w:eastAsiaTheme="minorHAnsi" w:hAnsi="Questa Sans" w:cs="Arial"/>
              <w:color w:val="FF0000"/>
              <w:sz w:val="20"/>
              <w:szCs w:val="20"/>
              <w:lang w:val="en-CA"/>
            </w:rPr>
            <w:t>Select Yes or No</w:t>
          </w:r>
        </w:p>
      </w:docPartBody>
    </w:docPart>
    <w:docPart>
      <w:docPartPr>
        <w:name w:val="525AAC9982E74DFE80AB4DE743C1CC29"/>
        <w:category>
          <w:name w:val="General"/>
          <w:gallery w:val="placeholder"/>
        </w:category>
        <w:types>
          <w:type w:val="bbPlcHdr"/>
        </w:types>
        <w:behaviors>
          <w:behavior w:val="content"/>
        </w:behaviors>
        <w:guid w:val="{6C594A81-AD97-469D-B0DD-697CF10451FF}"/>
      </w:docPartPr>
      <w:docPartBody>
        <w:p w:rsidR="003C3F32" w:rsidRDefault="0023229C" w:rsidP="0023229C">
          <w:pPr>
            <w:pStyle w:val="525AAC9982E74DFE80AB4DE743C1CC29"/>
          </w:pPr>
          <w:r w:rsidRPr="00FF004B">
            <w:rPr>
              <w:rStyle w:val="PlaceholderText"/>
              <w:rFonts w:ascii="Questa Sans" w:eastAsiaTheme="minorHAnsi" w:hAnsi="Questa Sans"/>
              <w:color w:val="FF0000"/>
              <w:sz w:val="20"/>
              <w:szCs w:val="20"/>
            </w:rPr>
            <w:t>Select yes/no</w:t>
          </w:r>
        </w:p>
      </w:docPartBody>
    </w:docPart>
    <w:docPart>
      <w:docPartPr>
        <w:name w:val="17EBD2E26D83411AA9E2C098A5F6F098"/>
        <w:category>
          <w:name w:val="General"/>
          <w:gallery w:val="placeholder"/>
        </w:category>
        <w:types>
          <w:type w:val="bbPlcHdr"/>
        </w:types>
        <w:behaviors>
          <w:behavior w:val="content"/>
        </w:behaviors>
        <w:guid w:val="{DCE80309-4466-49C1-B08F-6CA132053D6E}"/>
      </w:docPartPr>
      <w:docPartBody>
        <w:p w:rsidR="003C3F32" w:rsidRDefault="0023229C" w:rsidP="0023229C">
          <w:pPr>
            <w:pStyle w:val="17EBD2E26D83411AA9E2C098A5F6F098"/>
          </w:pPr>
          <w:r w:rsidRPr="00673B42">
            <w:rPr>
              <w:rStyle w:val="PlaceholderText"/>
              <w:rFonts w:cs="Arial"/>
              <w:color w:val="FF0000"/>
              <w:sz w:val="20"/>
              <w:szCs w:val="20"/>
            </w:rPr>
            <w:t>mm-yy</w:t>
          </w:r>
        </w:p>
      </w:docPartBody>
    </w:docPart>
    <w:docPart>
      <w:docPartPr>
        <w:name w:val="0E8D4B9FC3CA45E8A3B9404A0A834640"/>
        <w:category>
          <w:name w:val="General"/>
          <w:gallery w:val="placeholder"/>
        </w:category>
        <w:types>
          <w:type w:val="bbPlcHdr"/>
        </w:types>
        <w:behaviors>
          <w:behavior w:val="content"/>
        </w:behaviors>
        <w:guid w:val="{99FE5714-BECC-49CA-B8F2-330C5DD8BD9B}"/>
      </w:docPartPr>
      <w:docPartBody>
        <w:p w:rsidR="00085FB3" w:rsidRDefault="0023229C" w:rsidP="0023229C">
          <w:pPr>
            <w:pStyle w:val="0E8D4B9FC3CA45E8A3B9404A0A834640"/>
          </w:pPr>
          <w:r w:rsidRPr="00AF502A">
            <w:rPr>
              <w:rFonts w:ascii="Questa Sans" w:hAnsi="Questa Sans" w:cs="Arial"/>
              <w:bCs/>
              <w:color w:val="808080" w:themeColor="background1" w:themeShade="80"/>
              <w:sz w:val="20"/>
              <w:szCs w:val="20"/>
              <w:lang w:val="en-CA"/>
            </w:rPr>
            <w:t>Choose an item.</w:t>
          </w:r>
        </w:p>
      </w:docPartBody>
    </w:docPart>
    <w:docPart>
      <w:docPartPr>
        <w:name w:val="48605B3246184237A4C825549E64B3A7"/>
        <w:category>
          <w:name w:val="General"/>
          <w:gallery w:val="placeholder"/>
        </w:category>
        <w:types>
          <w:type w:val="bbPlcHdr"/>
        </w:types>
        <w:behaviors>
          <w:behavior w:val="content"/>
        </w:behaviors>
        <w:guid w:val="{AC8A763D-C696-4FD6-8BC4-4168AB533701}"/>
      </w:docPartPr>
      <w:docPartBody>
        <w:p w:rsidR="00CD1BB2" w:rsidRDefault="0023229C" w:rsidP="0023229C">
          <w:pPr>
            <w:pStyle w:val="48605B3246184237A4C825549E64B3A7"/>
          </w:pPr>
          <w:r w:rsidRPr="00AB453A">
            <w:rPr>
              <w:rStyle w:val="PlaceholderText"/>
              <w:rFonts w:ascii="Questa Sans" w:eastAsiaTheme="minorHAnsi" w:hAnsi="Questa Sans"/>
              <w:sz w:val="20"/>
              <w:szCs w:val="20"/>
            </w:rPr>
            <w:t>Click or tap to enter a date</w:t>
          </w:r>
          <w:r w:rsidRPr="00F5361C">
            <w:rPr>
              <w:rStyle w:val="PlaceholderText"/>
              <w:rFonts w:eastAsiaTheme="minorHAnsi"/>
              <w:sz w:val="20"/>
              <w:szCs w:val="20"/>
            </w:rPr>
            <w:t>.</w:t>
          </w:r>
        </w:p>
      </w:docPartBody>
    </w:docPart>
    <w:docPart>
      <w:docPartPr>
        <w:name w:val="8652F034513C4BD3AD7752FC49CF64C2"/>
        <w:category>
          <w:name w:val="General"/>
          <w:gallery w:val="placeholder"/>
        </w:category>
        <w:types>
          <w:type w:val="bbPlcHdr"/>
        </w:types>
        <w:behaviors>
          <w:behavior w:val="content"/>
        </w:behaviors>
        <w:guid w:val="{8B83A458-F972-45AE-BE36-93F83F53508B}"/>
      </w:docPartPr>
      <w:docPartBody>
        <w:p w:rsidR="00475606" w:rsidRDefault="0023229C" w:rsidP="0023229C">
          <w:pPr>
            <w:pStyle w:val="8652F034513C4BD3AD7752FC49CF64C2"/>
          </w:pPr>
          <w:r w:rsidRPr="006830E8">
            <w:rPr>
              <w:rFonts w:ascii="Questa Sans" w:hAnsi="Questa Sans" w:cs="Arial"/>
              <w:sz w:val="20"/>
              <w:szCs w:val="20"/>
              <w:lang w:val="en-CA"/>
            </w:rPr>
            <w:t xml:space="preserve">                                                       </w:t>
          </w:r>
        </w:p>
      </w:docPartBody>
    </w:docPart>
    <w:docPart>
      <w:docPartPr>
        <w:name w:val="3329459A1A6048108C2E23FC0F10A8A1"/>
        <w:category>
          <w:name w:val="General"/>
          <w:gallery w:val="placeholder"/>
        </w:category>
        <w:types>
          <w:type w:val="bbPlcHdr"/>
        </w:types>
        <w:behaviors>
          <w:behavior w:val="content"/>
        </w:behaviors>
        <w:guid w:val="{2952A363-1C82-4A96-86C6-E3E7A6282921}"/>
      </w:docPartPr>
      <w:docPartBody>
        <w:p w:rsidR="00475606" w:rsidRDefault="0023229C" w:rsidP="0023229C">
          <w:pPr>
            <w:pStyle w:val="3329459A1A6048108C2E23FC0F10A8A1"/>
          </w:pPr>
          <w:r w:rsidRPr="004A2BF1">
            <w:rPr>
              <w:rFonts w:ascii="Questa Sans" w:hAnsi="Questa Sans" w:cs="Arial"/>
              <w:sz w:val="20"/>
              <w:szCs w:val="20"/>
              <w:lang w:val="en-CA"/>
            </w:rPr>
            <w:t xml:space="preserve">                                                       </w:t>
          </w:r>
        </w:p>
      </w:docPartBody>
    </w:docPart>
    <w:docPart>
      <w:docPartPr>
        <w:name w:val="EBA0965938E74A9A86B15FE411CB16EB"/>
        <w:category>
          <w:name w:val="General"/>
          <w:gallery w:val="placeholder"/>
        </w:category>
        <w:types>
          <w:type w:val="bbPlcHdr"/>
        </w:types>
        <w:behaviors>
          <w:behavior w:val="content"/>
        </w:behaviors>
        <w:guid w:val="{350AE637-23CA-44EC-B73B-0BC99E248174}"/>
      </w:docPartPr>
      <w:docPartBody>
        <w:p w:rsidR="00475606" w:rsidRDefault="0023229C" w:rsidP="0023229C">
          <w:pPr>
            <w:pStyle w:val="EBA0965938E74A9A86B15FE411CB16EB"/>
          </w:pPr>
          <w:r>
            <w:rPr>
              <w:rFonts w:ascii="Questa Sans" w:hAnsi="Questa Sans" w:cs="Arial"/>
              <w:sz w:val="22"/>
              <w:szCs w:val="22"/>
              <w:lang w:val="en-CA"/>
            </w:rPr>
            <w:t xml:space="preserve">                                                       </w:t>
          </w:r>
        </w:p>
      </w:docPartBody>
    </w:docPart>
    <w:docPart>
      <w:docPartPr>
        <w:name w:val="28E71D8BF5454E27A0F11493D82BB1C5"/>
        <w:category>
          <w:name w:val="General"/>
          <w:gallery w:val="placeholder"/>
        </w:category>
        <w:types>
          <w:type w:val="bbPlcHdr"/>
        </w:types>
        <w:behaviors>
          <w:behavior w:val="content"/>
        </w:behaviors>
        <w:guid w:val="{70886C8F-1DE4-4EB7-B708-F4EE02ACCAED}"/>
      </w:docPartPr>
      <w:docPartBody>
        <w:p w:rsidR="00475606" w:rsidRDefault="0023229C" w:rsidP="0023229C">
          <w:pPr>
            <w:pStyle w:val="28E71D8BF5454E27A0F11493D82BB1C5"/>
          </w:pPr>
          <w:r>
            <w:rPr>
              <w:rFonts w:ascii="Questa Sans" w:hAnsi="Questa Sans" w:cs="Arial"/>
              <w:sz w:val="22"/>
              <w:szCs w:val="22"/>
              <w:lang w:val="en-CA"/>
            </w:rPr>
            <w:t xml:space="preserve">                                                       </w:t>
          </w:r>
        </w:p>
      </w:docPartBody>
    </w:docPart>
    <w:docPart>
      <w:docPartPr>
        <w:name w:val="5CDB39C3386F48B7BF9CC9B96A4B17C7"/>
        <w:category>
          <w:name w:val="General"/>
          <w:gallery w:val="placeholder"/>
        </w:category>
        <w:types>
          <w:type w:val="bbPlcHdr"/>
        </w:types>
        <w:behaviors>
          <w:behavior w:val="content"/>
        </w:behaviors>
        <w:guid w:val="{A99D63C3-5B61-48EE-A37F-74F1D48DE95F}"/>
      </w:docPartPr>
      <w:docPartBody>
        <w:p w:rsidR="00FC2287" w:rsidRDefault="0023229C" w:rsidP="0023229C">
          <w:pPr>
            <w:pStyle w:val="5CDB39C3386F48B7BF9CC9B96A4B17C7"/>
          </w:pPr>
          <w:r w:rsidRPr="00165209">
            <w:rPr>
              <w:rStyle w:val="PlaceholderText"/>
              <w:rFonts w:ascii="Questa Sans" w:hAnsi="Questa Sans"/>
              <w:sz w:val="22"/>
              <w:szCs w:val="22"/>
            </w:rPr>
            <w:t>Click or tap here to enter text</w:t>
          </w:r>
          <w:r w:rsidRPr="00F735B4">
            <w:rPr>
              <w:rStyle w:val="PlaceholderText"/>
            </w:rPr>
            <w:t>.</w:t>
          </w:r>
        </w:p>
      </w:docPartBody>
    </w:docPart>
    <w:docPart>
      <w:docPartPr>
        <w:name w:val="1F398FC55C2F45D39F34AF2697FB712D"/>
        <w:category>
          <w:name w:val="General"/>
          <w:gallery w:val="placeholder"/>
        </w:category>
        <w:types>
          <w:type w:val="bbPlcHdr"/>
        </w:types>
        <w:behaviors>
          <w:behavior w:val="content"/>
        </w:behaviors>
        <w:guid w:val="{5491F186-08B3-4B55-A81D-9BE72486F7F0}"/>
      </w:docPartPr>
      <w:docPartBody>
        <w:p w:rsidR="00707105" w:rsidRDefault="0023229C" w:rsidP="0023229C">
          <w:pPr>
            <w:pStyle w:val="1F398FC55C2F45D39F34AF2697FB712D"/>
          </w:pPr>
          <w:r w:rsidRPr="001132E1">
            <w:rPr>
              <w:rStyle w:val="PlaceholderText"/>
              <w:rFonts w:ascii="Questa Sans" w:hAnsi="Questa Sans"/>
              <w:sz w:val="20"/>
              <w:szCs w:val="20"/>
            </w:rPr>
            <w:t>Click or tap here to enter text.</w:t>
          </w:r>
        </w:p>
      </w:docPartBody>
    </w:docPart>
    <w:docPart>
      <w:docPartPr>
        <w:name w:val="06A433464A104793B72EDDF893BD87E9"/>
        <w:category>
          <w:name w:val="General"/>
          <w:gallery w:val="placeholder"/>
        </w:category>
        <w:types>
          <w:type w:val="bbPlcHdr"/>
        </w:types>
        <w:behaviors>
          <w:behavior w:val="content"/>
        </w:behaviors>
        <w:guid w:val="{0C523FEE-5E8F-4F69-8305-3D88B5F3CDE8}"/>
      </w:docPartPr>
      <w:docPartBody>
        <w:p w:rsidR="00CB07EE" w:rsidRDefault="0023229C" w:rsidP="0023229C">
          <w:pPr>
            <w:pStyle w:val="06A433464A104793B72EDDF893BD87E9"/>
          </w:pPr>
          <w:r w:rsidRPr="001766C1">
            <w:rPr>
              <w:rStyle w:val="PlaceholderText"/>
              <w:rFonts w:ascii="Questa Sans" w:hAnsi="Questa Sans"/>
              <w:color w:val="808080" w:themeColor="background1" w:themeShade="80"/>
              <w:sz w:val="20"/>
              <w:szCs w:val="20"/>
            </w:rPr>
            <w:t>yyyy-mm-dd</w:t>
          </w:r>
        </w:p>
      </w:docPartBody>
    </w:docPart>
    <w:docPart>
      <w:docPartPr>
        <w:name w:val="DC00FE69E033410C8CF8D77534927421"/>
        <w:category>
          <w:name w:val="General"/>
          <w:gallery w:val="placeholder"/>
        </w:category>
        <w:types>
          <w:type w:val="bbPlcHdr"/>
        </w:types>
        <w:behaviors>
          <w:behavior w:val="content"/>
        </w:behaviors>
        <w:guid w:val="{E17E9D51-9FD7-4715-9230-55C14E824CC9}"/>
      </w:docPartPr>
      <w:docPartBody>
        <w:p w:rsidR="00CB07EE" w:rsidRDefault="0023229C" w:rsidP="0023229C">
          <w:pPr>
            <w:pStyle w:val="DC00FE69E033410C8CF8D77534927421"/>
          </w:pPr>
          <w:r w:rsidRPr="001766C1">
            <w:rPr>
              <w:rStyle w:val="PlaceholderText"/>
              <w:rFonts w:ascii="Questa Sans" w:hAnsi="Questa Sans"/>
              <w:color w:val="808080" w:themeColor="background1" w:themeShade="80"/>
              <w:sz w:val="20"/>
              <w:szCs w:val="20"/>
            </w:rPr>
            <w:t>yyyy-mm-dd</w:t>
          </w:r>
        </w:p>
      </w:docPartBody>
    </w:docPart>
    <w:docPart>
      <w:docPartPr>
        <w:name w:val="350F46C678E042C6AFD1F4244F13AF66"/>
        <w:category>
          <w:name w:val="General"/>
          <w:gallery w:val="placeholder"/>
        </w:category>
        <w:types>
          <w:type w:val="bbPlcHdr"/>
        </w:types>
        <w:behaviors>
          <w:behavior w:val="content"/>
        </w:behaviors>
        <w:guid w:val="{5AD3F38D-9307-44F4-9B9A-4F7382941347}"/>
      </w:docPartPr>
      <w:docPartBody>
        <w:p w:rsidR="00CB07EE" w:rsidRDefault="0023229C" w:rsidP="0023229C">
          <w:pPr>
            <w:pStyle w:val="350F46C678E042C6AFD1F4244F13AF66"/>
          </w:pPr>
          <w:r w:rsidRPr="001766C1">
            <w:rPr>
              <w:rFonts w:ascii="Questa Sans" w:hAnsi="Questa Sans" w:cs="Arial"/>
              <w:sz w:val="20"/>
              <w:szCs w:val="20"/>
              <w:lang w:val="en-CA"/>
            </w:rPr>
            <w:t xml:space="preserve">                 </w:t>
          </w:r>
        </w:p>
      </w:docPartBody>
    </w:docPart>
    <w:docPart>
      <w:docPartPr>
        <w:name w:val="94E41D0EFAD54FD48DB60B9521E062BD"/>
        <w:category>
          <w:name w:val="General"/>
          <w:gallery w:val="placeholder"/>
        </w:category>
        <w:types>
          <w:type w:val="bbPlcHdr"/>
        </w:types>
        <w:behaviors>
          <w:behavior w:val="content"/>
        </w:behaviors>
        <w:guid w:val="{948FD1AB-403E-4A4F-BF14-0A20756F58A0}"/>
      </w:docPartPr>
      <w:docPartBody>
        <w:p w:rsidR="00CB07EE" w:rsidRDefault="0023229C" w:rsidP="0023229C">
          <w:pPr>
            <w:pStyle w:val="94E41D0EFAD54FD48DB60B9521E062BD"/>
          </w:pPr>
          <w:r w:rsidRPr="006830E8">
            <w:rPr>
              <w:rFonts w:ascii="Questa Sans" w:hAnsi="Questa Sans" w:cs="Arial"/>
              <w:sz w:val="20"/>
              <w:szCs w:val="20"/>
              <w:lang w:val="en-CA"/>
            </w:rPr>
            <w:t xml:space="preserve">                                                       </w:t>
          </w:r>
        </w:p>
      </w:docPartBody>
    </w:docPart>
    <w:docPart>
      <w:docPartPr>
        <w:name w:val="34E2FD42CC974530AF8323057C57FD68"/>
        <w:category>
          <w:name w:val="General"/>
          <w:gallery w:val="placeholder"/>
        </w:category>
        <w:types>
          <w:type w:val="bbPlcHdr"/>
        </w:types>
        <w:behaviors>
          <w:behavior w:val="content"/>
        </w:behaviors>
        <w:guid w:val="{BB3E78D5-26A2-4A87-9E73-AADF4A19191A}"/>
      </w:docPartPr>
      <w:docPartBody>
        <w:p w:rsidR="00CB07EE" w:rsidRDefault="0023229C" w:rsidP="0023229C">
          <w:pPr>
            <w:pStyle w:val="34E2FD42CC974530AF8323057C57FD68"/>
          </w:pPr>
          <w:r w:rsidRPr="006830E8">
            <w:rPr>
              <w:rFonts w:ascii="Questa Sans" w:hAnsi="Questa Sans" w:cs="Arial"/>
              <w:sz w:val="20"/>
              <w:szCs w:val="20"/>
              <w:lang w:val="en-CA"/>
            </w:rPr>
            <w:t xml:space="preserve">                                                       </w:t>
          </w:r>
        </w:p>
      </w:docPartBody>
    </w:docPart>
    <w:docPart>
      <w:docPartPr>
        <w:name w:val="0B81E7872F5C4401B8079650F73CA064"/>
        <w:category>
          <w:name w:val="General"/>
          <w:gallery w:val="placeholder"/>
        </w:category>
        <w:types>
          <w:type w:val="bbPlcHdr"/>
        </w:types>
        <w:behaviors>
          <w:behavior w:val="content"/>
        </w:behaviors>
        <w:guid w:val="{2AA6E063-5551-47F0-8E1B-BE211D6E51DD}"/>
      </w:docPartPr>
      <w:docPartBody>
        <w:p w:rsidR="00CB07EE" w:rsidRDefault="0023229C" w:rsidP="0023229C">
          <w:pPr>
            <w:pStyle w:val="0B81E7872F5C4401B8079650F73CA064"/>
          </w:pPr>
          <w:r w:rsidRPr="006830E8">
            <w:rPr>
              <w:rFonts w:ascii="Questa Sans" w:hAnsi="Questa Sans" w:cs="Arial"/>
              <w:sz w:val="20"/>
              <w:szCs w:val="20"/>
              <w:lang w:val="en-CA"/>
            </w:rPr>
            <w:t xml:space="preserve">                                                       </w:t>
          </w:r>
        </w:p>
      </w:docPartBody>
    </w:docPart>
    <w:docPart>
      <w:docPartPr>
        <w:name w:val="29AE9B49C5F74882A07A21BD53BBE6E7"/>
        <w:category>
          <w:name w:val="General"/>
          <w:gallery w:val="placeholder"/>
        </w:category>
        <w:types>
          <w:type w:val="bbPlcHdr"/>
        </w:types>
        <w:behaviors>
          <w:behavior w:val="content"/>
        </w:behaviors>
        <w:guid w:val="{1AC745E5-DF00-4D70-9690-79773C9D9764}"/>
      </w:docPartPr>
      <w:docPartBody>
        <w:p w:rsidR="00CB07EE" w:rsidRDefault="0023229C" w:rsidP="0023229C">
          <w:pPr>
            <w:pStyle w:val="29AE9B49C5F74882A07A21BD53BBE6E7"/>
          </w:pPr>
          <w:r w:rsidRPr="006830E8">
            <w:rPr>
              <w:rFonts w:ascii="Questa Sans" w:hAnsi="Questa Sans" w:cs="Arial"/>
              <w:sz w:val="20"/>
              <w:szCs w:val="20"/>
              <w:lang w:val="en-CA"/>
            </w:rPr>
            <w:t xml:space="preserve">                                                       </w:t>
          </w:r>
        </w:p>
      </w:docPartBody>
    </w:docPart>
    <w:docPart>
      <w:docPartPr>
        <w:name w:val="DAF8EC9117904E30B51BB3D4F8CCDF65"/>
        <w:category>
          <w:name w:val="General"/>
          <w:gallery w:val="placeholder"/>
        </w:category>
        <w:types>
          <w:type w:val="bbPlcHdr"/>
        </w:types>
        <w:behaviors>
          <w:behavior w:val="content"/>
        </w:behaviors>
        <w:guid w:val="{BE307699-5F97-4CFC-8FA4-9BEB21B9775A}"/>
      </w:docPartPr>
      <w:docPartBody>
        <w:p w:rsidR="00CB07EE" w:rsidRDefault="0023229C" w:rsidP="0023229C">
          <w:pPr>
            <w:pStyle w:val="DAF8EC9117904E30B51BB3D4F8CCDF65"/>
          </w:pPr>
          <w:r w:rsidRPr="006830E8">
            <w:rPr>
              <w:rFonts w:ascii="Questa Sans" w:hAnsi="Questa Sans" w:cs="Arial"/>
              <w:sz w:val="20"/>
              <w:szCs w:val="20"/>
              <w:lang w:val="en-CA"/>
            </w:rPr>
            <w:t xml:space="preserve">                                                       </w:t>
          </w:r>
        </w:p>
      </w:docPartBody>
    </w:docPart>
    <w:docPart>
      <w:docPartPr>
        <w:name w:val="A181AF65FF2F4F289BA4E5B628AB7E6A"/>
        <w:category>
          <w:name w:val="General"/>
          <w:gallery w:val="placeholder"/>
        </w:category>
        <w:types>
          <w:type w:val="bbPlcHdr"/>
        </w:types>
        <w:behaviors>
          <w:behavior w:val="content"/>
        </w:behaviors>
        <w:guid w:val="{A401409E-FB10-4545-947B-FA7D9991852B}"/>
      </w:docPartPr>
      <w:docPartBody>
        <w:p w:rsidR="00CB07EE" w:rsidRDefault="0023229C" w:rsidP="0023229C">
          <w:pPr>
            <w:pStyle w:val="A181AF65FF2F4F289BA4E5B628AB7E6A"/>
          </w:pPr>
          <w:r w:rsidRPr="006830E8">
            <w:rPr>
              <w:rFonts w:ascii="Questa Sans" w:hAnsi="Questa Sans" w:cs="Arial"/>
              <w:sz w:val="20"/>
              <w:szCs w:val="20"/>
              <w:lang w:val="en-CA"/>
            </w:rPr>
            <w:t xml:space="preserve">                                                       </w:t>
          </w:r>
        </w:p>
      </w:docPartBody>
    </w:docPart>
    <w:docPart>
      <w:docPartPr>
        <w:name w:val="5EDC2D896CD045039023EAB0896F8CEF"/>
        <w:category>
          <w:name w:val="General"/>
          <w:gallery w:val="placeholder"/>
        </w:category>
        <w:types>
          <w:type w:val="bbPlcHdr"/>
        </w:types>
        <w:behaviors>
          <w:behavior w:val="content"/>
        </w:behaviors>
        <w:guid w:val="{A2B1E5F7-2AF1-4003-8D09-ADEA7CD5C409}"/>
      </w:docPartPr>
      <w:docPartBody>
        <w:p w:rsidR="00CB07EE" w:rsidRDefault="0023229C" w:rsidP="0023229C">
          <w:pPr>
            <w:pStyle w:val="5EDC2D896CD045039023EAB0896F8CEF"/>
          </w:pPr>
          <w:r w:rsidRPr="001132E1">
            <w:rPr>
              <w:rStyle w:val="PlaceholderText"/>
              <w:rFonts w:ascii="Questa Sans" w:hAnsi="Questa Sans"/>
              <w:sz w:val="20"/>
              <w:szCs w:val="20"/>
            </w:rPr>
            <w:t>Click or tap here to enter text.</w:t>
          </w:r>
        </w:p>
      </w:docPartBody>
    </w:docPart>
    <w:docPart>
      <w:docPartPr>
        <w:name w:val="66E251ED39624EE1A97583117DF7798C"/>
        <w:category>
          <w:name w:val="General"/>
          <w:gallery w:val="placeholder"/>
        </w:category>
        <w:types>
          <w:type w:val="bbPlcHdr"/>
        </w:types>
        <w:behaviors>
          <w:behavior w:val="content"/>
        </w:behaviors>
        <w:guid w:val="{38A78CE8-D714-4E4C-9FA3-F1A2F8B0266F}"/>
      </w:docPartPr>
      <w:docPartBody>
        <w:p w:rsidR="00414187" w:rsidRDefault="0023229C" w:rsidP="0023229C">
          <w:pPr>
            <w:pStyle w:val="66E251ED39624EE1A97583117DF7798C"/>
          </w:pPr>
          <w:r w:rsidRPr="004A2BF1">
            <w:rPr>
              <w:rFonts w:ascii="Questa Sans" w:hAnsi="Questa Sans" w:cs="Arial"/>
              <w:sz w:val="20"/>
              <w:szCs w:val="20"/>
              <w:lang w:val="en-CA"/>
            </w:rPr>
            <w:t xml:space="preserve">                                                       </w:t>
          </w:r>
        </w:p>
      </w:docPartBody>
    </w:docPart>
    <w:docPart>
      <w:docPartPr>
        <w:name w:val="6BA839FF255F489BAA4B4C3CE33AA431"/>
        <w:category>
          <w:name w:val="General"/>
          <w:gallery w:val="placeholder"/>
        </w:category>
        <w:types>
          <w:type w:val="bbPlcHdr"/>
        </w:types>
        <w:behaviors>
          <w:behavior w:val="content"/>
        </w:behaviors>
        <w:guid w:val="{55A55004-80D2-4BFE-A099-F3F11DC1B561}"/>
      </w:docPartPr>
      <w:docPartBody>
        <w:p w:rsidR="00414187" w:rsidRDefault="0023229C" w:rsidP="0023229C">
          <w:pPr>
            <w:pStyle w:val="6BA839FF255F489BAA4B4C3CE33AA431"/>
          </w:pPr>
          <w:r w:rsidRPr="004A2BF1">
            <w:rPr>
              <w:rFonts w:ascii="Questa Sans" w:hAnsi="Questa Sans" w:cs="Arial"/>
              <w:sz w:val="20"/>
              <w:szCs w:val="20"/>
              <w:lang w:val="en-CA"/>
            </w:rPr>
            <w:t xml:space="preserve">                                                       </w:t>
          </w:r>
        </w:p>
      </w:docPartBody>
    </w:docPart>
    <w:docPart>
      <w:docPartPr>
        <w:name w:val="778D220EA72D46CB8B1AFB4C2E8EC906"/>
        <w:category>
          <w:name w:val="General"/>
          <w:gallery w:val="placeholder"/>
        </w:category>
        <w:types>
          <w:type w:val="bbPlcHdr"/>
        </w:types>
        <w:behaviors>
          <w:behavior w:val="content"/>
        </w:behaviors>
        <w:guid w:val="{E65E2989-698E-44DD-980F-0AE83145F59F}"/>
      </w:docPartPr>
      <w:docPartBody>
        <w:p w:rsidR="00414187" w:rsidRDefault="0023229C" w:rsidP="0023229C">
          <w:pPr>
            <w:pStyle w:val="778D220EA72D46CB8B1AFB4C2E8EC906"/>
          </w:pPr>
          <w:r w:rsidRPr="004A2BF1">
            <w:rPr>
              <w:rFonts w:ascii="Questa Sans" w:hAnsi="Questa Sans" w:cs="Arial"/>
              <w:sz w:val="20"/>
              <w:szCs w:val="20"/>
              <w:lang w:val="en-CA"/>
            </w:rPr>
            <w:t xml:space="preserve">                                                       </w:t>
          </w:r>
        </w:p>
      </w:docPartBody>
    </w:docPart>
    <w:docPart>
      <w:docPartPr>
        <w:name w:val="873DE749C3234B51B5B009BA530347CD"/>
        <w:category>
          <w:name w:val="General"/>
          <w:gallery w:val="placeholder"/>
        </w:category>
        <w:types>
          <w:type w:val="bbPlcHdr"/>
        </w:types>
        <w:behaviors>
          <w:behavior w:val="content"/>
        </w:behaviors>
        <w:guid w:val="{30EEF3FD-40D6-4D3F-A68E-191BCBAFBB47}"/>
      </w:docPartPr>
      <w:docPartBody>
        <w:p w:rsidR="00414187" w:rsidRDefault="0023229C" w:rsidP="0023229C">
          <w:pPr>
            <w:pStyle w:val="873DE749C3234B51B5B009BA530347CD"/>
          </w:pPr>
          <w:r w:rsidRPr="004A2BF1">
            <w:rPr>
              <w:rFonts w:ascii="Questa Sans" w:hAnsi="Questa Sans" w:cs="Arial"/>
              <w:sz w:val="20"/>
              <w:szCs w:val="20"/>
              <w:lang w:val="en-CA"/>
            </w:rPr>
            <w:t xml:space="preserve">                                                       </w:t>
          </w:r>
        </w:p>
      </w:docPartBody>
    </w:docPart>
    <w:docPart>
      <w:docPartPr>
        <w:name w:val="307B2668295F4B228F54A04AEDA379F7"/>
        <w:category>
          <w:name w:val="General"/>
          <w:gallery w:val="placeholder"/>
        </w:category>
        <w:types>
          <w:type w:val="bbPlcHdr"/>
        </w:types>
        <w:behaviors>
          <w:behavior w:val="content"/>
        </w:behaviors>
        <w:guid w:val="{37EF835A-FCBE-4F83-8CED-8F58237085B3}"/>
      </w:docPartPr>
      <w:docPartBody>
        <w:p w:rsidR="00414187" w:rsidRDefault="0023229C" w:rsidP="0023229C">
          <w:pPr>
            <w:pStyle w:val="307B2668295F4B228F54A04AEDA379F7"/>
          </w:pPr>
          <w:r w:rsidRPr="004A2BF1">
            <w:rPr>
              <w:rFonts w:ascii="Questa Sans" w:hAnsi="Questa Sans" w:cs="Arial"/>
              <w:sz w:val="20"/>
              <w:szCs w:val="20"/>
              <w:lang w:val="en-CA"/>
            </w:rPr>
            <w:t xml:space="preserve">                                                       </w:t>
          </w:r>
        </w:p>
      </w:docPartBody>
    </w:docPart>
    <w:docPart>
      <w:docPartPr>
        <w:name w:val="0AC3EA9D5F3C4BDAB5B34D701DA9D234"/>
        <w:category>
          <w:name w:val="General"/>
          <w:gallery w:val="placeholder"/>
        </w:category>
        <w:types>
          <w:type w:val="bbPlcHdr"/>
        </w:types>
        <w:behaviors>
          <w:behavior w:val="content"/>
        </w:behaviors>
        <w:guid w:val="{EC367E76-1240-478F-87F6-F829563AA321}"/>
      </w:docPartPr>
      <w:docPartBody>
        <w:p w:rsidR="00414187" w:rsidRDefault="0023229C" w:rsidP="0023229C">
          <w:pPr>
            <w:pStyle w:val="0AC3EA9D5F3C4BDAB5B34D701DA9D234"/>
          </w:pPr>
          <w:r w:rsidRPr="004A2BF1">
            <w:rPr>
              <w:rFonts w:ascii="Questa Sans" w:hAnsi="Questa Sans" w:cs="Arial"/>
              <w:sz w:val="20"/>
              <w:szCs w:val="20"/>
              <w:lang w:val="en-CA"/>
            </w:rPr>
            <w:t xml:space="preserve">                                                       </w:t>
          </w:r>
        </w:p>
      </w:docPartBody>
    </w:docPart>
    <w:docPart>
      <w:docPartPr>
        <w:name w:val="F5D11CB70A3D4928B132EC475E274CD9"/>
        <w:category>
          <w:name w:val="General"/>
          <w:gallery w:val="placeholder"/>
        </w:category>
        <w:types>
          <w:type w:val="bbPlcHdr"/>
        </w:types>
        <w:behaviors>
          <w:behavior w:val="content"/>
        </w:behaviors>
        <w:guid w:val="{3ACD0BC9-5675-44A6-9A5E-F9C755AE3C9C}"/>
      </w:docPartPr>
      <w:docPartBody>
        <w:p w:rsidR="00414187" w:rsidRDefault="0023229C" w:rsidP="0023229C">
          <w:pPr>
            <w:pStyle w:val="F5D11CB70A3D4928B132EC475E274CD9"/>
          </w:pPr>
          <w:r w:rsidRPr="004A2BF1">
            <w:rPr>
              <w:rFonts w:ascii="Questa Sans" w:hAnsi="Questa Sans" w:cs="Arial"/>
              <w:sz w:val="20"/>
              <w:szCs w:val="20"/>
              <w:lang w:val="en-CA"/>
            </w:rPr>
            <w:t xml:space="preserve">                                                       </w:t>
          </w:r>
        </w:p>
      </w:docPartBody>
    </w:docPart>
    <w:docPart>
      <w:docPartPr>
        <w:name w:val="1C64F85E627444C2B039EED14EECABB1"/>
        <w:category>
          <w:name w:val="General"/>
          <w:gallery w:val="placeholder"/>
        </w:category>
        <w:types>
          <w:type w:val="bbPlcHdr"/>
        </w:types>
        <w:behaviors>
          <w:behavior w:val="content"/>
        </w:behaviors>
        <w:guid w:val="{54F6898C-0CD2-45F4-A0DF-5D3B86141B01}"/>
      </w:docPartPr>
      <w:docPartBody>
        <w:p w:rsidR="00414187" w:rsidRDefault="0023229C" w:rsidP="0023229C">
          <w:pPr>
            <w:pStyle w:val="1C64F85E627444C2B039EED14EECABB1"/>
          </w:pPr>
          <w:r w:rsidRPr="004A2BF1">
            <w:rPr>
              <w:rFonts w:ascii="Questa Sans" w:hAnsi="Questa Sans" w:cs="Arial"/>
              <w:sz w:val="20"/>
              <w:szCs w:val="20"/>
              <w:lang w:val="en-CA"/>
            </w:rPr>
            <w:t xml:space="preserve">                                                       </w:t>
          </w:r>
        </w:p>
      </w:docPartBody>
    </w:docPart>
    <w:docPart>
      <w:docPartPr>
        <w:name w:val="ED54DDD59A194DC0B6144B823CDDAA23"/>
        <w:category>
          <w:name w:val="General"/>
          <w:gallery w:val="placeholder"/>
        </w:category>
        <w:types>
          <w:type w:val="bbPlcHdr"/>
        </w:types>
        <w:behaviors>
          <w:behavior w:val="content"/>
        </w:behaviors>
        <w:guid w:val="{BA109C2D-2A8E-4DC5-840E-2DE76F2038B5}"/>
      </w:docPartPr>
      <w:docPartBody>
        <w:p w:rsidR="00414187" w:rsidRDefault="0023229C" w:rsidP="0023229C">
          <w:pPr>
            <w:pStyle w:val="ED54DDD59A194DC0B6144B823CDDAA23"/>
          </w:pPr>
          <w:r w:rsidRPr="004A2BF1">
            <w:rPr>
              <w:rFonts w:ascii="Questa Sans" w:hAnsi="Questa Sans" w:cs="Arial"/>
              <w:sz w:val="20"/>
              <w:szCs w:val="20"/>
              <w:lang w:val="en-CA"/>
            </w:rPr>
            <w:t xml:space="preserve">                                                       </w:t>
          </w:r>
        </w:p>
      </w:docPartBody>
    </w:docPart>
    <w:docPart>
      <w:docPartPr>
        <w:name w:val="FB568CD412724E9D8B9C98E64B55300E"/>
        <w:category>
          <w:name w:val="General"/>
          <w:gallery w:val="placeholder"/>
        </w:category>
        <w:types>
          <w:type w:val="bbPlcHdr"/>
        </w:types>
        <w:behaviors>
          <w:behavior w:val="content"/>
        </w:behaviors>
        <w:guid w:val="{666EE54F-4D2B-4B29-8724-2798293FF6E0}"/>
      </w:docPartPr>
      <w:docPartBody>
        <w:p w:rsidR="00414187" w:rsidRDefault="0023229C" w:rsidP="0023229C">
          <w:pPr>
            <w:pStyle w:val="FB568CD412724E9D8B9C98E64B55300E"/>
          </w:pPr>
          <w:r w:rsidRPr="004A2BF1">
            <w:rPr>
              <w:rFonts w:ascii="Questa Sans" w:hAnsi="Questa Sans" w:cs="Arial"/>
              <w:sz w:val="20"/>
              <w:szCs w:val="20"/>
              <w:lang w:val="en-CA"/>
            </w:rPr>
            <w:t xml:space="preserve">                                                       </w:t>
          </w:r>
        </w:p>
      </w:docPartBody>
    </w:docPart>
    <w:docPart>
      <w:docPartPr>
        <w:name w:val="B7DD091DE2E04443BDA2C035C1184AA3"/>
        <w:category>
          <w:name w:val="General"/>
          <w:gallery w:val="placeholder"/>
        </w:category>
        <w:types>
          <w:type w:val="bbPlcHdr"/>
        </w:types>
        <w:behaviors>
          <w:behavior w:val="content"/>
        </w:behaviors>
        <w:guid w:val="{CC71D047-7269-43FF-AE4C-2BD6BA735388}"/>
      </w:docPartPr>
      <w:docPartBody>
        <w:p w:rsidR="00414187" w:rsidRDefault="0023229C" w:rsidP="0023229C">
          <w:pPr>
            <w:pStyle w:val="B7DD091DE2E04443BDA2C035C1184AA3"/>
          </w:pPr>
          <w:r w:rsidRPr="004A2BF1">
            <w:rPr>
              <w:rFonts w:ascii="Questa Sans" w:hAnsi="Questa Sans" w:cs="Arial"/>
              <w:sz w:val="20"/>
              <w:szCs w:val="20"/>
              <w:lang w:val="en-CA"/>
            </w:rPr>
            <w:t xml:space="preserve">                                                       </w:t>
          </w:r>
        </w:p>
      </w:docPartBody>
    </w:docPart>
    <w:docPart>
      <w:docPartPr>
        <w:name w:val="F6F9177BC60B45FE931A2C0371663C4B"/>
        <w:category>
          <w:name w:val="General"/>
          <w:gallery w:val="placeholder"/>
        </w:category>
        <w:types>
          <w:type w:val="bbPlcHdr"/>
        </w:types>
        <w:behaviors>
          <w:behavior w:val="content"/>
        </w:behaviors>
        <w:guid w:val="{2A08C770-59F2-4E5D-B08F-6F349BC41ADD}"/>
      </w:docPartPr>
      <w:docPartBody>
        <w:p w:rsidR="00414187" w:rsidRDefault="0023229C" w:rsidP="0023229C">
          <w:pPr>
            <w:pStyle w:val="F6F9177BC60B45FE931A2C0371663C4B"/>
          </w:pPr>
          <w:r w:rsidRPr="004A2BF1">
            <w:rPr>
              <w:rFonts w:ascii="Questa Sans" w:hAnsi="Questa Sans" w:cs="Arial"/>
              <w:sz w:val="20"/>
              <w:szCs w:val="20"/>
              <w:lang w:val="en-CA"/>
            </w:rPr>
            <w:t xml:space="preserve">                                                       </w:t>
          </w:r>
        </w:p>
      </w:docPartBody>
    </w:docPart>
    <w:docPart>
      <w:docPartPr>
        <w:name w:val="BA34CF5EFE2F4778AFCC1B4C9CAD5CEE"/>
        <w:category>
          <w:name w:val="General"/>
          <w:gallery w:val="placeholder"/>
        </w:category>
        <w:types>
          <w:type w:val="bbPlcHdr"/>
        </w:types>
        <w:behaviors>
          <w:behavior w:val="content"/>
        </w:behaviors>
        <w:guid w:val="{D0DF8668-FCF7-4D74-86E7-C0BA14607DCD}"/>
      </w:docPartPr>
      <w:docPartBody>
        <w:p w:rsidR="00414187" w:rsidRDefault="0023229C" w:rsidP="0023229C">
          <w:pPr>
            <w:pStyle w:val="BA34CF5EFE2F4778AFCC1B4C9CAD5CEE"/>
          </w:pPr>
          <w:r w:rsidRPr="004A2BF1">
            <w:rPr>
              <w:rFonts w:ascii="Questa Sans" w:hAnsi="Questa Sans" w:cs="Arial"/>
              <w:sz w:val="20"/>
              <w:szCs w:val="20"/>
              <w:lang w:val="en-CA"/>
            </w:rPr>
            <w:t xml:space="preserve">                                                       </w:t>
          </w:r>
        </w:p>
      </w:docPartBody>
    </w:docPart>
    <w:docPart>
      <w:docPartPr>
        <w:name w:val="ABEE2963514447FF940CA8CCF46EFA78"/>
        <w:category>
          <w:name w:val="General"/>
          <w:gallery w:val="placeholder"/>
        </w:category>
        <w:types>
          <w:type w:val="bbPlcHdr"/>
        </w:types>
        <w:behaviors>
          <w:behavior w:val="content"/>
        </w:behaviors>
        <w:guid w:val="{ABD780A8-BE06-4596-981A-8A2B5538D916}"/>
      </w:docPartPr>
      <w:docPartBody>
        <w:p w:rsidR="00414187" w:rsidRDefault="0023229C" w:rsidP="0023229C">
          <w:pPr>
            <w:pStyle w:val="ABEE2963514447FF940CA8CCF46EFA78"/>
          </w:pPr>
          <w:r w:rsidRPr="004A2BF1">
            <w:rPr>
              <w:rFonts w:ascii="Questa Sans" w:hAnsi="Questa Sans" w:cs="Arial"/>
              <w:sz w:val="20"/>
              <w:szCs w:val="20"/>
              <w:lang w:val="en-CA"/>
            </w:rPr>
            <w:t xml:space="preserve">                                                       </w:t>
          </w:r>
        </w:p>
      </w:docPartBody>
    </w:docPart>
    <w:docPart>
      <w:docPartPr>
        <w:name w:val="BB985C8E85644D278C5E00081149BF99"/>
        <w:category>
          <w:name w:val="General"/>
          <w:gallery w:val="placeholder"/>
        </w:category>
        <w:types>
          <w:type w:val="bbPlcHdr"/>
        </w:types>
        <w:behaviors>
          <w:behavior w:val="content"/>
        </w:behaviors>
        <w:guid w:val="{FCA2C653-273C-48DC-BC15-470391679740}"/>
      </w:docPartPr>
      <w:docPartBody>
        <w:p w:rsidR="00414187" w:rsidRDefault="0023229C" w:rsidP="0023229C">
          <w:pPr>
            <w:pStyle w:val="BB985C8E85644D278C5E00081149BF99"/>
          </w:pPr>
          <w:r w:rsidRPr="004A2BF1">
            <w:rPr>
              <w:rFonts w:ascii="Questa Sans" w:hAnsi="Questa Sans" w:cs="Arial"/>
              <w:sz w:val="20"/>
              <w:szCs w:val="20"/>
              <w:lang w:val="en-CA"/>
            </w:rPr>
            <w:t xml:space="preserve">                                                       </w:t>
          </w:r>
        </w:p>
      </w:docPartBody>
    </w:docPart>
    <w:docPart>
      <w:docPartPr>
        <w:name w:val="E5EC0E79CE1448249D17E1EC16C71D68"/>
        <w:category>
          <w:name w:val="General"/>
          <w:gallery w:val="placeholder"/>
        </w:category>
        <w:types>
          <w:type w:val="bbPlcHdr"/>
        </w:types>
        <w:behaviors>
          <w:behavior w:val="content"/>
        </w:behaviors>
        <w:guid w:val="{CD9763D0-C285-4F89-A831-9B9F7814B891}"/>
      </w:docPartPr>
      <w:docPartBody>
        <w:p w:rsidR="00414187" w:rsidRDefault="0023229C" w:rsidP="0023229C">
          <w:pPr>
            <w:pStyle w:val="E5EC0E79CE1448249D17E1EC16C71D68"/>
          </w:pPr>
          <w:r w:rsidRPr="004A2BF1">
            <w:rPr>
              <w:rFonts w:ascii="Questa Sans" w:hAnsi="Questa Sans" w:cs="Arial"/>
              <w:sz w:val="20"/>
              <w:szCs w:val="20"/>
              <w:lang w:val="en-CA"/>
            </w:rPr>
            <w:t xml:space="preserve">                                                       </w:t>
          </w:r>
        </w:p>
      </w:docPartBody>
    </w:docPart>
    <w:docPart>
      <w:docPartPr>
        <w:name w:val="3C3AE0783B8545798005FA82E95F63CC"/>
        <w:category>
          <w:name w:val="General"/>
          <w:gallery w:val="placeholder"/>
        </w:category>
        <w:types>
          <w:type w:val="bbPlcHdr"/>
        </w:types>
        <w:behaviors>
          <w:behavior w:val="content"/>
        </w:behaviors>
        <w:guid w:val="{66A4026A-49F9-4A68-9798-7057588E4E9F}"/>
      </w:docPartPr>
      <w:docPartBody>
        <w:p w:rsidR="00414187" w:rsidRDefault="0023229C" w:rsidP="0023229C">
          <w:pPr>
            <w:pStyle w:val="3C3AE0783B8545798005FA82E95F63CC"/>
          </w:pPr>
          <w:r w:rsidRPr="004A2BF1">
            <w:rPr>
              <w:rFonts w:ascii="Questa Sans" w:hAnsi="Questa Sans" w:cs="Arial"/>
              <w:sz w:val="20"/>
              <w:szCs w:val="20"/>
              <w:lang w:val="en-CA"/>
            </w:rPr>
            <w:t xml:space="preserve">                                                       </w:t>
          </w:r>
        </w:p>
      </w:docPartBody>
    </w:docPart>
    <w:docPart>
      <w:docPartPr>
        <w:name w:val="DF6505C721B043D5914FC4CDBE665588"/>
        <w:category>
          <w:name w:val="General"/>
          <w:gallery w:val="placeholder"/>
        </w:category>
        <w:types>
          <w:type w:val="bbPlcHdr"/>
        </w:types>
        <w:behaviors>
          <w:behavior w:val="content"/>
        </w:behaviors>
        <w:guid w:val="{B8BE4CEA-E5FB-464E-9787-1CEF58C48E0E}"/>
      </w:docPartPr>
      <w:docPartBody>
        <w:p w:rsidR="00414187" w:rsidRDefault="0023229C" w:rsidP="0023229C">
          <w:pPr>
            <w:pStyle w:val="DF6505C721B043D5914FC4CDBE665588"/>
          </w:pPr>
          <w:r w:rsidRPr="004A2BF1">
            <w:rPr>
              <w:rFonts w:ascii="Questa Sans" w:hAnsi="Questa Sans" w:cs="Arial"/>
              <w:sz w:val="20"/>
              <w:szCs w:val="20"/>
              <w:lang w:val="en-CA"/>
            </w:rPr>
            <w:t xml:space="preserve">                                                       </w:t>
          </w:r>
        </w:p>
      </w:docPartBody>
    </w:docPart>
    <w:docPart>
      <w:docPartPr>
        <w:name w:val="4C758DCA8ADA42A3B7F963A72FE2748F"/>
        <w:category>
          <w:name w:val="General"/>
          <w:gallery w:val="placeholder"/>
        </w:category>
        <w:types>
          <w:type w:val="bbPlcHdr"/>
        </w:types>
        <w:behaviors>
          <w:behavior w:val="content"/>
        </w:behaviors>
        <w:guid w:val="{04C68941-DAB7-49E0-97E6-A3F9DD1CAEFE}"/>
      </w:docPartPr>
      <w:docPartBody>
        <w:p w:rsidR="00414187" w:rsidRDefault="0023229C" w:rsidP="0023229C">
          <w:pPr>
            <w:pStyle w:val="4C758DCA8ADA42A3B7F963A72FE2748F"/>
          </w:pPr>
          <w:r w:rsidRPr="004A2BF1">
            <w:rPr>
              <w:rFonts w:ascii="Questa Sans" w:hAnsi="Questa Sans" w:cs="Arial"/>
              <w:sz w:val="20"/>
              <w:szCs w:val="20"/>
              <w:lang w:val="en-CA"/>
            </w:rPr>
            <w:t xml:space="preserve">                                                       </w:t>
          </w:r>
        </w:p>
      </w:docPartBody>
    </w:docPart>
    <w:docPart>
      <w:docPartPr>
        <w:name w:val="35AAAB03439F4D7180D508FF8F922C15"/>
        <w:category>
          <w:name w:val="General"/>
          <w:gallery w:val="placeholder"/>
        </w:category>
        <w:types>
          <w:type w:val="bbPlcHdr"/>
        </w:types>
        <w:behaviors>
          <w:behavior w:val="content"/>
        </w:behaviors>
        <w:guid w:val="{617201DC-B360-4C5F-ABC6-C4AE64D6421A}"/>
      </w:docPartPr>
      <w:docPartBody>
        <w:p w:rsidR="00414187" w:rsidRDefault="0023229C" w:rsidP="0023229C">
          <w:pPr>
            <w:pStyle w:val="35AAAB03439F4D7180D508FF8F922C15"/>
          </w:pPr>
          <w:r w:rsidRPr="004A2BF1">
            <w:rPr>
              <w:rFonts w:ascii="Questa Sans" w:hAnsi="Questa Sans" w:cs="Arial"/>
              <w:sz w:val="20"/>
              <w:szCs w:val="20"/>
              <w:lang w:val="en-CA"/>
            </w:rPr>
            <w:t xml:space="preserve">                                                       </w:t>
          </w:r>
        </w:p>
      </w:docPartBody>
    </w:docPart>
    <w:docPart>
      <w:docPartPr>
        <w:name w:val="56E4F2628195417BB12ED57D48AD9CE4"/>
        <w:category>
          <w:name w:val="General"/>
          <w:gallery w:val="placeholder"/>
        </w:category>
        <w:types>
          <w:type w:val="bbPlcHdr"/>
        </w:types>
        <w:behaviors>
          <w:behavior w:val="content"/>
        </w:behaviors>
        <w:guid w:val="{50FB7AC7-89BD-409D-9E40-381EADEA344B}"/>
      </w:docPartPr>
      <w:docPartBody>
        <w:p w:rsidR="00414187" w:rsidRDefault="0023229C" w:rsidP="0023229C">
          <w:pPr>
            <w:pStyle w:val="56E4F2628195417BB12ED57D48AD9CE4"/>
          </w:pPr>
          <w:r w:rsidRPr="000B1311">
            <w:rPr>
              <w:rStyle w:val="PlaceholderText"/>
              <w:rFonts w:ascii="Questa Sans" w:eastAsiaTheme="minorHAnsi" w:hAnsi="Questa Sans" w:cs="Arial"/>
              <w:color w:val="FF0000"/>
              <w:sz w:val="20"/>
              <w:szCs w:val="20"/>
              <w:lang w:val="en-CA"/>
            </w:rPr>
            <w:t>Select Yes or No</w:t>
          </w:r>
        </w:p>
      </w:docPartBody>
    </w:docPart>
    <w:docPart>
      <w:docPartPr>
        <w:name w:val="CBF33A3017274053B0CEBE3F4580CACC"/>
        <w:category>
          <w:name w:val="General"/>
          <w:gallery w:val="placeholder"/>
        </w:category>
        <w:types>
          <w:type w:val="bbPlcHdr"/>
        </w:types>
        <w:behaviors>
          <w:behavior w:val="content"/>
        </w:behaviors>
        <w:guid w:val="{62024057-FEF3-4C36-B1B0-D0918BFC2BA9}"/>
      </w:docPartPr>
      <w:docPartBody>
        <w:p w:rsidR="00C41304" w:rsidRDefault="0023229C" w:rsidP="0023229C">
          <w:pPr>
            <w:pStyle w:val="CBF33A3017274053B0CEBE3F4580CACC"/>
          </w:pPr>
          <w:r>
            <w:rPr>
              <w:rFonts w:ascii="Questa Sans" w:hAnsi="Questa Sans" w:cs="Arial"/>
              <w:sz w:val="22"/>
              <w:szCs w:val="22"/>
              <w:lang w:val="en-CA"/>
            </w:rPr>
            <w:t xml:space="preserve">                                                       </w:t>
          </w:r>
        </w:p>
      </w:docPartBody>
    </w:docPart>
    <w:docPart>
      <w:docPartPr>
        <w:name w:val="2EEB5894ED3C453BAB1F5CCF6C924A99"/>
        <w:category>
          <w:name w:val="General"/>
          <w:gallery w:val="placeholder"/>
        </w:category>
        <w:types>
          <w:type w:val="bbPlcHdr"/>
        </w:types>
        <w:behaviors>
          <w:behavior w:val="content"/>
        </w:behaviors>
        <w:guid w:val="{1722A4B5-ED57-4A8C-9649-1846E01F598F}"/>
      </w:docPartPr>
      <w:docPartBody>
        <w:p w:rsidR="00C41304" w:rsidRDefault="0023229C" w:rsidP="0023229C">
          <w:pPr>
            <w:pStyle w:val="2EEB5894ED3C453BAB1F5CCF6C924A99"/>
          </w:pPr>
          <w:r>
            <w:rPr>
              <w:rFonts w:ascii="Questa Sans" w:hAnsi="Questa Sans" w:cs="Arial"/>
              <w:sz w:val="22"/>
              <w:szCs w:val="22"/>
              <w:lang w:val="en-CA"/>
            </w:rPr>
            <w:t xml:space="preserve">                                                       </w:t>
          </w:r>
        </w:p>
      </w:docPartBody>
    </w:docPart>
    <w:docPart>
      <w:docPartPr>
        <w:name w:val="06C061EEB62F43C1A927D243E8304136"/>
        <w:category>
          <w:name w:val="General"/>
          <w:gallery w:val="placeholder"/>
        </w:category>
        <w:types>
          <w:type w:val="bbPlcHdr"/>
        </w:types>
        <w:behaviors>
          <w:behavior w:val="content"/>
        </w:behaviors>
        <w:guid w:val="{72FDBC99-F0D8-4F7D-93F8-D87748263592}"/>
      </w:docPartPr>
      <w:docPartBody>
        <w:p w:rsidR="00C41304" w:rsidRDefault="0023229C" w:rsidP="0023229C">
          <w:pPr>
            <w:pStyle w:val="06C061EEB62F43C1A927D243E8304136"/>
          </w:pPr>
          <w:r>
            <w:rPr>
              <w:rFonts w:ascii="Questa Sans" w:hAnsi="Questa Sans" w:cs="Arial"/>
              <w:sz w:val="22"/>
              <w:szCs w:val="22"/>
              <w:lang w:val="en-CA"/>
            </w:rPr>
            <w:t xml:space="preserve">                                                       </w:t>
          </w:r>
        </w:p>
      </w:docPartBody>
    </w:docPart>
    <w:docPart>
      <w:docPartPr>
        <w:name w:val="51B4CA76A0A54C35AAEAF2BB248489B0"/>
        <w:category>
          <w:name w:val="General"/>
          <w:gallery w:val="placeholder"/>
        </w:category>
        <w:types>
          <w:type w:val="bbPlcHdr"/>
        </w:types>
        <w:behaviors>
          <w:behavior w:val="content"/>
        </w:behaviors>
        <w:guid w:val="{6222AFBD-E30D-44BA-96DF-E9A995FEF5FF}"/>
      </w:docPartPr>
      <w:docPartBody>
        <w:p w:rsidR="00C41304" w:rsidRDefault="0023229C" w:rsidP="0023229C">
          <w:pPr>
            <w:pStyle w:val="51B4CA76A0A54C35AAEAF2BB248489B0"/>
          </w:pPr>
          <w:r>
            <w:rPr>
              <w:rFonts w:ascii="Questa Sans" w:hAnsi="Questa Sans" w:cs="Arial"/>
              <w:sz w:val="22"/>
              <w:szCs w:val="22"/>
              <w:lang w:val="en-CA"/>
            </w:rPr>
            <w:t xml:space="preserve">                 </w:t>
          </w:r>
        </w:p>
      </w:docPartBody>
    </w:docPart>
    <w:docPart>
      <w:docPartPr>
        <w:name w:val="1391C97F71B94CB1895AE155885CD3EB"/>
        <w:category>
          <w:name w:val="General"/>
          <w:gallery w:val="placeholder"/>
        </w:category>
        <w:types>
          <w:type w:val="bbPlcHdr"/>
        </w:types>
        <w:behaviors>
          <w:behavior w:val="content"/>
        </w:behaviors>
        <w:guid w:val="{6F99A5B7-215E-4BC4-9480-BE29C394616C}"/>
      </w:docPartPr>
      <w:docPartBody>
        <w:p w:rsidR="00C41304" w:rsidRDefault="0023229C" w:rsidP="0023229C">
          <w:pPr>
            <w:pStyle w:val="1391C97F71B94CB1895AE155885CD3EB"/>
          </w:pPr>
          <w:r w:rsidRPr="001B79B4">
            <w:rPr>
              <w:rFonts w:ascii="Questa Sans" w:hAnsi="Questa Sans" w:cs="Arial"/>
              <w:sz w:val="22"/>
              <w:szCs w:val="22"/>
              <w:lang w:val="en-CA"/>
            </w:rPr>
            <w:t xml:space="preserve">                 </w:t>
          </w:r>
        </w:p>
      </w:docPartBody>
    </w:docPart>
    <w:docPart>
      <w:docPartPr>
        <w:name w:val="A2491752C95B48D18E47BDD2B15AB14E"/>
        <w:category>
          <w:name w:val="General"/>
          <w:gallery w:val="placeholder"/>
        </w:category>
        <w:types>
          <w:type w:val="bbPlcHdr"/>
        </w:types>
        <w:behaviors>
          <w:behavior w:val="content"/>
        </w:behaviors>
        <w:guid w:val="{7694FDAD-1351-4E35-BDB8-3A187DE4FB7C}"/>
      </w:docPartPr>
      <w:docPartBody>
        <w:p w:rsidR="00C41304" w:rsidRDefault="0023229C" w:rsidP="0023229C">
          <w:pPr>
            <w:pStyle w:val="A2491752C95B48D18E47BDD2B15AB14E"/>
          </w:pPr>
          <w:r w:rsidRPr="001B79B4">
            <w:rPr>
              <w:rFonts w:ascii="Questa Sans" w:hAnsi="Questa Sans" w:cs="Arial"/>
              <w:sz w:val="22"/>
              <w:szCs w:val="22"/>
              <w:lang w:val="en-CA"/>
            </w:rPr>
            <w:t xml:space="preserve">                 </w:t>
          </w:r>
        </w:p>
      </w:docPartBody>
    </w:docPart>
    <w:docPart>
      <w:docPartPr>
        <w:name w:val="37A6016817C9466C92EA0FEDAE9F2905"/>
        <w:category>
          <w:name w:val="General"/>
          <w:gallery w:val="placeholder"/>
        </w:category>
        <w:types>
          <w:type w:val="bbPlcHdr"/>
        </w:types>
        <w:behaviors>
          <w:behavior w:val="content"/>
        </w:behaviors>
        <w:guid w:val="{B9F71F8B-95B6-4982-B0AE-4C6C7B60AAF0}"/>
      </w:docPartPr>
      <w:docPartBody>
        <w:p w:rsidR="00C41304" w:rsidRDefault="0023229C" w:rsidP="0023229C">
          <w:pPr>
            <w:pStyle w:val="37A6016817C9466C92EA0FEDAE9F2905"/>
          </w:pPr>
          <w:r w:rsidRPr="001B79B4">
            <w:rPr>
              <w:rFonts w:ascii="Questa Sans" w:hAnsi="Questa Sans" w:cs="Arial"/>
              <w:sz w:val="22"/>
              <w:szCs w:val="22"/>
              <w:lang w:val="en-CA"/>
            </w:rPr>
            <w:t xml:space="preserve">                 </w:t>
          </w:r>
        </w:p>
      </w:docPartBody>
    </w:docPart>
    <w:docPart>
      <w:docPartPr>
        <w:name w:val="CE9373DDAE13420AA4F0CE9B75B1451C"/>
        <w:category>
          <w:name w:val="General"/>
          <w:gallery w:val="placeholder"/>
        </w:category>
        <w:types>
          <w:type w:val="bbPlcHdr"/>
        </w:types>
        <w:behaviors>
          <w:behavior w:val="content"/>
        </w:behaviors>
        <w:guid w:val="{B259DA64-5566-4A84-8838-85043C497081}"/>
      </w:docPartPr>
      <w:docPartBody>
        <w:p w:rsidR="00C41304" w:rsidRDefault="0023229C" w:rsidP="0023229C">
          <w:pPr>
            <w:pStyle w:val="CE9373DDAE13420AA4F0CE9B75B1451C"/>
          </w:pPr>
          <w:r w:rsidRPr="001B79B4">
            <w:rPr>
              <w:rFonts w:ascii="Questa Sans" w:hAnsi="Questa Sans" w:cs="Arial"/>
              <w:sz w:val="22"/>
              <w:szCs w:val="22"/>
              <w:lang w:val="en-CA"/>
            </w:rPr>
            <w:t xml:space="preserve">                 </w:t>
          </w:r>
        </w:p>
      </w:docPartBody>
    </w:docPart>
    <w:docPart>
      <w:docPartPr>
        <w:name w:val="144BE7D318254778925B67B554C83A61"/>
        <w:category>
          <w:name w:val="General"/>
          <w:gallery w:val="placeholder"/>
        </w:category>
        <w:types>
          <w:type w:val="bbPlcHdr"/>
        </w:types>
        <w:behaviors>
          <w:behavior w:val="content"/>
        </w:behaviors>
        <w:guid w:val="{043EF937-A4C7-4C73-AF51-8A16DE23FA06}"/>
      </w:docPartPr>
      <w:docPartBody>
        <w:p w:rsidR="00C41304" w:rsidRDefault="0023229C" w:rsidP="0023229C">
          <w:pPr>
            <w:pStyle w:val="144BE7D318254778925B67B554C83A61"/>
          </w:pPr>
          <w:r w:rsidRPr="0088142D">
            <w:rPr>
              <w:rFonts w:ascii="Questa Sans" w:hAnsi="Questa Sans" w:cs="Arial"/>
              <w:sz w:val="22"/>
              <w:szCs w:val="22"/>
              <w:lang w:val="en-CA"/>
            </w:rPr>
            <w:t xml:space="preserve">                 </w:t>
          </w:r>
        </w:p>
      </w:docPartBody>
    </w:docPart>
    <w:docPart>
      <w:docPartPr>
        <w:name w:val="7D0BA6635F2D4707BBE55C2F5FFD5C8C"/>
        <w:category>
          <w:name w:val="General"/>
          <w:gallery w:val="placeholder"/>
        </w:category>
        <w:types>
          <w:type w:val="bbPlcHdr"/>
        </w:types>
        <w:behaviors>
          <w:behavior w:val="content"/>
        </w:behaviors>
        <w:guid w:val="{01AE2B3A-746C-443C-9363-78F9CADDBBC0}"/>
      </w:docPartPr>
      <w:docPartBody>
        <w:p w:rsidR="00C41304" w:rsidRDefault="0023229C" w:rsidP="0023229C">
          <w:pPr>
            <w:pStyle w:val="7D0BA6635F2D4707BBE55C2F5FFD5C8C"/>
          </w:pPr>
          <w:r w:rsidRPr="001B79B4">
            <w:rPr>
              <w:rFonts w:ascii="Questa Sans" w:hAnsi="Questa Sans" w:cs="Arial"/>
              <w:sz w:val="22"/>
              <w:szCs w:val="22"/>
              <w:lang w:val="en-CA"/>
            </w:rPr>
            <w:t xml:space="preserve">                 </w:t>
          </w:r>
        </w:p>
      </w:docPartBody>
    </w:docPart>
    <w:docPart>
      <w:docPartPr>
        <w:name w:val="FE688802508744299D9A0312AC43B40B"/>
        <w:category>
          <w:name w:val="General"/>
          <w:gallery w:val="placeholder"/>
        </w:category>
        <w:types>
          <w:type w:val="bbPlcHdr"/>
        </w:types>
        <w:behaviors>
          <w:behavior w:val="content"/>
        </w:behaviors>
        <w:guid w:val="{A0F68EC8-CB7F-48A7-8B39-EC73BC1DC9D8}"/>
      </w:docPartPr>
      <w:docPartBody>
        <w:p w:rsidR="00C41304" w:rsidRDefault="0023229C" w:rsidP="0023229C">
          <w:pPr>
            <w:pStyle w:val="FE688802508744299D9A0312AC43B40B"/>
          </w:pPr>
          <w:r w:rsidRPr="001B79B4">
            <w:rPr>
              <w:rFonts w:ascii="Questa Sans" w:hAnsi="Questa Sans" w:cs="Arial"/>
              <w:sz w:val="22"/>
              <w:szCs w:val="22"/>
              <w:lang w:val="en-CA"/>
            </w:rPr>
            <w:t xml:space="preserve">                 </w:t>
          </w:r>
        </w:p>
      </w:docPartBody>
    </w:docPart>
    <w:docPart>
      <w:docPartPr>
        <w:name w:val="A5E682F0FEEB46759DC99835D8736A1C"/>
        <w:category>
          <w:name w:val="General"/>
          <w:gallery w:val="placeholder"/>
        </w:category>
        <w:types>
          <w:type w:val="bbPlcHdr"/>
        </w:types>
        <w:behaviors>
          <w:behavior w:val="content"/>
        </w:behaviors>
        <w:guid w:val="{36F7F526-8A77-428A-9857-E6215250619B}"/>
      </w:docPartPr>
      <w:docPartBody>
        <w:p w:rsidR="00C41304" w:rsidRDefault="0023229C" w:rsidP="0023229C">
          <w:pPr>
            <w:pStyle w:val="A5E682F0FEEB46759DC99835D8736A1C"/>
          </w:pPr>
          <w:r w:rsidRPr="001B79B4">
            <w:rPr>
              <w:rFonts w:ascii="Questa Sans" w:hAnsi="Questa Sans" w:cs="Arial"/>
              <w:sz w:val="22"/>
              <w:szCs w:val="22"/>
              <w:lang w:val="en-CA"/>
            </w:rPr>
            <w:t xml:space="preserve">                 </w:t>
          </w:r>
        </w:p>
      </w:docPartBody>
    </w:docPart>
    <w:docPart>
      <w:docPartPr>
        <w:name w:val="F034ADA7CC3C45B7A3D6833BCD807BDB"/>
        <w:category>
          <w:name w:val="General"/>
          <w:gallery w:val="placeholder"/>
        </w:category>
        <w:types>
          <w:type w:val="bbPlcHdr"/>
        </w:types>
        <w:behaviors>
          <w:behavior w:val="content"/>
        </w:behaviors>
        <w:guid w:val="{26CE2360-7959-4947-9C4C-820076F0C835}"/>
      </w:docPartPr>
      <w:docPartBody>
        <w:p w:rsidR="00C41304" w:rsidRDefault="0023229C" w:rsidP="0023229C">
          <w:pPr>
            <w:pStyle w:val="F034ADA7CC3C45B7A3D6833BCD807BDB"/>
          </w:pPr>
          <w:r w:rsidRPr="001B79B4">
            <w:rPr>
              <w:rFonts w:ascii="Questa Sans" w:hAnsi="Questa Sans" w:cs="Arial"/>
              <w:sz w:val="22"/>
              <w:szCs w:val="22"/>
              <w:lang w:val="en-CA"/>
            </w:rPr>
            <w:t xml:space="preserve">                 </w:t>
          </w:r>
        </w:p>
      </w:docPartBody>
    </w:docPart>
    <w:docPart>
      <w:docPartPr>
        <w:name w:val="39E71BF65B1A4629BF5C4E7B61D42F5D"/>
        <w:category>
          <w:name w:val="General"/>
          <w:gallery w:val="placeholder"/>
        </w:category>
        <w:types>
          <w:type w:val="bbPlcHdr"/>
        </w:types>
        <w:behaviors>
          <w:behavior w:val="content"/>
        </w:behaviors>
        <w:guid w:val="{7332150F-CF1B-43BB-A70C-9EF34B721019}"/>
      </w:docPartPr>
      <w:docPartBody>
        <w:p w:rsidR="00C41304" w:rsidRDefault="0023229C" w:rsidP="0023229C">
          <w:pPr>
            <w:pStyle w:val="39E71BF65B1A4629BF5C4E7B61D42F5D"/>
          </w:pPr>
          <w:r w:rsidRPr="0088142D">
            <w:rPr>
              <w:rFonts w:ascii="Questa Sans" w:hAnsi="Questa Sans" w:cs="Arial"/>
              <w:sz w:val="22"/>
              <w:szCs w:val="22"/>
              <w:lang w:val="en-CA"/>
            </w:rPr>
            <w:t xml:space="preserve">                 </w:t>
          </w:r>
        </w:p>
      </w:docPartBody>
    </w:docPart>
    <w:docPart>
      <w:docPartPr>
        <w:name w:val="0DDA3C2D8FDD4824849CD343D36F88B2"/>
        <w:category>
          <w:name w:val="General"/>
          <w:gallery w:val="placeholder"/>
        </w:category>
        <w:types>
          <w:type w:val="bbPlcHdr"/>
        </w:types>
        <w:behaviors>
          <w:behavior w:val="content"/>
        </w:behaviors>
        <w:guid w:val="{2D756B06-712A-4242-BAC7-A083C0738E8A}"/>
      </w:docPartPr>
      <w:docPartBody>
        <w:p w:rsidR="00C41304" w:rsidRDefault="0023229C" w:rsidP="0023229C">
          <w:pPr>
            <w:pStyle w:val="0DDA3C2D8FDD4824849CD343D36F88B2"/>
          </w:pPr>
          <w:r w:rsidRPr="001B79B4">
            <w:rPr>
              <w:rFonts w:ascii="Questa Sans" w:hAnsi="Questa Sans" w:cs="Arial"/>
              <w:sz w:val="22"/>
              <w:szCs w:val="22"/>
              <w:lang w:val="en-CA"/>
            </w:rPr>
            <w:t xml:space="preserve">                 </w:t>
          </w:r>
        </w:p>
      </w:docPartBody>
    </w:docPart>
    <w:docPart>
      <w:docPartPr>
        <w:name w:val="73DF443BED6E4908A6D41D39C32B6947"/>
        <w:category>
          <w:name w:val="General"/>
          <w:gallery w:val="placeholder"/>
        </w:category>
        <w:types>
          <w:type w:val="bbPlcHdr"/>
        </w:types>
        <w:behaviors>
          <w:behavior w:val="content"/>
        </w:behaviors>
        <w:guid w:val="{2678C4FF-72E1-4F95-89C3-0DCFF0E79152}"/>
      </w:docPartPr>
      <w:docPartBody>
        <w:p w:rsidR="00C41304" w:rsidRDefault="0023229C" w:rsidP="0023229C">
          <w:pPr>
            <w:pStyle w:val="73DF443BED6E4908A6D41D39C32B6947"/>
          </w:pPr>
          <w:r w:rsidRPr="001B79B4">
            <w:rPr>
              <w:rFonts w:ascii="Questa Sans" w:hAnsi="Questa Sans" w:cs="Arial"/>
              <w:sz w:val="22"/>
              <w:szCs w:val="22"/>
              <w:lang w:val="en-CA"/>
            </w:rPr>
            <w:t xml:space="preserve">                 </w:t>
          </w:r>
        </w:p>
      </w:docPartBody>
    </w:docPart>
    <w:docPart>
      <w:docPartPr>
        <w:name w:val="C9806B91500040B58CD63DE50135E399"/>
        <w:category>
          <w:name w:val="General"/>
          <w:gallery w:val="placeholder"/>
        </w:category>
        <w:types>
          <w:type w:val="bbPlcHdr"/>
        </w:types>
        <w:behaviors>
          <w:behavior w:val="content"/>
        </w:behaviors>
        <w:guid w:val="{9F88E251-FBA9-446E-833B-60554CB3F007}"/>
      </w:docPartPr>
      <w:docPartBody>
        <w:p w:rsidR="00C41304" w:rsidRDefault="0023229C" w:rsidP="0023229C">
          <w:pPr>
            <w:pStyle w:val="C9806B91500040B58CD63DE50135E399"/>
          </w:pPr>
          <w:r w:rsidRPr="001B79B4">
            <w:rPr>
              <w:rFonts w:ascii="Questa Sans" w:hAnsi="Questa Sans" w:cs="Arial"/>
              <w:sz w:val="22"/>
              <w:szCs w:val="22"/>
              <w:lang w:val="en-CA"/>
            </w:rPr>
            <w:t xml:space="preserve">                 </w:t>
          </w:r>
        </w:p>
      </w:docPartBody>
    </w:docPart>
    <w:docPart>
      <w:docPartPr>
        <w:name w:val="E6957177A1A44B74BC1F5007A54C9557"/>
        <w:category>
          <w:name w:val="General"/>
          <w:gallery w:val="placeholder"/>
        </w:category>
        <w:types>
          <w:type w:val="bbPlcHdr"/>
        </w:types>
        <w:behaviors>
          <w:behavior w:val="content"/>
        </w:behaviors>
        <w:guid w:val="{8691C6EB-5A63-4EF9-ABBF-88F1FDAAFD16}"/>
      </w:docPartPr>
      <w:docPartBody>
        <w:p w:rsidR="00C41304" w:rsidRDefault="0023229C" w:rsidP="0023229C">
          <w:pPr>
            <w:pStyle w:val="E6957177A1A44B74BC1F5007A54C9557"/>
          </w:pPr>
          <w:r w:rsidRPr="001B79B4">
            <w:rPr>
              <w:rFonts w:ascii="Questa Sans" w:hAnsi="Questa Sans" w:cs="Arial"/>
              <w:sz w:val="22"/>
              <w:szCs w:val="22"/>
              <w:lang w:val="en-CA"/>
            </w:rPr>
            <w:t xml:space="preserve">                 </w:t>
          </w:r>
        </w:p>
      </w:docPartBody>
    </w:docPart>
    <w:docPart>
      <w:docPartPr>
        <w:name w:val="7EE6D6FC69514565B303C41D4CB60735"/>
        <w:category>
          <w:name w:val="General"/>
          <w:gallery w:val="placeholder"/>
        </w:category>
        <w:types>
          <w:type w:val="bbPlcHdr"/>
        </w:types>
        <w:behaviors>
          <w:behavior w:val="content"/>
        </w:behaviors>
        <w:guid w:val="{1673C621-434A-44AD-9C0E-6BE520A3618F}"/>
      </w:docPartPr>
      <w:docPartBody>
        <w:p w:rsidR="00C41304" w:rsidRDefault="0023229C" w:rsidP="0023229C">
          <w:pPr>
            <w:pStyle w:val="7EE6D6FC69514565B303C41D4CB60735"/>
          </w:pPr>
          <w:r w:rsidRPr="0088142D">
            <w:rPr>
              <w:rFonts w:ascii="Questa Sans" w:hAnsi="Questa Sans" w:cs="Arial"/>
              <w:sz w:val="22"/>
              <w:szCs w:val="22"/>
              <w:lang w:val="en-CA"/>
            </w:rPr>
            <w:t xml:space="preserve">                 </w:t>
          </w:r>
        </w:p>
      </w:docPartBody>
    </w:docPart>
    <w:docPart>
      <w:docPartPr>
        <w:name w:val="0EC30B2168CD45E88DF8A4537C5153C6"/>
        <w:category>
          <w:name w:val="General"/>
          <w:gallery w:val="placeholder"/>
        </w:category>
        <w:types>
          <w:type w:val="bbPlcHdr"/>
        </w:types>
        <w:behaviors>
          <w:behavior w:val="content"/>
        </w:behaviors>
        <w:guid w:val="{CC38D5EE-5C6D-4E5A-AF8B-888282F87013}"/>
      </w:docPartPr>
      <w:docPartBody>
        <w:p w:rsidR="00C41304" w:rsidRDefault="0023229C" w:rsidP="0023229C">
          <w:pPr>
            <w:pStyle w:val="0EC30B2168CD45E88DF8A4537C5153C6"/>
          </w:pPr>
          <w:r w:rsidRPr="001B79B4">
            <w:rPr>
              <w:rFonts w:ascii="Questa Sans" w:hAnsi="Questa Sans" w:cs="Arial"/>
              <w:sz w:val="22"/>
              <w:szCs w:val="22"/>
              <w:lang w:val="en-CA"/>
            </w:rPr>
            <w:t xml:space="preserve">                 </w:t>
          </w:r>
        </w:p>
      </w:docPartBody>
    </w:docPart>
    <w:docPart>
      <w:docPartPr>
        <w:name w:val="4A7A204732D74FB1A2DD356B14418FDE"/>
        <w:category>
          <w:name w:val="General"/>
          <w:gallery w:val="placeholder"/>
        </w:category>
        <w:types>
          <w:type w:val="bbPlcHdr"/>
        </w:types>
        <w:behaviors>
          <w:behavior w:val="content"/>
        </w:behaviors>
        <w:guid w:val="{EFDEE59A-1050-4795-9658-4C56D22EDC8F}"/>
      </w:docPartPr>
      <w:docPartBody>
        <w:p w:rsidR="00C41304" w:rsidRDefault="0023229C" w:rsidP="0023229C">
          <w:pPr>
            <w:pStyle w:val="4A7A204732D74FB1A2DD356B14418FDE"/>
          </w:pPr>
          <w:r w:rsidRPr="001B79B4">
            <w:rPr>
              <w:rFonts w:ascii="Questa Sans" w:hAnsi="Questa Sans" w:cs="Arial"/>
              <w:sz w:val="22"/>
              <w:szCs w:val="22"/>
              <w:lang w:val="en-CA"/>
            </w:rPr>
            <w:t xml:space="preserve">                 </w:t>
          </w:r>
        </w:p>
      </w:docPartBody>
    </w:docPart>
    <w:docPart>
      <w:docPartPr>
        <w:name w:val="1830D60EB1E646788370D15C1F721DC4"/>
        <w:category>
          <w:name w:val="General"/>
          <w:gallery w:val="placeholder"/>
        </w:category>
        <w:types>
          <w:type w:val="bbPlcHdr"/>
        </w:types>
        <w:behaviors>
          <w:behavior w:val="content"/>
        </w:behaviors>
        <w:guid w:val="{F2D3B649-5902-48F0-84DF-5F9C204CD2D7}"/>
      </w:docPartPr>
      <w:docPartBody>
        <w:p w:rsidR="00C41304" w:rsidRDefault="0023229C" w:rsidP="0023229C">
          <w:pPr>
            <w:pStyle w:val="1830D60EB1E646788370D15C1F721DC4"/>
          </w:pPr>
          <w:r w:rsidRPr="001B79B4">
            <w:rPr>
              <w:rFonts w:ascii="Questa Sans" w:hAnsi="Questa Sans" w:cs="Arial"/>
              <w:sz w:val="22"/>
              <w:szCs w:val="22"/>
              <w:lang w:val="en-CA"/>
            </w:rPr>
            <w:t xml:space="preserve">                 </w:t>
          </w:r>
        </w:p>
      </w:docPartBody>
    </w:docPart>
    <w:docPart>
      <w:docPartPr>
        <w:name w:val="4446369E9A6644B7A0CD6491E41DEE85"/>
        <w:category>
          <w:name w:val="General"/>
          <w:gallery w:val="placeholder"/>
        </w:category>
        <w:types>
          <w:type w:val="bbPlcHdr"/>
        </w:types>
        <w:behaviors>
          <w:behavior w:val="content"/>
        </w:behaviors>
        <w:guid w:val="{F023E274-0030-420D-9726-302152534548}"/>
      </w:docPartPr>
      <w:docPartBody>
        <w:p w:rsidR="00C41304" w:rsidRDefault="0023229C" w:rsidP="0023229C">
          <w:pPr>
            <w:pStyle w:val="4446369E9A6644B7A0CD6491E41DEE85"/>
          </w:pPr>
          <w:r w:rsidRPr="001B79B4">
            <w:rPr>
              <w:rFonts w:ascii="Questa Sans" w:hAnsi="Questa Sans" w:cs="Arial"/>
              <w:sz w:val="22"/>
              <w:szCs w:val="22"/>
              <w:lang w:val="en-CA"/>
            </w:rPr>
            <w:t xml:space="preserve">                 </w:t>
          </w:r>
        </w:p>
      </w:docPartBody>
    </w:docPart>
    <w:docPart>
      <w:docPartPr>
        <w:name w:val="17B8BA42DE82495080BF095571560806"/>
        <w:category>
          <w:name w:val="General"/>
          <w:gallery w:val="placeholder"/>
        </w:category>
        <w:types>
          <w:type w:val="bbPlcHdr"/>
        </w:types>
        <w:behaviors>
          <w:behavior w:val="content"/>
        </w:behaviors>
        <w:guid w:val="{0F9C4682-B4AE-4C0C-AAE3-AA8471669314}"/>
      </w:docPartPr>
      <w:docPartBody>
        <w:p w:rsidR="00C41304" w:rsidRDefault="0023229C" w:rsidP="0023229C">
          <w:pPr>
            <w:pStyle w:val="17B8BA42DE82495080BF095571560806"/>
          </w:pPr>
          <w:r w:rsidRPr="0088142D">
            <w:rPr>
              <w:rFonts w:ascii="Questa Sans" w:hAnsi="Questa Sans" w:cs="Arial"/>
              <w:sz w:val="22"/>
              <w:szCs w:val="22"/>
              <w:lang w:val="en-CA"/>
            </w:rPr>
            <w:t xml:space="preserve">                 </w:t>
          </w:r>
        </w:p>
      </w:docPartBody>
    </w:docPart>
    <w:docPart>
      <w:docPartPr>
        <w:name w:val="42D723E08FCA440DA2EEE4B00C9A2CF4"/>
        <w:category>
          <w:name w:val="General"/>
          <w:gallery w:val="placeholder"/>
        </w:category>
        <w:types>
          <w:type w:val="bbPlcHdr"/>
        </w:types>
        <w:behaviors>
          <w:behavior w:val="content"/>
        </w:behaviors>
        <w:guid w:val="{81328470-4AED-4A87-BD3A-7494D6C854BC}"/>
      </w:docPartPr>
      <w:docPartBody>
        <w:p w:rsidR="00C41304" w:rsidRDefault="0023229C" w:rsidP="0023229C">
          <w:pPr>
            <w:pStyle w:val="42D723E08FCA440DA2EEE4B00C9A2CF4"/>
          </w:pPr>
          <w:r w:rsidRPr="001B79B4">
            <w:rPr>
              <w:rFonts w:ascii="Questa Sans" w:hAnsi="Questa Sans" w:cs="Arial"/>
              <w:sz w:val="22"/>
              <w:szCs w:val="22"/>
              <w:lang w:val="en-CA"/>
            </w:rPr>
            <w:t xml:space="preserve">                 </w:t>
          </w:r>
        </w:p>
      </w:docPartBody>
    </w:docPart>
    <w:docPart>
      <w:docPartPr>
        <w:name w:val="02FA359620D74CB2A87ABD20D81B15D5"/>
        <w:category>
          <w:name w:val="General"/>
          <w:gallery w:val="placeholder"/>
        </w:category>
        <w:types>
          <w:type w:val="bbPlcHdr"/>
        </w:types>
        <w:behaviors>
          <w:behavior w:val="content"/>
        </w:behaviors>
        <w:guid w:val="{0EF58ECD-2C3A-48A4-81E4-4840D2028E94}"/>
      </w:docPartPr>
      <w:docPartBody>
        <w:p w:rsidR="00C41304" w:rsidRDefault="0023229C" w:rsidP="0023229C">
          <w:pPr>
            <w:pStyle w:val="02FA359620D74CB2A87ABD20D81B15D5"/>
          </w:pPr>
          <w:r w:rsidRPr="001B79B4">
            <w:rPr>
              <w:rFonts w:ascii="Questa Sans" w:hAnsi="Questa Sans" w:cs="Arial"/>
              <w:sz w:val="22"/>
              <w:szCs w:val="22"/>
              <w:lang w:val="en-CA"/>
            </w:rPr>
            <w:t xml:space="preserve">                 </w:t>
          </w:r>
        </w:p>
      </w:docPartBody>
    </w:docPart>
    <w:docPart>
      <w:docPartPr>
        <w:name w:val="F1B314A4C3064DB0B43FBEB2992D11AE"/>
        <w:category>
          <w:name w:val="General"/>
          <w:gallery w:val="placeholder"/>
        </w:category>
        <w:types>
          <w:type w:val="bbPlcHdr"/>
        </w:types>
        <w:behaviors>
          <w:behavior w:val="content"/>
        </w:behaviors>
        <w:guid w:val="{8387C77A-F371-4575-B75D-4BD81CB147FC}"/>
      </w:docPartPr>
      <w:docPartBody>
        <w:p w:rsidR="00C41304" w:rsidRDefault="0023229C" w:rsidP="0023229C">
          <w:pPr>
            <w:pStyle w:val="F1B314A4C3064DB0B43FBEB2992D11AE"/>
          </w:pPr>
          <w:r w:rsidRPr="001B79B4">
            <w:rPr>
              <w:rFonts w:ascii="Questa Sans" w:hAnsi="Questa Sans" w:cs="Arial"/>
              <w:sz w:val="22"/>
              <w:szCs w:val="22"/>
              <w:lang w:val="en-CA"/>
            </w:rPr>
            <w:t xml:space="preserve">                 </w:t>
          </w:r>
        </w:p>
      </w:docPartBody>
    </w:docPart>
    <w:docPart>
      <w:docPartPr>
        <w:name w:val="63CA597D0391413DA3DDCF4E5263CBC2"/>
        <w:category>
          <w:name w:val="General"/>
          <w:gallery w:val="placeholder"/>
        </w:category>
        <w:types>
          <w:type w:val="bbPlcHdr"/>
        </w:types>
        <w:behaviors>
          <w:behavior w:val="content"/>
        </w:behaviors>
        <w:guid w:val="{B8CE1476-D357-453D-8DEE-7AC3D5810B74}"/>
      </w:docPartPr>
      <w:docPartBody>
        <w:p w:rsidR="00C41304" w:rsidRDefault="0023229C" w:rsidP="0023229C">
          <w:pPr>
            <w:pStyle w:val="63CA597D0391413DA3DDCF4E5263CBC2"/>
          </w:pPr>
          <w:r w:rsidRPr="001B79B4">
            <w:rPr>
              <w:rFonts w:ascii="Questa Sans" w:hAnsi="Questa Sans" w:cs="Arial"/>
              <w:sz w:val="22"/>
              <w:szCs w:val="22"/>
              <w:lang w:val="en-CA"/>
            </w:rPr>
            <w:t xml:space="preserve">                 </w:t>
          </w:r>
        </w:p>
      </w:docPartBody>
    </w:docPart>
    <w:docPart>
      <w:docPartPr>
        <w:name w:val="633433E8EDBE45F9A0B223C56026F342"/>
        <w:category>
          <w:name w:val="General"/>
          <w:gallery w:val="placeholder"/>
        </w:category>
        <w:types>
          <w:type w:val="bbPlcHdr"/>
        </w:types>
        <w:behaviors>
          <w:behavior w:val="content"/>
        </w:behaviors>
        <w:guid w:val="{8E051F86-88A9-4404-9C42-06E78D910873}"/>
      </w:docPartPr>
      <w:docPartBody>
        <w:p w:rsidR="00C41304" w:rsidRDefault="0023229C" w:rsidP="0023229C">
          <w:pPr>
            <w:pStyle w:val="633433E8EDBE45F9A0B223C56026F342"/>
          </w:pPr>
          <w:r w:rsidRPr="00F53824">
            <w:rPr>
              <w:rFonts w:ascii="Questa Sans" w:hAnsi="Questa Sans" w:cs="Arial"/>
              <w:sz w:val="22"/>
              <w:szCs w:val="22"/>
              <w:lang w:val="en-CA"/>
            </w:rPr>
            <w:t xml:space="preserve">                 </w:t>
          </w:r>
        </w:p>
      </w:docPartBody>
    </w:docPart>
    <w:docPart>
      <w:docPartPr>
        <w:name w:val="CC6A15416F1D47708CCDC6309F5A1985"/>
        <w:category>
          <w:name w:val="General"/>
          <w:gallery w:val="placeholder"/>
        </w:category>
        <w:types>
          <w:type w:val="bbPlcHdr"/>
        </w:types>
        <w:behaviors>
          <w:behavior w:val="content"/>
        </w:behaviors>
        <w:guid w:val="{787ECEF3-55FC-4CF1-B626-DA92DA73C942}"/>
      </w:docPartPr>
      <w:docPartBody>
        <w:p w:rsidR="00C41304" w:rsidRDefault="0023229C" w:rsidP="0023229C">
          <w:pPr>
            <w:pStyle w:val="CC6A15416F1D47708CCDC6309F5A1985"/>
          </w:pPr>
          <w:r w:rsidRPr="00F53824">
            <w:rPr>
              <w:rFonts w:ascii="Questa Sans" w:hAnsi="Questa Sans" w:cs="Arial"/>
              <w:sz w:val="22"/>
              <w:szCs w:val="22"/>
              <w:lang w:val="en-CA"/>
            </w:rPr>
            <w:t xml:space="preserve">                 </w:t>
          </w:r>
        </w:p>
      </w:docPartBody>
    </w:docPart>
    <w:docPart>
      <w:docPartPr>
        <w:name w:val="B0A1B8C5C44D4CD4ACA3DF1693BA4800"/>
        <w:category>
          <w:name w:val="General"/>
          <w:gallery w:val="placeholder"/>
        </w:category>
        <w:types>
          <w:type w:val="bbPlcHdr"/>
        </w:types>
        <w:behaviors>
          <w:behavior w:val="content"/>
        </w:behaviors>
        <w:guid w:val="{321C90ED-C37A-472C-A2E9-EF47CACA679B}"/>
      </w:docPartPr>
      <w:docPartBody>
        <w:p w:rsidR="00C41304" w:rsidRDefault="0023229C" w:rsidP="0023229C">
          <w:pPr>
            <w:pStyle w:val="B0A1B8C5C44D4CD4ACA3DF1693BA4800"/>
          </w:pPr>
          <w:r w:rsidRPr="00F53824">
            <w:rPr>
              <w:rFonts w:ascii="Questa Sans" w:hAnsi="Questa Sans" w:cs="Arial"/>
              <w:sz w:val="22"/>
              <w:szCs w:val="22"/>
              <w:lang w:val="en-CA"/>
            </w:rPr>
            <w:t xml:space="preserve">                 </w:t>
          </w:r>
        </w:p>
      </w:docPartBody>
    </w:docPart>
    <w:docPart>
      <w:docPartPr>
        <w:name w:val="B6F12B90A1EA46E791960A4A4DFD3C5E"/>
        <w:category>
          <w:name w:val="General"/>
          <w:gallery w:val="placeholder"/>
        </w:category>
        <w:types>
          <w:type w:val="bbPlcHdr"/>
        </w:types>
        <w:behaviors>
          <w:behavior w:val="content"/>
        </w:behaviors>
        <w:guid w:val="{110F9F99-5D3E-474A-8D39-4321B2467186}"/>
      </w:docPartPr>
      <w:docPartBody>
        <w:p w:rsidR="00C41304" w:rsidRDefault="0023229C" w:rsidP="0023229C">
          <w:pPr>
            <w:pStyle w:val="B6F12B90A1EA46E791960A4A4DFD3C5E"/>
          </w:pPr>
          <w:r w:rsidRPr="00F53824">
            <w:rPr>
              <w:rFonts w:ascii="Questa Sans" w:hAnsi="Questa Sans" w:cs="Arial"/>
              <w:sz w:val="22"/>
              <w:szCs w:val="22"/>
              <w:lang w:val="en-CA"/>
            </w:rPr>
            <w:t xml:space="preserve">                 </w:t>
          </w:r>
        </w:p>
      </w:docPartBody>
    </w:docPart>
    <w:docPart>
      <w:docPartPr>
        <w:name w:val="B082A0F10E3E48BFB044822FFE7D8571"/>
        <w:category>
          <w:name w:val="General"/>
          <w:gallery w:val="placeholder"/>
        </w:category>
        <w:types>
          <w:type w:val="bbPlcHdr"/>
        </w:types>
        <w:behaviors>
          <w:behavior w:val="content"/>
        </w:behaviors>
        <w:guid w:val="{D4E65179-A862-4BE1-AF40-1884EAAAC210}"/>
      </w:docPartPr>
      <w:docPartBody>
        <w:p w:rsidR="00C41304" w:rsidRDefault="0023229C" w:rsidP="0023229C">
          <w:pPr>
            <w:pStyle w:val="B082A0F10E3E48BFB044822FFE7D8571"/>
          </w:pPr>
          <w:r w:rsidRPr="00F53824">
            <w:rPr>
              <w:rFonts w:ascii="Questa Sans" w:hAnsi="Questa Sans" w:cs="Arial"/>
              <w:sz w:val="22"/>
              <w:szCs w:val="22"/>
              <w:lang w:val="en-CA"/>
            </w:rPr>
            <w:t xml:space="preserve">                 </w:t>
          </w:r>
        </w:p>
      </w:docPartBody>
    </w:docPart>
    <w:docPart>
      <w:docPartPr>
        <w:name w:val="698DD9BE15704E1AAAAA2370C697E5BB"/>
        <w:category>
          <w:name w:val="General"/>
          <w:gallery w:val="placeholder"/>
        </w:category>
        <w:types>
          <w:type w:val="bbPlcHdr"/>
        </w:types>
        <w:behaviors>
          <w:behavior w:val="content"/>
        </w:behaviors>
        <w:guid w:val="{CB755FF6-E207-4CD6-8645-F56F48418EB8}"/>
      </w:docPartPr>
      <w:docPartBody>
        <w:p w:rsidR="00C41304" w:rsidRDefault="0023229C" w:rsidP="0023229C">
          <w:pPr>
            <w:pStyle w:val="698DD9BE15704E1AAAAA2370C697E5BB"/>
          </w:pPr>
          <w:r w:rsidRPr="00F53824">
            <w:rPr>
              <w:rFonts w:ascii="Questa Sans" w:hAnsi="Questa Sans" w:cs="Arial"/>
              <w:sz w:val="22"/>
              <w:szCs w:val="22"/>
              <w:lang w:val="en-CA"/>
            </w:rPr>
            <w:t xml:space="preserve">                 </w:t>
          </w:r>
        </w:p>
      </w:docPartBody>
    </w:docPart>
    <w:docPart>
      <w:docPartPr>
        <w:name w:val="BBF098C3F4584B4295D5B6D8C7E97174"/>
        <w:category>
          <w:name w:val="General"/>
          <w:gallery w:val="placeholder"/>
        </w:category>
        <w:types>
          <w:type w:val="bbPlcHdr"/>
        </w:types>
        <w:behaviors>
          <w:behavior w:val="content"/>
        </w:behaviors>
        <w:guid w:val="{80F938CF-46A9-43C8-BDB7-A078318512BF}"/>
      </w:docPartPr>
      <w:docPartBody>
        <w:p w:rsidR="00C41304" w:rsidRDefault="0023229C" w:rsidP="0023229C">
          <w:pPr>
            <w:pStyle w:val="BBF098C3F4584B4295D5B6D8C7E97174"/>
          </w:pPr>
          <w:r w:rsidRPr="00F53824">
            <w:rPr>
              <w:rFonts w:ascii="Questa Sans" w:hAnsi="Questa Sans" w:cs="Arial"/>
              <w:sz w:val="22"/>
              <w:szCs w:val="22"/>
              <w:lang w:val="en-CA"/>
            </w:rPr>
            <w:t xml:space="preserve">                 </w:t>
          </w:r>
        </w:p>
      </w:docPartBody>
    </w:docPart>
    <w:docPart>
      <w:docPartPr>
        <w:name w:val="426ED5EF89DC4D91871DEAD58696BC8E"/>
        <w:category>
          <w:name w:val="General"/>
          <w:gallery w:val="placeholder"/>
        </w:category>
        <w:types>
          <w:type w:val="bbPlcHdr"/>
        </w:types>
        <w:behaviors>
          <w:behavior w:val="content"/>
        </w:behaviors>
        <w:guid w:val="{9168030A-48D9-4BD2-945D-8506A652430A}"/>
      </w:docPartPr>
      <w:docPartBody>
        <w:p w:rsidR="00C41304" w:rsidRDefault="0023229C" w:rsidP="0023229C">
          <w:pPr>
            <w:pStyle w:val="426ED5EF89DC4D91871DEAD58696BC8E"/>
          </w:pPr>
          <w:r w:rsidRPr="00F53824">
            <w:rPr>
              <w:rFonts w:ascii="Questa Sans" w:hAnsi="Questa Sans" w:cs="Arial"/>
              <w:sz w:val="22"/>
              <w:szCs w:val="22"/>
              <w:lang w:val="en-CA"/>
            </w:rPr>
            <w:t xml:space="preserve">                 </w:t>
          </w:r>
        </w:p>
      </w:docPartBody>
    </w:docPart>
    <w:docPart>
      <w:docPartPr>
        <w:name w:val="D3CF6653D24E4ECE8E2FAA4C2653FB63"/>
        <w:category>
          <w:name w:val="General"/>
          <w:gallery w:val="placeholder"/>
        </w:category>
        <w:types>
          <w:type w:val="bbPlcHdr"/>
        </w:types>
        <w:behaviors>
          <w:behavior w:val="content"/>
        </w:behaviors>
        <w:guid w:val="{191C7F47-25C2-4FE3-AE24-3B98231D4CB6}"/>
      </w:docPartPr>
      <w:docPartBody>
        <w:p w:rsidR="00C41304" w:rsidRDefault="0023229C" w:rsidP="0023229C">
          <w:pPr>
            <w:pStyle w:val="D3CF6653D24E4ECE8E2FAA4C2653FB63"/>
          </w:pPr>
          <w:r w:rsidRPr="00F53824">
            <w:rPr>
              <w:rFonts w:ascii="Questa Sans" w:hAnsi="Questa Sans" w:cs="Arial"/>
              <w:sz w:val="22"/>
              <w:szCs w:val="22"/>
              <w:lang w:val="en-CA"/>
            </w:rPr>
            <w:t xml:space="preserve">                 </w:t>
          </w:r>
        </w:p>
      </w:docPartBody>
    </w:docPart>
    <w:docPart>
      <w:docPartPr>
        <w:name w:val="CD1A1B61DC014B22A0B67AD719C563B9"/>
        <w:category>
          <w:name w:val="General"/>
          <w:gallery w:val="placeholder"/>
        </w:category>
        <w:types>
          <w:type w:val="bbPlcHdr"/>
        </w:types>
        <w:behaviors>
          <w:behavior w:val="content"/>
        </w:behaviors>
        <w:guid w:val="{A5EA1802-5263-45C6-A2B7-1D09E97843F8}"/>
      </w:docPartPr>
      <w:docPartBody>
        <w:p w:rsidR="00C41304" w:rsidRDefault="0023229C" w:rsidP="0023229C">
          <w:pPr>
            <w:pStyle w:val="CD1A1B61DC014B22A0B67AD719C563B9"/>
          </w:pPr>
          <w:r w:rsidRPr="00F53824">
            <w:rPr>
              <w:rFonts w:ascii="Questa Sans" w:hAnsi="Questa Sans" w:cs="Arial"/>
              <w:sz w:val="22"/>
              <w:szCs w:val="22"/>
              <w:lang w:val="en-CA"/>
            </w:rPr>
            <w:t xml:space="preserve">                 </w:t>
          </w:r>
        </w:p>
      </w:docPartBody>
    </w:docPart>
    <w:docPart>
      <w:docPartPr>
        <w:name w:val="EA762D7A3CBF4664AE73AF62E8B85F22"/>
        <w:category>
          <w:name w:val="General"/>
          <w:gallery w:val="placeholder"/>
        </w:category>
        <w:types>
          <w:type w:val="bbPlcHdr"/>
        </w:types>
        <w:behaviors>
          <w:behavior w:val="content"/>
        </w:behaviors>
        <w:guid w:val="{9E108414-6BB2-4C14-A00F-EAFEF367246B}"/>
      </w:docPartPr>
      <w:docPartBody>
        <w:p w:rsidR="00C41304" w:rsidRDefault="0023229C" w:rsidP="0023229C">
          <w:pPr>
            <w:pStyle w:val="EA762D7A3CBF4664AE73AF62E8B85F22"/>
          </w:pPr>
          <w:r w:rsidRPr="00F53824">
            <w:rPr>
              <w:rFonts w:ascii="Questa Sans" w:hAnsi="Questa Sans" w:cs="Arial"/>
              <w:sz w:val="22"/>
              <w:szCs w:val="22"/>
              <w:lang w:val="en-CA"/>
            </w:rPr>
            <w:t xml:space="preserve">                 </w:t>
          </w:r>
        </w:p>
      </w:docPartBody>
    </w:docPart>
    <w:docPart>
      <w:docPartPr>
        <w:name w:val="4F40F57F8EE74E9F9C89E5CB714CAEC8"/>
        <w:category>
          <w:name w:val="General"/>
          <w:gallery w:val="placeholder"/>
        </w:category>
        <w:types>
          <w:type w:val="bbPlcHdr"/>
        </w:types>
        <w:behaviors>
          <w:behavior w:val="content"/>
        </w:behaviors>
        <w:guid w:val="{44D5CE89-4A6E-4EA4-98CB-8EE841212446}"/>
      </w:docPartPr>
      <w:docPartBody>
        <w:p w:rsidR="00C41304" w:rsidRDefault="0023229C" w:rsidP="0023229C">
          <w:pPr>
            <w:pStyle w:val="4F40F57F8EE74E9F9C89E5CB714CAEC8"/>
          </w:pPr>
          <w:r w:rsidRPr="00F53824">
            <w:rPr>
              <w:rFonts w:ascii="Questa Sans" w:hAnsi="Questa Sans" w:cs="Arial"/>
              <w:sz w:val="22"/>
              <w:szCs w:val="22"/>
              <w:lang w:val="en-CA"/>
            </w:rPr>
            <w:t xml:space="preserve">                 </w:t>
          </w:r>
        </w:p>
      </w:docPartBody>
    </w:docPart>
    <w:docPart>
      <w:docPartPr>
        <w:name w:val="95166E5E6E394091B327C7C0DC7D0480"/>
        <w:category>
          <w:name w:val="General"/>
          <w:gallery w:val="placeholder"/>
        </w:category>
        <w:types>
          <w:type w:val="bbPlcHdr"/>
        </w:types>
        <w:behaviors>
          <w:behavior w:val="content"/>
        </w:behaviors>
        <w:guid w:val="{D322BDEF-8227-4178-919A-30DB228AF5C5}"/>
      </w:docPartPr>
      <w:docPartBody>
        <w:p w:rsidR="00C41304" w:rsidRDefault="0023229C" w:rsidP="0023229C">
          <w:pPr>
            <w:pStyle w:val="95166E5E6E394091B327C7C0DC7D0480"/>
          </w:pPr>
          <w:r w:rsidRPr="00F53824">
            <w:rPr>
              <w:rFonts w:ascii="Questa Sans" w:hAnsi="Questa Sans" w:cs="Arial"/>
              <w:sz w:val="22"/>
              <w:szCs w:val="22"/>
              <w:lang w:val="en-CA"/>
            </w:rPr>
            <w:t xml:space="preserve">                 </w:t>
          </w:r>
        </w:p>
      </w:docPartBody>
    </w:docPart>
    <w:docPart>
      <w:docPartPr>
        <w:name w:val="8E6F76E40D244306AEA778FD627EBE1C"/>
        <w:category>
          <w:name w:val="General"/>
          <w:gallery w:val="placeholder"/>
        </w:category>
        <w:types>
          <w:type w:val="bbPlcHdr"/>
        </w:types>
        <w:behaviors>
          <w:behavior w:val="content"/>
        </w:behaviors>
        <w:guid w:val="{6D6CB088-F19B-49A9-A63B-CA892AE4BAA0}"/>
      </w:docPartPr>
      <w:docPartBody>
        <w:p w:rsidR="00C41304" w:rsidRDefault="0023229C" w:rsidP="0023229C">
          <w:pPr>
            <w:pStyle w:val="8E6F76E40D244306AEA778FD627EBE1C"/>
          </w:pPr>
          <w:r w:rsidRPr="00F53824">
            <w:rPr>
              <w:rFonts w:ascii="Questa Sans" w:hAnsi="Questa Sans" w:cs="Arial"/>
              <w:sz w:val="22"/>
              <w:szCs w:val="22"/>
              <w:lang w:val="en-CA"/>
            </w:rPr>
            <w:t xml:space="preserve">                 </w:t>
          </w:r>
        </w:p>
      </w:docPartBody>
    </w:docPart>
    <w:docPart>
      <w:docPartPr>
        <w:name w:val="B43A14FCDACC4AF28ED524C22F488171"/>
        <w:category>
          <w:name w:val="General"/>
          <w:gallery w:val="placeholder"/>
        </w:category>
        <w:types>
          <w:type w:val="bbPlcHdr"/>
        </w:types>
        <w:behaviors>
          <w:behavior w:val="content"/>
        </w:behaviors>
        <w:guid w:val="{3945E838-080A-427F-B7A6-A73A79633618}"/>
      </w:docPartPr>
      <w:docPartBody>
        <w:p w:rsidR="00C41304" w:rsidRDefault="0023229C" w:rsidP="0023229C">
          <w:pPr>
            <w:pStyle w:val="B43A14FCDACC4AF28ED524C22F488171"/>
          </w:pPr>
          <w:r w:rsidRPr="00F53824">
            <w:rPr>
              <w:rFonts w:ascii="Questa Sans" w:hAnsi="Questa Sans" w:cs="Arial"/>
              <w:sz w:val="22"/>
              <w:szCs w:val="22"/>
              <w:lang w:val="en-CA"/>
            </w:rPr>
            <w:t xml:space="preserve">                 </w:t>
          </w:r>
        </w:p>
      </w:docPartBody>
    </w:docPart>
    <w:docPart>
      <w:docPartPr>
        <w:name w:val="3A235B4744DE40F4A07EC88F8D5D8F9F"/>
        <w:category>
          <w:name w:val="General"/>
          <w:gallery w:val="placeholder"/>
        </w:category>
        <w:types>
          <w:type w:val="bbPlcHdr"/>
        </w:types>
        <w:behaviors>
          <w:behavior w:val="content"/>
        </w:behaviors>
        <w:guid w:val="{D4F0590A-8098-473B-BDD9-653A7D15C2B9}"/>
      </w:docPartPr>
      <w:docPartBody>
        <w:p w:rsidR="00C41304" w:rsidRDefault="0023229C" w:rsidP="0023229C">
          <w:pPr>
            <w:pStyle w:val="3A235B4744DE40F4A07EC88F8D5D8F9F"/>
          </w:pPr>
          <w:r w:rsidRPr="00F53824">
            <w:rPr>
              <w:rFonts w:ascii="Questa Sans" w:hAnsi="Questa Sans" w:cs="Arial"/>
              <w:sz w:val="22"/>
              <w:szCs w:val="22"/>
              <w:lang w:val="en-CA"/>
            </w:rPr>
            <w:t xml:space="preserve">                 </w:t>
          </w:r>
        </w:p>
      </w:docPartBody>
    </w:docPart>
    <w:docPart>
      <w:docPartPr>
        <w:name w:val="B9EC5C1C80804548B12C447A1DCC8836"/>
        <w:category>
          <w:name w:val="General"/>
          <w:gallery w:val="placeholder"/>
        </w:category>
        <w:types>
          <w:type w:val="bbPlcHdr"/>
        </w:types>
        <w:behaviors>
          <w:behavior w:val="content"/>
        </w:behaviors>
        <w:guid w:val="{844EF20C-EF6A-4586-B5BB-7A6394AFF692}"/>
      </w:docPartPr>
      <w:docPartBody>
        <w:p w:rsidR="00C41304" w:rsidRDefault="0023229C" w:rsidP="0023229C">
          <w:pPr>
            <w:pStyle w:val="B9EC5C1C80804548B12C447A1DCC8836"/>
          </w:pPr>
          <w:r w:rsidRPr="00F53824">
            <w:rPr>
              <w:rFonts w:ascii="Questa Sans" w:hAnsi="Questa Sans" w:cs="Arial"/>
              <w:sz w:val="22"/>
              <w:szCs w:val="22"/>
              <w:lang w:val="en-CA"/>
            </w:rPr>
            <w:t xml:space="preserve">                 </w:t>
          </w:r>
        </w:p>
      </w:docPartBody>
    </w:docPart>
    <w:docPart>
      <w:docPartPr>
        <w:name w:val="7BB46E0E2F634FDDACACB573D5D9BA16"/>
        <w:category>
          <w:name w:val="General"/>
          <w:gallery w:val="placeholder"/>
        </w:category>
        <w:types>
          <w:type w:val="bbPlcHdr"/>
        </w:types>
        <w:behaviors>
          <w:behavior w:val="content"/>
        </w:behaviors>
        <w:guid w:val="{5C13CD43-72B8-43B9-B913-7DAA5B88D9E9}"/>
      </w:docPartPr>
      <w:docPartBody>
        <w:p w:rsidR="00C41304" w:rsidRDefault="0023229C" w:rsidP="0023229C">
          <w:pPr>
            <w:pStyle w:val="7BB46E0E2F634FDDACACB573D5D9BA16"/>
          </w:pPr>
          <w:r w:rsidRPr="00F53824">
            <w:rPr>
              <w:rFonts w:ascii="Questa Sans" w:hAnsi="Questa Sans" w:cs="Arial"/>
              <w:sz w:val="22"/>
              <w:szCs w:val="22"/>
              <w:lang w:val="en-CA"/>
            </w:rPr>
            <w:t xml:space="preserve">                 </w:t>
          </w:r>
        </w:p>
      </w:docPartBody>
    </w:docPart>
    <w:docPart>
      <w:docPartPr>
        <w:name w:val="09CA65C3CF8D49D6B4DED07B8CEF80C7"/>
        <w:category>
          <w:name w:val="General"/>
          <w:gallery w:val="placeholder"/>
        </w:category>
        <w:types>
          <w:type w:val="bbPlcHdr"/>
        </w:types>
        <w:behaviors>
          <w:behavior w:val="content"/>
        </w:behaviors>
        <w:guid w:val="{4F99789C-673F-42F6-808E-0775864D2289}"/>
      </w:docPartPr>
      <w:docPartBody>
        <w:p w:rsidR="00C41304" w:rsidRDefault="0023229C" w:rsidP="0023229C">
          <w:pPr>
            <w:pStyle w:val="09CA65C3CF8D49D6B4DED07B8CEF80C7"/>
          </w:pPr>
          <w:r w:rsidRPr="00F53824">
            <w:rPr>
              <w:rFonts w:ascii="Questa Sans" w:hAnsi="Questa Sans" w:cs="Arial"/>
              <w:sz w:val="22"/>
              <w:szCs w:val="22"/>
              <w:lang w:val="en-CA"/>
            </w:rPr>
            <w:t xml:space="preserve">                 </w:t>
          </w:r>
        </w:p>
      </w:docPartBody>
    </w:docPart>
    <w:docPart>
      <w:docPartPr>
        <w:name w:val="B645586996A04263B2E5B7222C098479"/>
        <w:category>
          <w:name w:val="General"/>
          <w:gallery w:val="placeholder"/>
        </w:category>
        <w:types>
          <w:type w:val="bbPlcHdr"/>
        </w:types>
        <w:behaviors>
          <w:behavior w:val="content"/>
        </w:behaviors>
        <w:guid w:val="{06FB0689-3F46-4F14-8052-8CF563BDCA70}"/>
      </w:docPartPr>
      <w:docPartBody>
        <w:p w:rsidR="00C41304" w:rsidRDefault="0023229C" w:rsidP="0023229C">
          <w:pPr>
            <w:pStyle w:val="B645586996A04263B2E5B7222C098479"/>
          </w:pPr>
          <w:r w:rsidRPr="00F53824">
            <w:rPr>
              <w:rFonts w:ascii="Questa Sans" w:hAnsi="Questa Sans" w:cs="Arial"/>
              <w:sz w:val="22"/>
              <w:szCs w:val="22"/>
              <w:lang w:val="en-CA"/>
            </w:rPr>
            <w:t xml:space="preserve">                 </w:t>
          </w:r>
        </w:p>
      </w:docPartBody>
    </w:docPart>
    <w:docPart>
      <w:docPartPr>
        <w:name w:val="9BF5E08C8FCF47E88CC8060B6AA64771"/>
        <w:category>
          <w:name w:val="General"/>
          <w:gallery w:val="placeholder"/>
        </w:category>
        <w:types>
          <w:type w:val="bbPlcHdr"/>
        </w:types>
        <w:behaviors>
          <w:behavior w:val="content"/>
        </w:behaviors>
        <w:guid w:val="{97EC2EA2-067F-4514-8DDB-A0DF819951F9}"/>
      </w:docPartPr>
      <w:docPartBody>
        <w:p w:rsidR="00C41304" w:rsidRDefault="0023229C" w:rsidP="0023229C">
          <w:pPr>
            <w:pStyle w:val="9BF5E08C8FCF47E88CC8060B6AA64771"/>
          </w:pPr>
          <w:r w:rsidRPr="00F53824">
            <w:rPr>
              <w:rFonts w:ascii="Questa Sans" w:hAnsi="Questa Sans" w:cs="Arial"/>
              <w:sz w:val="22"/>
              <w:szCs w:val="22"/>
              <w:lang w:val="en-CA"/>
            </w:rPr>
            <w:t xml:space="preserve">                 </w:t>
          </w:r>
        </w:p>
      </w:docPartBody>
    </w:docPart>
    <w:docPart>
      <w:docPartPr>
        <w:name w:val="E8A925E95DEA44BAA254709178F3C78C"/>
        <w:category>
          <w:name w:val="General"/>
          <w:gallery w:val="placeholder"/>
        </w:category>
        <w:types>
          <w:type w:val="bbPlcHdr"/>
        </w:types>
        <w:behaviors>
          <w:behavior w:val="content"/>
        </w:behaviors>
        <w:guid w:val="{6DA68163-A33F-4621-8091-B2C220380226}"/>
      </w:docPartPr>
      <w:docPartBody>
        <w:p w:rsidR="00C41304" w:rsidRDefault="0023229C" w:rsidP="0023229C">
          <w:pPr>
            <w:pStyle w:val="E8A925E95DEA44BAA254709178F3C78C"/>
          </w:pPr>
          <w:r w:rsidRPr="001766C1">
            <w:rPr>
              <w:rStyle w:val="PlaceholderText"/>
              <w:rFonts w:ascii="Questa Sans" w:hAnsi="Questa Sans"/>
              <w:color w:val="808080" w:themeColor="background1" w:themeShade="80"/>
              <w:sz w:val="20"/>
              <w:szCs w:val="20"/>
            </w:rPr>
            <w:t>yyyy-mm-dd</w:t>
          </w:r>
        </w:p>
      </w:docPartBody>
    </w:docPart>
    <w:docPart>
      <w:docPartPr>
        <w:name w:val="7C3C853DF37B4EA3AED1AA40F6E8E78F"/>
        <w:category>
          <w:name w:val="General"/>
          <w:gallery w:val="placeholder"/>
        </w:category>
        <w:types>
          <w:type w:val="bbPlcHdr"/>
        </w:types>
        <w:behaviors>
          <w:behavior w:val="content"/>
        </w:behaviors>
        <w:guid w:val="{65A3405A-F469-46B4-9DC3-1F463F20BD4C}"/>
      </w:docPartPr>
      <w:docPartBody>
        <w:p w:rsidR="00C41304" w:rsidRDefault="0023229C" w:rsidP="0023229C">
          <w:pPr>
            <w:pStyle w:val="7C3C853DF37B4EA3AED1AA40F6E8E78F"/>
          </w:pPr>
          <w:r w:rsidRPr="001766C1">
            <w:rPr>
              <w:rStyle w:val="PlaceholderText"/>
              <w:rFonts w:ascii="Questa Sans" w:hAnsi="Questa Sans"/>
              <w:color w:val="808080" w:themeColor="background1" w:themeShade="80"/>
              <w:sz w:val="20"/>
              <w:szCs w:val="20"/>
            </w:rPr>
            <w:t>yyyy-mm-dd</w:t>
          </w:r>
        </w:p>
      </w:docPartBody>
    </w:docPart>
    <w:docPart>
      <w:docPartPr>
        <w:name w:val="7349B80762314E608D2A3A34C4FC3AE2"/>
        <w:category>
          <w:name w:val="General"/>
          <w:gallery w:val="placeholder"/>
        </w:category>
        <w:types>
          <w:type w:val="bbPlcHdr"/>
        </w:types>
        <w:behaviors>
          <w:behavior w:val="content"/>
        </w:behaviors>
        <w:guid w:val="{A064603C-9C70-425C-9CB5-588530F3E3F8}"/>
      </w:docPartPr>
      <w:docPartBody>
        <w:p w:rsidR="00C41304" w:rsidRDefault="0023229C" w:rsidP="0023229C">
          <w:pPr>
            <w:pStyle w:val="7349B80762314E608D2A3A34C4FC3AE2"/>
          </w:pPr>
          <w:r w:rsidRPr="004C1084">
            <w:rPr>
              <w:rFonts w:ascii="Questa Sans" w:hAnsi="Questa Sans" w:cs="Arial"/>
              <w:sz w:val="20"/>
              <w:szCs w:val="20"/>
              <w:lang w:val="en-CA"/>
            </w:rPr>
            <w:t xml:space="preserve">                 </w:t>
          </w:r>
        </w:p>
      </w:docPartBody>
    </w:docPart>
    <w:docPart>
      <w:docPartPr>
        <w:name w:val="CD57D11A09A24B5990DF73609214145F"/>
        <w:category>
          <w:name w:val="General"/>
          <w:gallery w:val="placeholder"/>
        </w:category>
        <w:types>
          <w:type w:val="bbPlcHdr"/>
        </w:types>
        <w:behaviors>
          <w:behavior w:val="content"/>
        </w:behaviors>
        <w:guid w:val="{7ED17830-9A10-47B5-BABA-33D0996687A3}"/>
      </w:docPartPr>
      <w:docPartBody>
        <w:p w:rsidR="00C41304" w:rsidRDefault="0023229C" w:rsidP="0023229C">
          <w:pPr>
            <w:pStyle w:val="CD57D11A09A24B5990DF73609214145F"/>
          </w:pPr>
          <w:r w:rsidRPr="001766C1">
            <w:rPr>
              <w:rStyle w:val="PlaceholderText"/>
              <w:rFonts w:ascii="Questa Sans" w:hAnsi="Questa Sans"/>
              <w:color w:val="808080" w:themeColor="background1" w:themeShade="80"/>
              <w:sz w:val="20"/>
              <w:szCs w:val="20"/>
            </w:rPr>
            <w:t>yyyy-mm-dd</w:t>
          </w:r>
        </w:p>
      </w:docPartBody>
    </w:docPart>
    <w:docPart>
      <w:docPartPr>
        <w:name w:val="06ECC7CC5A994FCF93BC67F960077160"/>
        <w:category>
          <w:name w:val="General"/>
          <w:gallery w:val="placeholder"/>
        </w:category>
        <w:types>
          <w:type w:val="bbPlcHdr"/>
        </w:types>
        <w:behaviors>
          <w:behavior w:val="content"/>
        </w:behaviors>
        <w:guid w:val="{5C70A6F3-8106-4BB5-8ED1-564FE81A216E}"/>
      </w:docPartPr>
      <w:docPartBody>
        <w:p w:rsidR="00C41304" w:rsidRDefault="0023229C" w:rsidP="0023229C">
          <w:pPr>
            <w:pStyle w:val="06ECC7CC5A994FCF93BC67F960077160"/>
          </w:pPr>
          <w:r w:rsidRPr="001766C1">
            <w:rPr>
              <w:rStyle w:val="PlaceholderText"/>
              <w:rFonts w:ascii="Questa Sans" w:hAnsi="Questa Sans"/>
              <w:color w:val="808080" w:themeColor="background1" w:themeShade="80"/>
              <w:sz w:val="20"/>
              <w:szCs w:val="20"/>
            </w:rPr>
            <w:t>yyyy-mm-dd</w:t>
          </w:r>
        </w:p>
      </w:docPartBody>
    </w:docPart>
    <w:docPart>
      <w:docPartPr>
        <w:name w:val="A32FFAC5154E4F488A3DCD50FE6C751E"/>
        <w:category>
          <w:name w:val="General"/>
          <w:gallery w:val="placeholder"/>
        </w:category>
        <w:types>
          <w:type w:val="bbPlcHdr"/>
        </w:types>
        <w:behaviors>
          <w:behavior w:val="content"/>
        </w:behaviors>
        <w:guid w:val="{D707EAF7-21DA-402D-9DAA-C411D5D0CAF7}"/>
      </w:docPartPr>
      <w:docPartBody>
        <w:p w:rsidR="00C41304" w:rsidRDefault="0023229C" w:rsidP="0023229C">
          <w:pPr>
            <w:pStyle w:val="A32FFAC5154E4F488A3DCD50FE6C751E"/>
          </w:pPr>
          <w:r w:rsidRPr="004C1084">
            <w:rPr>
              <w:rFonts w:ascii="Questa Sans" w:hAnsi="Questa Sans" w:cs="Arial"/>
              <w:sz w:val="20"/>
              <w:szCs w:val="20"/>
              <w:lang w:val="en-CA"/>
            </w:rPr>
            <w:t xml:space="preserve">                 </w:t>
          </w:r>
        </w:p>
      </w:docPartBody>
    </w:docPart>
    <w:docPart>
      <w:docPartPr>
        <w:name w:val="5BC1B876BC1A42289401FB727731A38C"/>
        <w:category>
          <w:name w:val="General"/>
          <w:gallery w:val="placeholder"/>
        </w:category>
        <w:types>
          <w:type w:val="bbPlcHdr"/>
        </w:types>
        <w:behaviors>
          <w:behavior w:val="content"/>
        </w:behaviors>
        <w:guid w:val="{F3F70E94-E40E-4A6C-821A-538F906CBEA3}"/>
      </w:docPartPr>
      <w:docPartBody>
        <w:p w:rsidR="00C41304" w:rsidRDefault="0023229C" w:rsidP="0023229C">
          <w:pPr>
            <w:pStyle w:val="5BC1B876BC1A42289401FB727731A38C"/>
          </w:pPr>
          <w:r w:rsidRPr="001766C1">
            <w:rPr>
              <w:rStyle w:val="PlaceholderText"/>
              <w:rFonts w:ascii="Questa Sans" w:hAnsi="Questa Sans"/>
              <w:color w:val="808080" w:themeColor="background1" w:themeShade="80"/>
              <w:sz w:val="20"/>
              <w:szCs w:val="20"/>
            </w:rPr>
            <w:t>yyyy-mm-dd</w:t>
          </w:r>
        </w:p>
      </w:docPartBody>
    </w:docPart>
    <w:docPart>
      <w:docPartPr>
        <w:name w:val="C5E7BA091D13448CBFC8AEBB16E969FE"/>
        <w:category>
          <w:name w:val="General"/>
          <w:gallery w:val="placeholder"/>
        </w:category>
        <w:types>
          <w:type w:val="bbPlcHdr"/>
        </w:types>
        <w:behaviors>
          <w:behavior w:val="content"/>
        </w:behaviors>
        <w:guid w:val="{B3A9F2D8-0F38-43CB-8AAF-8A258445FA11}"/>
      </w:docPartPr>
      <w:docPartBody>
        <w:p w:rsidR="00C41304" w:rsidRDefault="0023229C" w:rsidP="0023229C">
          <w:pPr>
            <w:pStyle w:val="C5E7BA091D13448CBFC8AEBB16E969FE"/>
          </w:pPr>
          <w:r w:rsidRPr="001766C1">
            <w:rPr>
              <w:rStyle w:val="PlaceholderText"/>
              <w:rFonts w:ascii="Questa Sans" w:hAnsi="Questa Sans"/>
              <w:color w:val="808080" w:themeColor="background1" w:themeShade="80"/>
              <w:sz w:val="20"/>
              <w:szCs w:val="20"/>
            </w:rPr>
            <w:t>yyyy-mm-dd</w:t>
          </w:r>
        </w:p>
      </w:docPartBody>
    </w:docPart>
    <w:docPart>
      <w:docPartPr>
        <w:name w:val="50CED97B81464121B5685535E3FA0A5C"/>
        <w:category>
          <w:name w:val="General"/>
          <w:gallery w:val="placeholder"/>
        </w:category>
        <w:types>
          <w:type w:val="bbPlcHdr"/>
        </w:types>
        <w:behaviors>
          <w:behavior w:val="content"/>
        </w:behaviors>
        <w:guid w:val="{BE33DF0A-2A6A-4338-9E91-AFCFB8EA5973}"/>
      </w:docPartPr>
      <w:docPartBody>
        <w:p w:rsidR="00C41304" w:rsidRDefault="0023229C" w:rsidP="0023229C">
          <w:pPr>
            <w:pStyle w:val="50CED97B81464121B5685535E3FA0A5C"/>
          </w:pPr>
          <w:r w:rsidRPr="004C1084">
            <w:rPr>
              <w:rFonts w:ascii="Questa Sans" w:hAnsi="Questa Sans" w:cs="Arial"/>
              <w:sz w:val="20"/>
              <w:szCs w:val="20"/>
              <w:lang w:val="en-CA"/>
            </w:rPr>
            <w:t xml:space="preserve">                 </w:t>
          </w:r>
        </w:p>
      </w:docPartBody>
    </w:docPart>
    <w:docPart>
      <w:docPartPr>
        <w:name w:val="077508A07166494DB24E374F93C37C15"/>
        <w:category>
          <w:name w:val="General"/>
          <w:gallery w:val="placeholder"/>
        </w:category>
        <w:types>
          <w:type w:val="bbPlcHdr"/>
        </w:types>
        <w:behaviors>
          <w:behavior w:val="content"/>
        </w:behaviors>
        <w:guid w:val="{FB823402-E4EA-4B99-812A-736DA371F5F7}"/>
      </w:docPartPr>
      <w:docPartBody>
        <w:p w:rsidR="00C41304" w:rsidRDefault="0023229C" w:rsidP="0023229C">
          <w:pPr>
            <w:pStyle w:val="077508A07166494DB24E374F93C37C15"/>
          </w:pPr>
          <w:r w:rsidRPr="001766C1">
            <w:rPr>
              <w:rStyle w:val="PlaceholderText"/>
              <w:rFonts w:ascii="Questa Sans" w:hAnsi="Questa Sans"/>
              <w:color w:val="808080" w:themeColor="background1" w:themeShade="80"/>
              <w:sz w:val="20"/>
              <w:szCs w:val="20"/>
            </w:rPr>
            <w:t>yyyy-mm-dd</w:t>
          </w:r>
        </w:p>
      </w:docPartBody>
    </w:docPart>
    <w:docPart>
      <w:docPartPr>
        <w:name w:val="8B3A972B2DC94DF38866727148EC21BC"/>
        <w:category>
          <w:name w:val="General"/>
          <w:gallery w:val="placeholder"/>
        </w:category>
        <w:types>
          <w:type w:val="bbPlcHdr"/>
        </w:types>
        <w:behaviors>
          <w:behavior w:val="content"/>
        </w:behaviors>
        <w:guid w:val="{49BC1A1E-26EB-47BA-95EE-00D9049946B3}"/>
      </w:docPartPr>
      <w:docPartBody>
        <w:p w:rsidR="00C41304" w:rsidRDefault="0023229C" w:rsidP="0023229C">
          <w:pPr>
            <w:pStyle w:val="8B3A972B2DC94DF38866727148EC21BC"/>
          </w:pPr>
          <w:r w:rsidRPr="001766C1">
            <w:rPr>
              <w:rStyle w:val="PlaceholderText"/>
              <w:rFonts w:ascii="Questa Sans" w:hAnsi="Questa Sans"/>
              <w:color w:val="808080" w:themeColor="background1" w:themeShade="80"/>
              <w:sz w:val="20"/>
              <w:szCs w:val="20"/>
            </w:rPr>
            <w:t>yyyy-mm-dd</w:t>
          </w:r>
        </w:p>
      </w:docPartBody>
    </w:docPart>
    <w:docPart>
      <w:docPartPr>
        <w:name w:val="48795DA8290E4BD8900FF06E5CE29F3F"/>
        <w:category>
          <w:name w:val="General"/>
          <w:gallery w:val="placeholder"/>
        </w:category>
        <w:types>
          <w:type w:val="bbPlcHdr"/>
        </w:types>
        <w:behaviors>
          <w:behavior w:val="content"/>
        </w:behaviors>
        <w:guid w:val="{B7C6E32E-0DAB-4954-A766-F808942816B8}"/>
      </w:docPartPr>
      <w:docPartBody>
        <w:p w:rsidR="00C41304" w:rsidRDefault="0023229C" w:rsidP="0023229C">
          <w:pPr>
            <w:pStyle w:val="48795DA8290E4BD8900FF06E5CE29F3F"/>
          </w:pPr>
          <w:r w:rsidRPr="004C1084">
            <w:rPr>
              <w:rFonts w:ascii="Questa Sans" w:hAnsi="Questa Sans" w:cs="Arial"/>
              <w:sz w:val="20"/>
              <w:szCs w:val="20"/>
              <w:lang w:val="en-CA"/>
            </w:rPr>
            <w:t xml:space="preserve">                 </w:t>
          </w:r>
        </w:p>
      </w:docPartBody>
    </w:docPart>
    <w:docPart>
      <w:docPartPr>
        <w:name w:val="33437569DF514E7DBD0BED2DEE966AA3"/>
        <w:category>
          <w:name w:val="General"/>
          <w:gallery w:val="placeholder"/>
        </w:category>
        <w:types>
          <w:type w:val="bbPlcHdr"/>
        </w:types>
        <w:behaviors>
          <w:behavior w:val="content"/>
        </w:behaviors>
        <w:guid w:val="{C6B198EA-9182-4EE0-B622-BB7499EEAB6C}"/>
      </w:docPartPr>
      <w:docPartBody>
        <w:p w:rsidR="00C41304" w:rsidRDefault="0023229C" w:rsidP="0023229C">
          <w:pPr>
            <w:pStyle w:val="33437569DF514E7DBD0BED2DEE966AA3"/>
          </w:pPr>
          <w:r w:rsidRPr="001766C1">
            <w:rPr>
              <w:rStyle w:val="PlaceholderText"/>
              <w:rFonts w:ascii="Questa Sans" w:hAnsi="Questa Sans"/>
              <w:color w:val="808080" w:themeColor="background1" w:themeShade="80"/>
              <w:sz w:val="20"/>
              <w:szCs w:val="20"/>
            </w:rPr>
            <w:t>yyyy-mm-dd</w:t>
          </w:r>
        </w:p>
      </w:docPartBody>
    </w:docPart>
    <w:docPart>
      <w:docPartPr>
        <w:name w:val="053C476E653B4192A65380F55CF584C3"/>
        <w:category>
          <w:name w:val="General"/>
          <w:gallery w:val="placeholder"/>
        </w:category>
        <w:types>
          <w:type w:val="bbPlcHdr"/>
        </w:types>
        <w:behaviors>
          <w:behavior w:val="content"/>
        </w:behaviors>
        <w:guid w:val="{6E6AC05D-40A7-4C31-A8BD-60A2ECF77D77}"/>
      </w:docPartPr>
      <w:docPartBody>
        <w:p w:rsidR="00C41304" w:rsidRDefault="0023229C" w:rsidP="0023229C">
          <w:pPr>
            <w:pStyle w:val="053C476E653B4192A65380F55CF584C3"/>
          </w:pPr>
          <w:r w:rsidRPr="001766C1">
            <w:rPr>
              <w:rStyle w:val="PlaceholderText"/>
              <w:rFonts w:ascii="Questa Sans" w:hAnsi="Questa Sans"/>
              <w:color w:val="808080" w:themeColor="background1" w:themeShade="80"/>
              <w:sz w:val="20"/>
              <w:szCs w:val="20"/>
            </w:rPr>
            <w:t>yyyy-mm-dd</w:t>
          </w:r>
        </w:p>
      </w:docPartBody>
    </w:docPart>
    <w:docPart>
      <w:docPartPr>
        <w:name w:val="E3171529FA014E558BA8BB9FE686D2E2"/>
        <w:category>
          <w:name w:val="General"/>
          <w:gallery w:val="placeholder"/>
        </w:category>
        <w:types>
          <w:type w:val="bbPlcHdr"/>
        </w:types>
        <w:behaviors>
          <w:behavior w:val="content"/>
        </w:behaviors>
        <w:guid w:val="{78EDA12D-8D49-4F9F-A94D-F120F108C781}"/>
      </w:docPartPr>
      <w:docPartBody>
        <w:p w:rsidR="00C41304" w:rsidRDefault="0023229C" w:rsidP="0023229C">
          <w:pPr>
            <w:pStyle w:val="E3171529FA014E558BA8BB9FE686D2E2"/>
          </w:pPr>
          <w:r w:rsidRPr="004C1084">
            <w:rPr>
              <w:rFonts w:ascii="Questa Sans" w:hAnsi="Questa Sans" w:cs="Arial"/>
              <w:sz w:val="20"/>
              <w:szCs w:val="20"/>
              <w:lang w:val="en-CA"/>
            </w:rPr>
            <w:t xml:space="preserve">                 </w:t>
          </w:r>
        </w:p>
      </w:docPartBody>
    </w:docPart>
    <w:docPart>
      <w:docPartPr>
        <w:name w:val="5D87F33C6D6E45598A44590B7D971E56"/>
        <w:category>
          <w:name w:val="General"/>
          <w:gallery w:val="placeholder"/>
        </w:category>
        <w:types>
          <w:type w:val="bbPlcHdr"/>
        </w:types>
        <w:behaviors>
          <w:behavior w:val="content"/>
        </w:behaviors>
        <w:guid w:val="{B03EC7DB-1C88-4A97-AA36-C941A7B3AA81}"/>
      </w:docPartPr>
      <w:docPartBody>
        <w:p w:rsidR="00C41304" w:rsidRDefault="0023229C" w:rsidP="0023229C">
          <w:pPr>
            <w:pStyle w:val="5D87F33C6D6E45598A44590B7D971E56"/>
          </w:pPr>
          <w:r w:rsidRPr="001766C1">
            <w:rPr>
              <w:rStyle w:val="PlaceholderText"/>
              <w:rFonts w:ascii="Questa Sans" w:hAnsi="Questa Sans"/>
              <w:color w:val="808080" w:themeColor="background1" w:themeShade="80"/>
              <w:sz w:val="20"/>
              <w:szCs w:val="20"/>
            </w:rPr>
            <w:t>yyyy-mm-dd</w:t>
          </w:r>
        </w:p>
      </w:docPartBody>
    </w:docPart>
    <w:docPart>
      <w:docPartPr>
        <w:name w:val="515C2E6C684348EF83DBCDC64C3B83D9"/>
        <w:category>
          <w:name w:val="General"/>
          <w:gallery w:val="placeholder"/>
        </w:category>
        <w:types>
          <w:type w:val="bbPlcHdr"/>
        </w:types>
        <w:behaviors>
          <w:behavior w:val="content"/>
        </w:behaviors>
        <w:guid w:val="{6123ABBB-45FE-4CEE-84E8-862F9C2D2F9F}"/>
      </w:docPartPr>
      <w:docPartBody>
        <w:p w:rsidR="00C41304" w:rsidRDefault="0023229C" w:rsidP="0023229C">
          <w:pPr>
            <w:pStyle w:val="515C2E6C684348EF83DBCDC64C3B83D9"/>
          </w:pPr>
          <w:r w:rsidRPr="001766C1">
            <w:rPr>
              <w:rStyle w:val="PlaceholderText"/>
              <w:rFonts w:ascii="Questa Sans" w:hAnsi="Questa Sans"/>
              <w:color w:val="808080" w:themeColor="background1" w:themeShade="80"/>
              <w:sz w:val="20"/>
              <w:szCs w:val="20"/>
            </w:rPr>
            <w:t>yyyy-mm-dd</w:t>
          </w:r>
        </w:p>
      </w:docPartBody>
    </w:docPart>
    <w:docPart>
      <w:docPartPr>
        <w:name w:val="3E5FC44BC73F493F8A3C9F4C7888336F"/>
        <w:category>
          <w:name w:val="General"/>
          <w:gallery w:val="placeholder"/>
        </w:category>
        <w:types>
          <w:type w:val="bbPlcHdr"/>
        </w:types>
        <w:behaviors>
          <w:behavior w:val="content"/>
        </w:behaviors>
        <w:guid w:val="{E1AD3254-8A16-474C-9C34-19E9C08072B7}"/>
      </w:docPartPr>
      <w:docPartBody>
        <w:p w:rsidR="00C41304" w:rsidRDefault="0023229C" w:rsidP="0023229C">
          <w:pPr>
            <w:pStyle w:val="3E5FC44BC73F493F8A3C9F4C7888336F"/>
          </w:pPr>
          <w:r w:rsidRPr="004C1084">
            <w:rPr>
              <w:rFonts w:ascii="Questa Sans" w:hAnsi="Questa Sans" w:cs="Arial"/>
              <w:sz w:val="20"/>
              <w:szCs w:val="20"/>
              <w:lang w:val="en-CA"/>
            </w:rPr>
            <w:t xml:space="preserve">                 </w:t>
          </w:r>
        </w:p>
      </w:docPartBody>
    </w:docPart>
    <w:docPart>
      <w:docPartPr>
        <w:name w:val="9365779B00884E35A9894BD1DAC64AFD"/>
        <w:category>
          <w:name w:val="General"/>
          <w:gallery w:val="placeholder"/>
        </w:category>
        <w:types>
          <w:type w:val="bbPlcHdr"/>
        </w:types>
        <w:behaviors>
          <w:behavior w:val="content"/>
        </w:behaviors>
        <w:guid w:val="{4A2DD546-3941-4A64-A333-2737C7097564}"/>
      </w:docPartPr>
      <w:docPartBody>
        <w:p w:rsidR="00C41304" w:rsidRDefault="0023229C" w:rsidP="0023229C">
          <w:pPr>
            <w:pStyle w:val="9365779B00884E35A9894BD1DAC64AFD"/>
          </w:pPr>
          <w:r w:rsidRPr="001766C1">
            <w:rPr>
              <w:rStyle w:val="PlaceholderText"/>
              <w:rFonts w:ascii="Questa Sans" w:hAnsi="Questa Sans"/>
              <w:color w:val="808080" w:themeColor="background1" w:themeShade="80"/>
              <w:sz w:val="20"/>
              <w:szCs w:val="20"/>
            </w:rPr>
            <w:t>yyyy-mm-dd</w:t>
          </w:r>
        </w:p>
      </w:docPartBody>
    </w:docPart>
    <w:docPart>
      <w:docPartPr>
        <w:name w:val="05F9465AFE9C437DA01C3F9503070ACA"/>
        <w:category>
          <w:name w:val="General"/>
          <w:gallery w:val="placeholder"/>
        </w:category>
        <w:types>
          <w:type w:val="bbPlcHdr"/>
        </w:types>
        <w:behaviors>
          <w:behavior w:val="content"/>
        </w:behaviors>
        <w:guid w:val="{CFAB609E-A1F9-4176-97CA-3F42FBDAF1C1}"/>
      </w:docPartPr>
      <w:docPartBody>
        <w:p w:rsidR="00C41304" w:rsidRDefault="0023229C" w:rsidP="0023229C">
          <w:pPr>
            <w:pStyle w:val="05F9465AFE9C437DA01C3F9503070ACA"/>
          </w:pPr>
          <w:r w:rsidRPr="001766C1">
            <w:rPr>
              <w:rStyle w:val="PlaceholderText"/>
              <w:rFonts w:ascii="Questa Sans" w:hAnsi="Questa Sans"/>
              <w:color w:val="808080" w:themeColor="background1" w:themeShade="80"/>
              <w:sz w:val="20"/>
              <w:szCs w:val="20"/>
            </w:rPr>
            <w:t>yyyy-mm-dd</w:t>
          </w:r>
        </w:p>
      </w:docPartBody>
    </w:docPart>
    <w:docPart>
      <w:docPartPr>
        <w:name w:val="79453112D5554377BD4572A07CF54192"/>
        <w:category>
          <w:name w:val="General"/>
          <w:gallery w:val="placeholder"/>
        </w:category>
        <w:types>
          <w:type w:val="bbPlcHdr"/>
        </w:types>
        <w:behaviors>
          <w:behavior w:val="content"/>
        </w:behaviors>
        <w:guid w:val="{63B80822-4994-402D-B6D8-2EC1A551631B}"/>
      </w:docPartPr>
      <w:docPartBody>
        <w:p w:rsidR="00C41304" w:rsidRDefault="0023229C" w:rsidP="0023229C">
          <w:pPr>
            <w:pStyle w:val="79453112D5554377BD4572A07CF54192"/>
          </w:pPr>
          <w:r w:rsidRPr="004C1084">
            <w:rPr>
              <w:rFonts w:ascii="Questa Sans" w:hAnsi="Questa Sans" w:cs="Arial"/>
              <w:sz w:val="20"/>
              <w:szCs w:val="20"/>
              <w:lang w:val="en-CA"/>
            </w:rPr>
            <w:t xml:space="preserve">                 </w:t>
          </w:r>
        </w:p>
      </w:docPartBody>
    </w:docPart>
    <w:docPart>
      <w:docPartPr>
        <w:name w:val="1386E7EDE29E4AC1BAD82733D46B2AD8"/>
        <w:category>
          <w:name w:val="General"/>
          <w:gallery w:val="placeholder"/>
        </w:category>
        <w:types>
          <w:type w:val="bbPlcHdr"/>
        </w:types>
        <w:behaviors>
          <w:behavior w:val="content"/>
        </w:behaviors>
        <w:guid w:val="{0E0A663D-53BC-43FD-855E-1E3D3425A3F4}"/>
      </w:docPartPr>
      <w:docPartBody>
        <w:p w:rsidR="00C41304" w:rsidRDefault="0023229C" w:rsidP="0023229C">
          <w:pPr>
            <w:pStyle w:val="1386E7EDE29E4AC1BAD82733D46B2AD8"/>
          </w:pPr>
          <w:r w:rsidRPr="001766C1">
            <w:rPr>
              <w:rStyle w:val="PlaceholderText"/>
              <w:rFonts w:ascii="Questa Sans" w:hAnsi="Questa Sans"/>
              <w:color w:val="808080" w:themeColor="background1" w:themeShade="80"/>
              <w:sz w:val="20"/>
              <w:szCs w:val="20"/>
            </w:rPr>
            <w:t>yyyy-mm-dd</w:t>
          </w:r>
        </w:p>
      </w:docPartBody>
    </w:docPart>
    <w:docPart>
      <w:docPartPr>
        <w:name w:val="E5C49BBB060841CAA439051DBF0AE19C"/>
        <w:category>
          <w:name w:val="General"/>
          <w:gallery w:val="placeholder"/>
        </w:category>
        <w:types>
          <w:type w:val="bbPlcHdr"/>
        </w:types>
        <w:behaviors>
          <w:behavior w:val="content"/>
        </w:behaviors>
        <w:guid w:val="{4EB97B9B-B83A-4F9D-9C9C-06C192CDC804}"/>
      </w:docPartPr>
      <w:docPartBody>
        <w:p w:rsidR="00C41304" w:rsidRDefault="0023229C" w:rsidP="0023229C">
          <w:pPr>
            <w:pStyle w:val="E5C49BBB060841CAA439051DBF0AE19C"/>
          </w:pPr>
          <w:r w:rsidRPr="001766C1">
            <w:rPr>
              <w:rStyle w:val="PlaceholderText"/>
              <w:rFonts w:ascii="Questa Sans" w:hAnsi="Questa Sans"/>
              <w:color w:val="808080" w:themeColor="background1" w:themeShade="80"/>
              <w:sz w:val="20"/>
              <w:szCs w:val="20"/>
            </w:rPr>
            <w:t>yyyy-mm-dd</w:t>
          </w:r>
        </w:p>
      </w:docPartBody>
    </w:docPart>
    <w:docPart>
      <w:docPartPr>
        <w:name w:val="8E6D6EFC2EC34D64B112738EEF6463D4"/>
        <w:category>
          <w:name w:val="General"/>
          <w:gallery w:val="placeholder"/>
        </w:category>
        <w:types>
          <w:type w:val="bbPlcHdr"/>
        </w:types>
        <w:behaviors>
          <w:behavior w:val="content"/>
        </w:behaviors>
        <w:guid w:val="{F3AD91B4-B9A3-4BDF-8C66-FE933F775B39}"/>
      </w:docPartPr>
      <w:docPartBody>
        <w:p w:rsidR="00C41304" w:rsidRDefault="0023229C" w:rsidP="0023229C">
          <w:pPr>
            <w:pStyle w:val="8E6D6EFC2EC34D64B112738EEF6463D4"/>
          </w:pPr>
          <w:r w:rsidRPr="004C1084">
            <w:rPr>
              <w:rFonts w:ascii="Questa Sans" w:hAnsi="Questa Sans" w:cs="Arial"/>
              <w:sz w:val="20"/>
              <w:szCs w:val="20"/>
              <w:lang w:val="en-CA"/>
            </w:rPr>
            <w:t xml:space="preserve">                 </w:t>
          </w:r>
        </w:p>
      </w:docPartBody>
    </w:docPart>
    <w:docPart>
      <w:docPartPr>
        <w:name w:val="F761A06CE08240F5A136D07AACF7DA28"/>
        <w:category>
          <w:name w:val="General"/>
          <w:gallery w:val="placeholder"/>
        </w:category>
        <w:types>
          <w:type w:val="bbPlcHdr"/>
        </w:types>
        <w:behaviors>
          <w:behavior w:val="content"/>
        </w:behaviors>
        <w:guid w:val="{2F1FF6A1-9429-4663-BD6B-29EB63A644CD}"/>
      </w:docPartPr>
      <w:docPartBody>
        <w:p w:rsidR="00C41304" w:rsidRDefault="0023229C" w:rsidP="0023229C">
          <w:pPr>
            <w:pStyle w:val="F761A06CE08240F5A136D07AACF7DA28"/>
          </w:pPr>
          <w:r w:rsidRPr="001766C1">
            <w:rPr>
              <w:rStyle w:val="PlaceholderText"/>
              <w:rFonts w:ascii="Questa Sans" w:hAnsi="Questa Sans"/>
              <w:color w:val="808080" w:themeColor="background1" w:themeShade="80"/>
              <w:sz w:val="20"/>
              <w:szCs w:val="20"/>
            </w:rPr>
            <w:t>yyyy-mm-dd</w:t>
          </w:r>
        </w:p>
      </w:docPartBody>
    </w:docPart>
    <w:docPart>
      <w:docPartPr>
        <w:name w:val="204E78BB7491412A95F70740C0B5D064"/>
        <w:category>
          <w:name w:val="General"/>
          <w:gallery w:val="placeholder"/>
        </w:category>
        <w:types>
          <w:type w:val="bbPlcHdr"/>
        </w:types>
        <w:behaviors>
          <w:behavior w:val="content"/>
        </w:behaviors>
        <w:guid w:val="{2E7DCDE3-0B35-416F-9264-DF8A69548CE2}"/>
      </w:docPartPr>
      <w:docPartBody>
        <w:p w:rsidR="00C41304" w:rsidRDefault="0023229C" w:rsidP="0023229C">
          <w:pPr>
            <w:pStyle w:val="204E78BB7491412A95F70740C0B5D064"/>
          </w:pPr>
          <w:r w:rsidRPr="001766C1">
            <w:rPr>
              <w:rStyle w:val="PlaceholderText"/>
              <w:rFonts w:ascii="Questa Sans" w:hAnsi="Questa Sans"/>
              <w:color w:val="808080" w:themeColor="background1" w:themeShade="80"/>
              <w:sz w:val="20"/>
              <w:szCs w:val="20"/>
            </w:rPr>
            <w:t>yyyy-mm-dd</w:t>
          </w:r>
        </w:p>
      </w:docPartBody>
    </w:docPart>
    <w:docPart>
      <w:docPartPr>
        <w:name w:val="16E1831C5E3747E48116C48994DC66DF"/>
        <w:category>
          <w:name w:val="General"/>
          <w:gallery w:val="placeholder"/>
        </w:category>
        <w:types>
          <w:type w:val="bbPlcHdr"/>
        </w:types>
        <w:behaviors>
          <w:behavior w:val="content"/>
        </w:behaviors>
        <w:guid w:val="{4679F767-67C5-43C1-9B18-BC385E3433C8}"/>
      </w:docPartPr>
      <w:docPartBody>
        <w:p w:rsidR="00C41304" w:rsidRDefault="0023229C" w:rsidP="0023229C">
          <w:pPr>
            <w:pStyle w:val="16E1831C5E3747E48116C48994DC66DF"/>
          </w:pPr>
          <w:r w:rsidRPr="004C1084">
            <w:rPr>
              <w:rFonts w:ascii="Questa Sans" w:hAnsi="Questa Sans" w:cs="Arial"/>
              <w:sz w:val="20"/>
              <w:szCs w:val="20"/>
              <w:lang w:val="en-CA"/>
            </w:rPr>
            <w:t xml:space="preserve">                 </w:t>
          </w:r>
        </w:p>
      </w:docPartBody>
    </w:docPart>
    <w:docPart>
      <w:docPartPr>
        <w:name w:val="90A8CBA24E1344CF90B1964CA5E77ED4"/>
        <w:category>
          <w:name w:val="General"/>
          <w:gallery w:val="placeholder"/>
        </w:category>
        <w:types>
          <w:type w:val="bbPlcHdr"/>
        </w:types>
        <w:behaviors>
          <w:behavior w:val="content"/>
        </w:behaviors>
        <w:guid w:val="{312704EF-FD1D-4927-ABE1-4C44053DF089}"/>
      </w:docPartPr>
      <w:docPartBody>
        <w:p w:rsidR="00C41304" w:rsidRDefault="0023229C" w:rsidP="0023229C">
          <w:pPr>
            <w:pStyle w:val="90A8CBA24E1344CF90B1964CA5E77ED4"/>
          </w:pPr>
          <w:r w:rsidRPr="001766C1">
            <w:rPr>
              <w:rStyle w:val="PlaceholderText"/>
              <w:rFonts w:ascii="Questa Sans" w:hAnsi="Questa Sans"/>
              <w:color w:val="808080" w:themeColor="background1" w:themeShade="80"/>
              <w:sz w:val="20"/>
              <w:szCs w:val="20"/>
            </w:rPr>
            <w:t>yyyy-mm-dd</w:t>
          </w:r>
        </w:p>
      </w:docPartBody>
    </w:docPart>
    <w:docPart>
      <w:docPartPr>
        <w:name w:val="BE6F10A8F16640F4B18FBC45DC6B0506"/>
        <w:category>
          <w:name w:val="General"/>
          <w:gallery w:val="placeholder"/>
        </w:category>
        <w:types>
          <w:type w:val="bbPlcHdr"/>
        </w:types>
        <w:behaviors>
          <w:behavior w:val="content"/>
        </w:behaviors>
        <w:guid w:val="{B28199B9-2111-4D48-A3C6-523414F73913}"/>
      </w:docPartPr>
      <w:docPartBody>
        <w:p w:rsidR="00C41304" w:rsidRDefault="0023229C" w:rsidP="0023229C">
          <w:pPr>
            <w:pStyle w:val="BE6F10A8F16640F4B18FBC45DC6B0506"/>
          </w:pPr>
          <w:r w:rsidRPr="001766C1">
            <w:rPr>
              <w:rStyle w:val="PlaceholderText"/>
              <w:rFonts w:ascii="Questa Sans" w:hAnsi="Questa Sans"/>
              <w:color w:val="808080" w:themeColor="background1" w:themeShade="80"/>
              <w:sz w:val="20"/>
              <w:szCs w:val="20"/>
            </w:rPr>
            <w:t>yyyy-mm-dd</w:t>
          </w:r>
        </w:p>
      </w:docPartBody>
    </w:docPart>
    <w:docPart>
      <w:docPartPr>
        <w:name w:val="113C83671BB24541ABE01BC397AC0F13"/>
        <w:category>
          <w:name w:val="General"/>
          <w:gallery w:val="placeholder"/>
        </w:category>
        <w:types>
          <w:type w:val="bbPlcHdr"/>
        </w:types>
        <w:behaviors>
          <w:behavior w:val="content"/>
        </w:behaviors>
        <w:guid w:val="{9CDF1A82-5E2A-4CD5-A61D-493ED203D975}"/>
      </w:docPartPr>
      <w:docPartBody>
        <w:p w:rsidR="00C41304" w:rsidRDefault="0023229C" w:rsidP="0023229C">
          <w:pPr>
            <w:pStyle w:val="113C83671BB24541ABE01BC397AC0F13"/>
          </w:pPr>
          <w:r w:rsidRPr="004C1084">
            <w:rPr>
              <w:rFonts w:ascii="Questa Sans" w:hAnsi="Questa Sans" w:cs="Arial"/>
              <w:sz w:val="20"/>
              <w:szCs w:val="20"/>
              <w:lang w:val="en-CA"/>
            </w:rPr>
            <w:t xml:space="preserve">                 </w:t>
          </w:r>
        </w:p>
      </w:docPartBody>
    </w:docPart>
    <w:docPart>
      <w:docPartPr>
        <w:name w:val="C538DDE5A23943F1AE454D762714C899"/>
        <w:category>
          <w:name w:val="General"/>
          <w:gallery w:val="placeholder"/>
        </w:category>
        <w:types>
          <w:type w:val="bbPlcHdr"/>
        </w:types>
        <w:behaviors>
          <w:behavior w:val="content"/>
        </w:behaviors>
        <w:guid w:val="{17370E20-9AFC-4057-A846-C073DF6C9778}"/>
      </w:docPartPr>
      <w:docPartBody>
        <w:p w:rsidR="00C41304" w:rsidRDefault="0023229C" w:rsidP="0023229C">
          <w:pPr>
            <w:pStyle w:val="C538DDE5A23943F1AE454D762714C899"/>
          </w:pPr>
          <w:r w:rsidRPr="001766C1">
            <w:rPr>
              <w:rStyle w:val="PlaceholderText"/>
              <w:rFonts w:ascii="Questa Sans" w:hAnsi="Questa Sans"/>
              <w:color w:val="808080" w:themeColor="background1" w:themeShade="80"/>
              <w:sz w:val="20"/>
              <w:szCs w:val="20"/>
            </w:rPr>
            <w:t>yyyy-mm-dd</w:t>
          </w:r>
        </w:p>
      </w:docPartBody>
    </w:docPart>
    <w:docPart>
      <w:docPartPr>
        <w:name w:val="1E5F6204CEFB4AE6BE27FCE1F14D0982"/>
        <w:category>
          <w:name w:val="General"/>
          <w:gallery w:val="placeholder"/>
        </w:category>
        <w:types>
          <w:type w:val="bbPlcHdr"/>
        </w:types>
        <w:behaviors>
          <w:behavior w:val="content"/>
        </w:behaviors>
        <w:guid w:val="{D4AE6A9A-796A-4087-8DB5-76AB0B1CE03F}"/>
      </w:docPartPr>
      <w:docPartBody>
        <w:p w:rsidR="00C41304" w:rsidRDefault="0023229C" w:rsidP="0023229C">
          <w:pPr>
            <w:pStyle w:val="1E5F6204CEFB4AE6BE27FCE1F14D0982"/>
          </w:pPr>
          <w:r w:rsidRPr="001766C1">
            <w:rPr>
              <w:rStyle w:val="PlaceholderText"/>
              <w:rFonts w:ascii="Questa Sans" w:hAnsi="Questa Sans"/>
              <w:color w:val="808080" w:themeColor="background1" w:themeShade="80"/>
              <w:sz w:val="20"/>
              <w:szCs w:val="20"/>
            </w:rPr>
            <w:t>yyyy-mm-dd</w:t>
          </w:r>
        </w:p>
      </w:docPartBody>
    </w:docPart>
    <w:docPart>
      <w:docPartPr>
        <w:name w:val="16ECC2D34C4C48ECB7C483BE76DB61E6"/>
        <w:category>
          <w:name w:val="General"/>
          <w:gallery w:val="placeholder"/>
        </w:category>
        <w:types>
          <w:type w:val="bbPlcHdr"/>
        </w:types>
        <w:behaviors>
          <w:behavior w:val="content"/>
        </w:behaviors>
        <w:guid w:val="{268D815A-39AB-4582-8908-B31A5826A4C3}"/>
      </w:docPartPr>
      <w:docPartBody>
        <w:p w:rsidR="00C41304" w:rsidRDefault="0023229C" w:rsidP="0023229C">
          <w:pPr>
            <w:pStyle w:val="16ECC2D34C4C48ECB7C483BE76DB61E6"/>
          </w:pPr>
          <w:r w:rsidRPr="004C1084">
            <w:rPr>
              <w:rFonts w:ascii="Questa Sans" w:hAnsi="Questa Sans" w:cs="Arial"/>
              <w:sz w:val="20"/>
              <w:szCs w:val="20"/>
              <w:lang w:val="en-CA"/>
            </w:rPr>
            <w:t xml:space="preserve">                 </w:t>
          </w:r>
        </w:p>
      </w:docPartBody>
    </w:docPart>
    <w:docPart>
      <w:docPartPr>
        <w:name w:val="B1A181A3379B4AA182E7EC9E0D5F03D3"/>
        <w:category>
          <w:name w:val="General"/>
          <w:gallery w:val="placeholder"/>
        </w:category>
        <w:types>
          <w:type w:val="bbPlcHdr"/>
        </w:types>
        <w:behaviors>
          <w:behavior w:val="content"/>
        </w:behaviors>
        <w:guid w:val="{76AC6C57-92A3-4AC3-84C9-5B4E9C8D9474}"/>
      </w:docPartPr>
      <w:docPartBody>
        <w:p w:rsidR="00C41304" w:rsidRDefault="0023229C" w:rsidP="0023229C">
          <w:pPr>
            <w:pStyle w:val="B1A181A3379B4AA182E7EC9E0D5F03D3"/>
          </w:pPr>
          <w:r w:rsidRPr="001766C1">
            <w:rPr>
              <w:rFonts w:ascii="Questa Sans" w:hAnsi="Questa Sans" w:cs="Arial"/>
              <w:sz w:val="20"/>
              <w:szCs w:val="20"/>
              <w:lang w:val="en-CA"/>
            </w:rPr>
            <w:t xml:space="preserve">                 </w:t>
          </w:r>
        </w:p>
      </w:docPartBody>
    </w:docPart>
    <w:docPart>
      <w:docPartPr>
        <w:name w:val="221E8C2F3D3C4BA485C306AA0F8EB3A2"/>
        <w:category>
          <w:name w:val="General"/>
          <w:gallery w:val="placeholder"/>
        </w:category>
        <w:types>
          <w:type w:val="bbPlcHdr"/>
        </w:types>
        <w:behaviors>
          <w:behavior w:val="content"/>
        </w:behaviors>
        <w:guid w:val="{61C794E1-F4ED-48C7-A999-CA71F52B8654}"/>
      </w:docPartPr>
      <w:docPartBody>
        <w:p w:rsidR="00751B41" w:rsidRDefault="0023229C" w:rsidP="0023229C">
          <w:pPr>
            <w:pStyle w:val="221E8C2F3D3C4BA485C306AA0F8EB3A2"/>
          </w:pPr>
          <w:r w:rsidRPr="004A2BF1">
            <w:rPr>
              <w:rFonts w:ascii="Questa Sans" w:hAnsi="Questa Sans" w:cs="Arial"/>
              <w:sz w:val="20"/>
              <w:szCs w:val="20"/>
              <w:lang w:val="en-CA"/>
            </w:rPr>
            <w:t xml:space="preserve">                                                       </w:t>
          </w:r>
        </w:p>
      </w:docPartBody>
    </w:docPart>
    <w:docPart>
      <w:docPartPr>
        <w:name w:val="8EF4CADA5DDF414D9C14002D291AE27F"/>
        <w:category>
          <w:name w:val="General"/>
          <w:gallery w:val="placeholder"/>
        </w:category>
        <w:types>
          <w:type w:val="bbPlcHdr"/>
        </w:types>
        <w:behaviors>
          <w:behavior w:val="content"/>
        </w:behaviors>
        <w:guid w:val="{B9B18CC2-085A-471C-853A-4726825C872F}"/>
      </w:docPartPr>
      <w:docPartBody>
        <w:p w:rsidR="00751B41" w:rsidRDefault="0023229C" w:rsidP="0023229C">
          <w:pPr>
            <w:pStyle w:val="8EF4CADA5DDF414D9C14002D291AE27F"/>
          </w:pPr>
          <w:r>
            <w:rPr>
              <w:rFonts w:ascii="Questa Sans" w:hAnsi="Questa Sans" w:cs="Arial"/>
              <w:sz w:val="22"/>
              <w:szCs w:val="22"/>
            </w:rPr>
            <w:t xml:space="preserve">                                                       </w:t>
          </w:r>
        </w:p>
      </w:docPartBody>
    </w:docPart>
    <w:docPart>
      <w:docPartPr>
        <w:name w:val="4ADE1B309D464B57B17AFC34E8F0C778"/>
        <w:category>
          <w:name w:val="General"/>
          <w:gallery w:val="placeholder"/>
        </w:category>
        <w:types>
          <w:type w:val="bbPlcHdr"/>
        </w:types>
        <w:behaviors>
          <w:behavior w:val="content"/>
        </w:behaviors>
        <w:guid w:val="{71569E2C-9AAA-4CF1-8FA1-32A03608F4C7}"/>
      </w:docPartPr>
      <w:docPartBody>
        <w:p w:rsidR="00751B41" w:rsidRDefault="0023229C" w:rsidP="0023229C">
          <w:pPr>
            <w:pStyle w:val="4ADE1B309D464B57B17AFC34E8F0C778"/>
          </w:pPr>
          <w:r w:rsidRPr="004A2BF1">
            <w:rPr>
              <w:rFonts w:ascii="Questa Sans" w:hAnsi="Questa Sans" w:cs="Arial"/>
              <w:sz w:val="20"/>
              <w:szCs w:val="20"/>
              <w:lang w:val="en-CA"/>
            </w:rPr>
            <w:t xml:space="preserve">                                                       </w:t>
          </w:r>
        </w:p>
      </w:docPartBody>
    </w:docPart>
    <w:docPart>
      <w:docPartPr>
        <w:name w:val="832714E434A642EFA653DFA5AD7F4FC0"/>
        <w:category>
          <w:name w:val="General"/>
          <w:gallery w:val="placeholder"/>
        </w:category>
        <w:types>
          <w:type w:val="bbPlcHdr"/>
        </w:types>
        <w:behaviors>
          <w:behavior w:val="content"/>
        </w:behaviors>
        <w:guid w:val="{E1C9E783-A011-4A00-BAF3-92791315B6F2}"/>
      </w:docPartPr>
      <w:docPartBody>
        <w:p w:rsidR="00751B41" w:rsidRDefault="0023229C" w:rsidP="0023229C">
          <w:pPr>
            <w:pStyle w:val="832714E434A642EFA653DFA5AD7F4FC0"/>
          </w:pPr>
          <w:r>
            <w:rPr>
              <w:rFonts w:ascii="Questa Sans" w:hAnsi="Questa Sans" w:cs="Arial"/>
              <w:sz w:val="22"/>
              <w:szCs w:val="22"/>
            </w:rPr>
            <w:t xml:space="preserve">                                                       </w:t>
          </w:r>
        </w:p>
      </w:docPartBody>
    </w:docPart>
    <w:docPart>
      <w:docPartPr>
        <w:name w:val="087D6748DE954DA8A2DEF9DBB3DCE66A"/>
        <w:category>
          <w:name w:val="General"/>
          <w:gallery w:val="placeholder"/>
        </w:category>
        <w:types>
          <w:type w:val="bbPlcHdr"/>
        </w:types>
        <w:behaviors>
          <w:behavior w:val="content"/>
        </w:behaviors>
        <w:guid w:val="{63BF87CD-D50F-48B0-BD13-EBEAA765B59B}"/>
      </w:docPartPr>
      <w:docPartBody>
        <w:p w:rsidR="00751B41" w:rsidRDefault="0023229C" w:rsidP="0023229C">
          <w:pPr>
            <w:pStyle w:val="087D6748DE954DA8A2DEF9DBB3DCE66A"/>
          </w:pPr>
          <w:r w:rsidRPr="004A2BF1">
            <w:rPr>
              <w:rFonts w:ascii="Questa Sans" w:hAnsi="Questa Sans" w:cs="Arial"/>
              <w:sz w:val="20"/>
              <w:szCs w:val="20"/>
              <w:lang w:val="en-CA"/>
            </w:rPr>
            <w:t xml:space="preserve">                                                       </w:t>
          </w:r>
        </w:p>
      </w:docPartBody>
    </w:docPart>
    <w:docPart>
      <w:docPartPr>
        <w:name w:val="B5FB5C21A76A4E91BDBA5CAD91317447"/>
        <w:category>
          <w:name w:val="General"/>
          <w:gallery w:val="placeholder"/>
        </w:category>
        <w:types>
          <w:type w:val="bbPlcHdr"/>
        </w:types>
        <w:behaviors>
          <w:behavior w:val="content"/>
        </w:behaviors>
        <w:guid w:val="{406650D4-D32F-4075-99A1-5A134F443168}"/>
      </w:docPartPr>
      <w:docPartBody>
        <w:p w:rsidR="00751B41" w:rsidRDefault="0023229C" w:rsidP="0023229C">
          <w:pPr>
            <w:pStyle w:val="B5FB5C21A76A4E91BDBA5CAD91317447"/>
          </w:pPr>
          <w:r w:rsidRPr="004A2BF1">
            <w:rPr>
              <w:rFonts w:ascii="Questa Sans" w:hAnsi="Questa Sans" w:cs="Arial"/>
              <w:sz w:val="20"/>
              <w:szCs w:val="20"/>
              <w:lang w:val="en-CA"/>
            </w:rPr>
            <w:t xml:space="preserve">                                                       </w:t>
          </w:r>
        </w:p>
      </w:docPartBody>
    </w:docPart>
    <w:docPart>
      <w:docPartPr>
        <w:name w:val="E6B6BC94DBA5442784531E87B4FAD32E"/>
        <w:category>
          <w:name w:val="General"/>
          <w:gallery w:val="placeholder"/>
        </w:category>
        <w:types>
          <w:type w:val="bbPlcHdr"/>
        </w:types>
        <w:behaviors>
          <w:behavior w:val="content"/>
        </w:behaviors>
        <w:guid w:val="{E72BB39A-BC4F-41FC-80CF-AA600677DB19}"/>
      </w:docPartPr>
      <w:docPartBody>
        <w:p w:rsidR="00751B41" w:rsidRDefault="0023229C" w:rsidP="0023229C">
          <w:pPr>
            <w:pStyle w:val="E6B6BC94DBA5442784531E87B4FAD32E"/>
          </w:pPr>
          <w:r>
            <w:rPr>
              <w:rFonts w:ascii="Questa Sans" w:hAnsi="Questa Sans" w:cs="Arial"/>
              <w:sz w:val="22"/>
              <w:szCs w:val="22"/>
            </w:rPr>
            <w:t xml:space="preserve">                                                       </w:t>
          </w:r>
        </w:p>
      </w:docPartBody>
    </w:docPart>
    <w:docPart>
      <w:docPartPr>
        <w:name w:val="CC7764F4221B4629B02377CBE6D6FF49"/>
        <w:category>
          <w:name w:val="General"/>
          <w:gallery w:val="placeholder"/>
        </w:category>
        <w:types>
          <w:type w:val="bbPlcHdr"/>
        </w:types>
        <w:behaviors>
          <w:behavior w:val="content"/>
        </w:behaviors>
        <w:guid w:val="{2391D24F-CAD3-4036-8E96-83476B802817}"/>
      </w:docPartPr>
      <w:docPartBody>
        <w:p w:rsidR="00751B41" w:rsidRDefault="0023229C" w:rsidP="0023229C">
          <w:pPr>
            <w:pStyle w:val="CC7764F4221B4629B02377CBE6D6FF49"/>
          </w:pPr>
          <w:r w:rsidRPr="004A2BF1">
            <w:rPr>
              <w:rFonts w:ascii="Questa Sans" w:hAnsi="Questa Sans" w:cs="Arial"/>
              <w:sz w:val="20"/>
              <w:szCs w:val="20"/>
              <w:lang w:val="en-CA"/>
            </w:rPr>
            <w:t xml:space="preserve">                                                       </w:t>
          </w:r>
        </w:p>
      </w:docPartBody>
    </w:docPart>
    <w:docPart>
      <w:docPartPr>
        <w:name w:val="3C601FCA199149FD8E994C2AA243272C"/>
        <w:category>
          <w:name w:val="General"/>
          <w:gallery w:val="placeholder"/>
        </w:category>
        <w:types>
          <w:type w:val="bbPlcHdr"/>
        </w:types>
        <w:behaviors>
          <w:behavior w:val="content"/>
        </w:behaviors>
        <w:guid w:val="{7BEE6045-E426-4356-ADED-D8370C29A161}"/>
      </w:docPartPr>
      <w:docPartBody>
        <w:p w:rsidR="00751B41" w:rsidRDefault="0023229C" w:rsidP="0023229C">
          <w:pPr>
            <w:pStyle w:val="3C601FCA199149FD8E994C2AA243272C"/>
          </w:pPr>
          <w:r>
            <w:rPr>
              <w:rFonts w:ascii="Questa Sans" w:hAnsi="Questa Sans" w:cs="Arial"/>
              <w:sz w:val="22"/>
              <w:szCs w:val="22"/>
            </w:rPr>
            <w:t xml:space="preserve">                                                       </w:t>
          </w:r>
        </w:p>
      </w:docPartBody>
    </w:docPart>
    <w:docPart>
      <w:docPartPr>
        <w:name w:val="45237AE3E1B246D9853DB4B64F362738"/>
        <w:category>
          <w:name w:val="General"/>
          <w:gallery w:val="placeholder"/>
        </w:category>
        <w:types>
          <w:type w:val="bbPlcHdr"/>
        </w:types>
        <w:behaviors>
          <w:behavior w:val="content"/>
        </w:behaviors>
        <w:guid w:val="{92C0AF6F-5392-4BC4-8EB5-202FAA008C32}"/>
      </w:docPartPr>
      <w:docPartBody>
        <w:p w:rsidR="00751B41" w:rsidRDefault="0023229C" w:rsidP="0023229C">
          <w:pPr>
            <w:pStyle w:val="45237AE3E1B246D9853DB4B64F362738"/>
          </w:pPr>
          <w:r w:rsidRPr="004A2BF1">
            <w:rPr>
              <w:rFonts w:ascii="Questa Sans" w:hAnsi="Questa Sans" w:cs="Arial"/>
              <w:sz w:val="20"/>
              <w:szCs w:val="20"/>
              <w:lang w:val="en-CA"/>
            </w:rPr>
            <w:t xml:space="preserve">                                                       </w:t>
          </w:r>
        </w:p>
      </w:docPartBody>
    </w:docPart>
    <w:docPart>
      <w:docPartPr>
        <w:name w:val="4FAA11E4C46A48B0A0A89560D2CEAF12"/>
        <w:category>
          <w:name w:val="General"/>
          <w:gallery w:val="placeholder"/>
        </w:category>
        <w:types>
          <w:type w:val="bbPlcHdr"/>
        </w:types>
        <w:behaviors>
          <w:behavior w:val="content"/>
        </w:behaviors>
        <w:guid w:val="{039DFCC9-5644-4741-B362-92A60F8A6A67}"/>
      </w:docPartPr>
      <w:docPartBody>
        <w:p w:rsidR="00751B41" w:rsidRDefault="0023229C" w:rsidP="0023229C">
          <w:pPr>
            <w:pStyle w:val="4FAA11E4C46A48B0A0A89560D2CEAF12"/>
          </w:pPr>
          <w:r w:rsidRPr="004A2BF1">
            <w:rPr>
              <w:rFonts w:ascii="Questa Sans" w:hAnsi="Questa Sans" w:cs="Arial"/>
              <w:sz w:val="20"/>
              <w:szCs w:val="20"/>
              <w:lang w:val="en-CA"/>
            </w:rPr>
            <w:t xml:space="preserve">                                                       </w:t>
          </w:r>
        </w:p>
      </w:docPartBody>
    </w:docPart>
    <w:docPart>
      <w:docPartPr>
        <w:name w:val="9DF704C40668438098CD0AD98A15BEC3"/>
        <w:category>
          <w:name w:val="General"/>
          <w:gallery w:val="placeholder"/>
        </w:category>
        <w:types>
          <w:type w:val="bbPlcHdr"/>
        </w:types>
        <w:behaviors>
          <w:behavior w:val="content"/>
        </w:behaviors>
        <w:guid w:val="{91E1C646-C53D-4B28-9430-6B833025C7A0}"/>
      </w:docPartPr>
      <w:docPartBody>
        <w:p w:rsidR="00751B41" w:rsidRDefault="0023229C" w:rsidP="0023229C">
          <w:pPr>
            <w:pStyle w:val="9DF704C40668438098CD0AD98A15BEC3"/>
          </w:pPr>
          <w:r>
            <w:rPr>
              <w:rFonts w:ascii="Questa Sans" w:hAnsi="Questa Sans" w:cs="Arial"/>
              <w:sz w:val="22"/>
              <w:szCs w:val="22"/>
            </w:rPr>
            <w:t xml:space="preserve">                                                       </w:t>
          </w:r>
        </w:p>
      </w:docPartBody>
    </w:docPart>
    <w:docPart>
      <w:docPartPr>
        <w:name w:val="A5B2220DB0F84CAEAE5CD9B60B305EB3"/>
        <w:category>
          <w:name w:val="General"/>
          <w:gallery w:val="placeholder"/>
        </w:category>
        <w:types>
          <w:type w:val="bbPlcHdr"/>
        </w:types>
        <w:behaviors>
          <w:behavior w:val="content"/>
        </w:behaviors>
        <w:guid w:val="{D0A46067-D7F2-44A0-BAF1-4C776E3C41D4}"/>
      </w:docPartPr>
      <w:docPartBody>
        <w:p w:rsidR="00751B41" w:rsidRDefault="0023229C" w:rsidP="0023229C">
          <w:pPr>
            <w:pStyle w:val="A5B2220DB0F84CAEAE5CD9B60B305EB3"/>
          </w:pPr>
          <w:r w:rsidRPr="004A2BF1">
            <w:rPr>
              <w:rFonts w:ascii="Questa Sans" w:hAnsi="Questa Sans" w:cs="Arial"/>
              <w:sz w:val="20"/>
              <w:szCs w:val="20"/>
              <w:lang w:val="en-CA"/>
            </w:rPr>
            <w:t xml:space="preserve">                                                       </w:t>
          </w:r>
        </w:p>
      </w:docPartBody>
    </w:docPart>
    <w:docPart>
      <w:docPartPr>
        <w:name w:val="874043D6C08F47EC972F71F1268990FC"/>
        <w:category>
          <w:name w:val="General"/>
          <w:gallery w:val="placeholder"/>
        </w:category>
        <w:types>
          <w:type w:val="bbPlcHdr"/>
        </w:types>
        <w:behaviors>
          <w:behavior w:val="content"/>
        </w:behaviors>
        <w:guid w:val="{3161363E-152E-49E7-8FF5-AC244EF45B10}"/>
      </w:docPartPr>
      <w:docPartBody>
        <w:p w:rsidR="00751B41" w:rsidRDefault="0023229C" w:rsidP="0023229C">
          <w:pPr>
            <w:pStyle w:val="874043D6C08F47EC972F71F1268990FC"/>
          </w:pPr>
          <w:r>
            <w:rPr>
              <w:rFonts w:ascii="Questa Sans" w:hAnsi="Questa Sans" w:cs="Arial"/>
              <w:sz w:val="22"/>
              <w:szCs w:val="22"/>
            </w:rPr>
            <w:t xml:space="preserve">                                                       </w:t>
          </w:r>
        </w:p>
      </w:docPartBody>
    </w:docPart>
    <w:docPart>
      <w:docPartPr>
        <w:name w:val="BDE49DA8D4A2469984F4D0CAE2A3E088"/>
        <w:category>
          <w:name w:val="General"/>
          <w:gallery w:val="placeholder"/>
        </w:category>
        <w:types>
          <w:type w:val="bbPlcHdr"/>
        </w:types>
        <w:behaviors>
          <w:behavior w:val="content"/>
        </w:behaviors>
        <w:guid w:val="{0BFE0FE1-A715-4CFA-9C28-4F61D795A984}"/>
      </w:docPartPr>
      <w:docPartBody>
        <w:p w:rsidR="00751B41" w:rsidRDefault="0023229C" w:rsidP="0023229C">
          <w:pPr>
            <w:pStyle w:val="BDE49DA8D4A2469984F4D0CAE2A3E088"/>
          </w:pPr>
          <w:r w:rsidRPr="004A2BF1">
            <w:rPr>
              <w:rFonts w:ascii="Questa Sans" w:hAnsi="Questa Sans" w:cs="Arial"/>
              <w:sz w:val="20"/>
              <w:szCs w:val="20"/>
              <w:lang w:val="en-CA"/>
            </w:rPr>
            <w:t xml:space="preserve">                                                       </w:t>
          </w:r>
        </w:p>
      </w:docPartBody>
    </w:docPart>
    <w:docPart>
      <w:docPartPr>
        <w:name w:val="D59991C875884CC7B13468A3F73A9EE7"/>
        <w:category>
          <w:name w:val="General"/>
          <w:gallery w:val="placeholder"/>
        </w:category>
        <w:types>
          <w:type w:val="bbPlcHdr"/>
        </w:types>
        <w:behaviors>
          <w:behavior w:val="content"/>
        </w:behaviors>
        <w:guid w:val="{4EFC8D40-0FD0-4B7B-A7A9-7D03CCD97E07}"/>
      </w:docPartPr>
      <w:docPartBody>
        <w:p w:rsidR="00751B41" w:rsidRDefault="0023229C" w:rsidP="0023229C">
          <w:pPr>
            <w:pStyle w:val="D59991C875884CC7B13468A3F73A9EE7"/>
          </w:pPr>
          <w:r w:rsidRPr="00322BEA">
            <w:rPr>
              <w:rStyle w:val="PlaceholderText"/>
              <w:rFonts w:ascii="Questa Sans" w:eastAsiaTheme="minorHAnsi" w:hAnsi="Questa Sans"/>
              <w:color w:val="FF0000"/>
              <w:sz w:val="20"/>
              <w:szCs w:val="20"/>
            </w:rPr>
            <w:t>Select degree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BE4"/>
    <w:rsid w:val="000213C4"/>
    <w:rsid w:val="00024917"/>
    <w:rsid w:val="0003081C"/>
    <w:rsid w:val="00042A0E"/>
    <w:rsid w:val="000502BB"/>
    <w:rsid w:val="00066A9A"/>
    <w:rsid w:val="00085FB3"/>
    <w:rsid w:val="00094F48"/>
    <w:rsid w:val="000C4C08"/>
    <w:rsid w:val="000D3452"/>
    <w:rsid w:val="00102D32"/>
    <w:rsid w:val="0018379A"/>
    <w:rsid w:val="0018771F"/>
    <w:rsid w:val="001B05D4"/>
    <w:rsid w:val="002118D1"/>
    <w:rsid w:val="00227311"/>
    <w:rsid w:val="00231A01"/>
    <w:rsid w:val="0023229C"/>
    <w:rsid w:val="002515F5"/>
    <w:rsid w:val="00300851"/>
    <w:rsid w:val="0036090E"/>
    <w:rsid w:val="003C3F32"/>
    <w:rsid w:val="003F00EB"/>
    <w:rsid w:val="00414187"/>
    <w:rsid w:val="00475606"/>
    <w:rsid w:val="00490461"/>
    <w:rsid w:val="004D03B0"/>
    <w:rsid w:val="004D3FBC"/>
    <w:rsid w:val="004E12C5"/>
    <w:rsid w:val="004F54FE"/>
    <w:rsid w:val="00632C03"/>
    <w:rsid w:val="006453BA"/>
    <w:rsid w:val="00661F91"/>
    <w:rsid w:val="00674E35"/>
    <w:rsid w:val="00693BE4"/>
    <w:rsid w:val="00693E36"/>
    <w:rsid w:val="006A6363"/>
    <w:rsid w:val="006B61D3"/>
    <w:rsid w:val="006E08C8"/>
    <w:rsid w:val="00707105"/>
    <w:rsid w:val="007411B2"/>
    <w:rsid w:val="00751B41"/>
    <w:rsid w:val="00762FEE"/>
    <w:rsid w:val="00764C22"/>
    <w:rsid w:val="00796588"/>
    <w:rsid w:val="007E6ECB"/>
    <w:rsid w:val="008432F9"/>
    <w:rsid w:val="008737AE"/>
    <w:rsid w:val="008D682C"/>
    <w:rsid w:val="009B016C"/>
    <w:rsid w:val="009D4B4C"/>
    <w:rsid w:val="009F13B4"/>
    <w:rsid w:val="00A022AD"/>
    <w:rsid w:val="00A12946"/>
    <w:rsid w:val="00A5662D"/>
    <w:rsid w:val="00A963F9"/>
    <w:rsid w:val="00AD7C55"/>
    <w:rsid w:val="00B0460E"/>
    <w:rsid w:val="00B51108"/>
    <w:rsid w:val="00B608DB"/>
    <w:rsid w:val="00B83F00"/>
    <w:rsid w:val="00BA0DB1"/>
    <w:rsid w:val="00BA4023"/>
    <w:rsid w:val="00C41304"/>
    <w:rsid w:val="00CB07EE"/>
    <w:rsid w:val="00CD1BB2"/>
    <w:rsid w:val="00D46303"/>
    <w:rsid w:val="00D74E5A"/>
    <w:rsid w:val="00DC13F1"/>
    <w:rsid w:val="00DD0D59"/>
    <w:rsid w:val="00DD3860"/>
    <w:rsid w:val="00DE6B82"/>
    <w:rsid w:val="00EA5B79"/>
    <w:rsid w:val="00ED7EBA"/>
    <w:rsid w:val="00EF0BBC"/>
    <w:rsid w:val="00EF6CC3"/>
    <w:rsid w:val="00F17D55"/>
    <w:rsid w:val="00F72F83"/>
    <w:rsid w:val="00F94ED5"/>
    <w:rsid w:val="00FC2287"/>
    <w:rsid w:val="00FD197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229C"/>
    <w:rPr>
      <w:color w:val="808080"/>
    </w:rPr>
  </w:style>
  <w:style w:type="paragraph" w:customStyle="1" w:styleId="73563E0C6E6C4C0B9BE6B4866EAB73BE">
    <w:name w:val="73563E0C6E6C4C0B9BE6B4866EAB73BE"/>
    <w:rsid w:val="003C3F32"/>
  </w:style>
  <w:style w:type="paragraph" w:customStyle="1" w:styleId="0BC8B27F440849CA869425C0CE94B8BD">
    <w:name w:val="0BC8B27F440849CA869425C0CE94B8BD"/>
    <w:rsid w:val="003C3F32"/>
  </w:style>
  <w:style w:type="paragraph" w:customStyle="1" w:styleId="5CDB39C3386F48B7BF9CC9B96A4B17C7">
    <w:name w:val="5CDB39C3386F48B7BF9CC9B96A4B17C7"/>
    <w:rsid w:val="0023229C"/>
    <w:pPr>
      <w:spacing w:after="0" w:line="240" w:lineRule="auto"/>
    </w:pPr>
    <w:rPr>
      <w:rFonts w:ascii="Arial" w:eastAsia="Times New Roman" w:hAnsi="Arial" w:cs="Times New Roman"/>
      <w:kern w:val="0"/>
      <w:lang w:val="en-US" w:eastAsia="en-US"/>
      <w14:ligatures w14:val="none"/>
    </w:rPr>
  </w:style>
  <w:style w:type="paragraph" w:customStyle="1" w:styleId="94E41D0EFAD54FD48DB60B9521E062BD">
    <w:name w:val="94E41D0EFAD54FD48DB60B9521E062BD"/>
    <w:rsid w:val="0023229C"/>
    <w:pPr>
      <w:spacing w:after="0" w:line="240" w:lineRule="auto"/>
    </w:pPr>
    <w:rPr>
      <w:rFonts w:ascii="Arial" w:eastAsia="Times New Roman" w:hAnsi="Arial" w:cs="Times New Roman"/>
      <w:kern w:val="0"/>
      <w:lang w:val="en-US" w:eastAsia="en-US"/>
      <w14:ligatures w14:val="none"/>
    </w:rPr>
  </w:style>
  <w:style w:type="paragraph" w:customStyle="1" w:styleId="34E2FD42CC974530AF8323057C57FD68">
    <w:name w:val="34E2FD42CC974530AF8323057C57FD68"/>
    <w:rsid w:val="0023229C"/>
    <w:pPr>
      <w:spacing w:after="0" w:line="240" w:lineRule="auto"/>
    </w:pPr>
    <w:rPr>
      <w:rFonts w:ascii="Arial" w:eastAsia="Times New Roman" w:hAnsi="Arial" w:cs="Times New Roman"/>
      <w:kern w:val="0"/>
      <w:lang w:val="en-US" w:eastAsia="en-US"/>
      <w14:ligatures w14:val="none"/>
    </w:rPr>
  </w:style>
  <w:style w:type="paragraph" w:customStyle="1" w:styleId="0B81E7872F5C4401B8079650F73CA064">
    <w:name w:val="0B81E7872F5C4401B8079650F73CA064"/>
    <w:rsid w:val="0023229C"/>
    <w:pPr>
      <w:spacing w:after="0" w:line="240" w:lineRule="auto"/>
    </w:pPr>
    <w:rPr>
      <w:rFonts w:ascii="Arial" w:eastAsia="Times New Roman" w:hAnsi="Arial" w:cs="Times New Roman"/>
      <w:kern w:val="0"/>
      <w:lang w:val="en-US" w:eastAsia="en-US"/>
      <w14:ligatures w14:val="none"/>
    </w:rPr>
  </w:style>
  <w:style w:type="paragraph" w:customStyle="1" w:styleId="29AE9B49C5F74882A07A21BD53BBE6E7">
    <w:name w:val="29AE9B49C5F74882A07A21BD53BBE6E7"/>
    <w:rsid w:val="0023229C"/>
    <w:pPr>
      <w:spacing w:after="0" w:line="240" w:lineRule="auto"/>
    </w:pPr>
    <w:rPr>
      <w:rFonts w:ascii="Arial" w:eastAsia="Times New Roman" w:hAnsi="Arial" w:cs="Times New Roman"/>
      <w:kern w:val="0"/>
      <w:lang w:val="en-US" w:eastAsia="en-US"/>
      <w14:ligatures w14:val="none"/>
    </w:rPr>
  </w:style>
  <w:style w:type="paragraph" w:customStyle="1" w:styleId="DAF8EC9117904E30B51BB3D4F8CCDF65">
    <w:name w:val="DAF8EC9117904E30B51BB3D4F8CCDF65"/>
    <w:rsid w:val="0023229C"/>
    <w:pPr>
      <w:spacing w:after="0" w:line="240" w:lineRule="auto"/>
    </w:pPr>
    <w:rPr>
      <w:rFonts w:ascii="Arial" w:eastAsia="Times New Roman" w:hAnsi="Arial" w:cs="Times New Roman"/>
      <w:kern w:val="0"/>
      <w:lang w:val="en-US" w:eastAsia="en-US"/>
      <w14:ligatures w14:val="none"/>
    </w:rPr>
  </w:style>
  <w:style w:type="paragraph" w:customStyle="1" w:styleId="1AE88C8F9D3C406EACC33B0C12781A06">
    <w:name w:val="1AE88C8F9D3C406EACC33B0C12781A06"/>
    <w:rsid w:val="0023229C"/>
    <w:pPr>
      <w:spacing w:after="0" w:line="240" w:lineRule="auto"/>
    </w:pPr>
    <w:rPr>
      <w:rFonts w:ascii="Arial" w:eastAsia="Times New Roman" w:hAnsi="Arial" w:cs="Times New Roman"/>
      <w:kern w:val="0"/>
      <w:lang w:val="en-US" w:eastAsia="en-US"/>
      <w14:ligatures w14:val="none"/>
    </w:rPr>
  </w:style>
  <w:style w:type="paragraph" w:customStyle="1" w:styleId="B1E9871842B84808B4D75D0EAAFF1782">
    <w:name w:val="B1E9871842B84808B4D75D0EAAFF1782"/>
    <w:rsid w:val="0023229C"/>
    <w:pPr>
      <w:spacing w:after="0" w:line="240" w:lineRule="auto"/>
    </w:pPr>
    <w:rPr>
      <w:rFonts w:ascii="Arial" w:eastAsia="Times New Roman" w:hAnsi="Arial" w:cs="Times New Roman"/>
      <w:kern w:val="0"/>
      <w:lang w:val="en-US" w:eastAsia="en-US"/>
      <w14:ligatures w14:val="none"/>
    </w:rPr>
  </w:style>
  <w:style w:type="paragraph" w:customStyle="1" w:styleId="A2F7A39EEE4448628EAE779A917F74A6">
    <w:name w:val="A2F7A39EEE4448628EAE779A917F74A6"/>
    <w:rsid w:val="0023229C"/>
    <w:pPr>
      <w:spacing w:after="0" w:line="240" w:lineRule="auto"/>
    </w:pPr>
    <w:rPr>
      <w:rFonts w:ascii="Arial" w:eastAsia="Times New Roman" w:hAnsi="Arial" w:cs="Times New Roman"/>
      <w:kern w:val="0"/>
      <w:lang w:val="en-US" w:eastAsia="en-US"/>
      <w14:ligatures w14:val="none"/>
    </w:rPr>
  </w:style>
  <w:style w:type="paragraph" w:customStyle="1" w:styleId="6612797A368F47E3A04A15A05432F3A9">
    <w:name w:val="6612797A368F47E3A04A15A05432F3A9"/>
    <w:rsid w:val="0023229C"/>
    <w:pPr>
      <w:spacing w:after="0" w:line="240" w:lineRule="auto"/>
    </w:pPr>
    <w:rPr>
      <w:rFonts w:ascii="Arial" w:eastAsia="Times New Roman" w:hAnsi="Arial" w:cs="Times New Roman"/>
      <w:kern w:val="0"/>
      <w:lang w:val="en-US" w:eastAsia="en-US"/>
      <w14:ligatures w14:val="none"/>
    </w:rPr>
  </w:style>
  <w:style w:type="paragraph" w:customStyle="1" w:styleId="8652F034513C4BD3AD7752FC49CF64C2">
    <w:name w:val="8652F034513C4BD3AD7752FC49CF64C2"/>
    <w:rsid w:val="0023229C"/>
    <w:pPr>
      <w:spacing w:after="0" w:line="240" w:lineRule="auto"/>
    </w:pPr>
    <w:rPr>
      <w:rFonts w:ascii="Arial" w:eastAsia="Times New Roman" w:hAnsi="Arial" w:cs="Times New Roman"/>
      <w:kern w:val="0"/>
      <w:lang w:val="en-US" w:eastAsia="en-US"/>
      <w14:ligatures w14:val="none"/>
    </w:rPr>
  </w:style>
  <w:style w:type="paragraph" w:customStyle="1" w:styleId="1910A2523AC14A3BA65610364AFA4063">
    <w:name w:val="1910A2523AC14A3BA65610364AFA4063"/>
    <w:rsid w:val="0023229C"/>
    <w:pPr>
      <w:spacing w:after="0" w:line="240" w:lineRule="auto"/>
    </w:pPr>
    <w:rPr>
      <w:rFonts w:ascii="Arial" w:eastAsia="Times New Roman" w:hAnsi="Arial" w:cs="Times New Roman"/>
      <w:kern w:val="0"/>
      <w:lang w:val="en-US" w:eastAsia="en-US"/>
      <w14:ligatures w14:val="none"/>
    </w:rPr>
  </w:style>
  <w:style w:type="paragraph" w:customStyle="1" w:styleId="A181AF65FF2F4F289BA4E5B628AB7E6A">
    <w:name w:val="A181AF65FF2F4F289BA4E5B628AB7E6A"/>
    <w:rsid w:val="0023229C"/>
    <w:pPr>
      <w:spacing w:after="0" w:line="240" w:lineRule="auto"/>
    </w:pPr>
    <w:rPr>
      <w:rFonts w:ascii="Arial" w:eastAsia="Times New Roman" w:hAnsi="Arial" w:cs="Times New Roman"/>
      <w:kern w:val="0"/>
      <w:lang w:val="en-US" w:eastAsia="en-US"/>
      <w14:ligatures w14:val="none"/>
    </w:rPr>
  </w:style>
  <w:style w:type="paragraph" w:customStyle="1" w:styleId="CD58F437361B4966B4C954836F3005AA">
    <w:name w:val="CD58F437361B4966B4C954836F3005AA"/>
    <w:rsid w:val="0023229C"/>
    <w:pPr>
      <w:spacing w:after="0" w:line="240" w:lineRule="auto"/>
    </w:pPr>
    <w:rPr>
      <w:rFonts w:ascii="Arial" w:eastAsia="Times New Roman" w:hAnsi="Arial" w:cs="Times New Roman"/>
      <w:kern w:val="0"/>
      <w:lang w:val="en-US" w:eastAsia="en-US"/>
      <w14:ligatures w14:val="none"/>
    </w:rPr>
  </w:style>
  <w:style w:type="paragraph" w:customStyle="1" w:styleId="1F398FC55C2F45D39F34AF2697FB712D">
    <w:name w:val="1F398FC55C2F45D39F34AF2697FB712D"/>
    <w:rsid w:val="0023229C"/>
    <w:pPr>
      <w:spacing w:after="0" w:line="240" w:lineRule="auto"/>
    </w:pPr>
    <w:rPr>
      <w:rFonts w:ascii="Arial" w:eastAsia="Times New Roman" w:hAnsi="Arial" w:cs="Times New Roman"/>
      <w:kern w:val="0"/>
      <w:lang w:val="en-US" w:eastAsia="en-US"/>
      <w14:ligatures w14:val="none"/>
    </w:rPr>
  </w:style>
  <w:style w:type="paragraph" w:customStyle="1" w:styleId="5EDC2D896CD045039023EAB0896F8CEF">
    <w:name w:val="5EDC2D896CD045039023EAB0896F8CEF"/>
    <w:rsid w:val="0023229C"/>
    <w:pPr>
      <w:spacing w:after="0" w:line="240" w:lineRule="auto"/>
    </w:pPr>
    <w:rPr>
      <w:rFonts w:ascii="Arial" w:eastAsia="Times New Roman" w:hAnsi="Arial" w:cs="Times New Roman"/>
      <w:kern w:val="0"/>
      <w:lang w:val="en-US" w:eastAsia="en-US"/>
      <w14:ligatures w14:val="none"/>
    </w:rPr>
  </w:style>
  <w:style w:type="paragraph" w:customStyle="1" w:styleId="3329459A1A6048108C2E23FC0F10A8A1">
    <w:name w:val="3329459A1A6048108C2E23FC0F10A8A1"/>
    <w:rsid w:val="0023229C"/>
    <w:pPr>
      <w:spacing w:after="0" w:line="240" w:lineRule="auto"/>
    </w:pPr>
    <w:rPr>
      <w:rFonts w:ascii="Arial" w:eastAsia="Times New Roman" w:hAnsi="Arial" w:cs="Times New Roman"/>
      <w:kern w:val="0"/>
      <w:lang w:val="en-US" w:eastAsia="en-US"/>
      <w14:ligatures w14:val="none"/>
    </w:rPr>
  </w:style>
  <w:style w:type="paragraph" w:customStyle="1" w:styleId="CC51FBAAF861481BBEF966D4BEB81FCC">
    <w:name w:val="CC51FBAAF861481BBEF966D4BEB81FCC"/>
    <w:rsid w:val="0023229C"/>
    <w:pPr>
      <w:spacing w:after="0" w:line="240" w:lineRule="auto"/>
    </w:pPr>
    <w:rPr>
      <w:rFonts w:ascii="Arial" w:eastAsia="Times New Roman" w:hAnsi="Arial" w:cs="Times New Roman"/>
      <w:kern w:val="0"/>
      <w:lang w:val="en-US" w:eastAsia="en-US"/>
      <w14:ligatures w14:val="none"/>
    </w:rPr>
  </w:style>
  <w:style w:type="paragraph" w:customStyle="1" w:styleId="48605B3246184237A4C825549E64B3A7">
    <w:name w:val="48605B3246184237A4C825549E64B3A7"/>
    <w:rsid w:val="0023229C"/>
    <w:pPr>
      <w:spacing w:after="0" w:line="240" w:lineRule="auto"/>
    </w:pPr>
    <w:rPr>
      <w:rFonts w:ascii="Arial" w:eastAsia="Times New Roman" w:hAnsi="Arial" w:cs="Times New Roman"/>
      <w:kern w:val="0"/>
      <w:lang w:val="en-US" w:eastAsia="en-US"/>
      <w14:ligatures w14:val="none"/>
    </w:rPr>
  </w:style>
  <w:style w:type="paragraph" w:customStyle="1" w:styleId="66E251ED39624EE1A97583117DF7798C">
    <w:name w:val="66E251ED39624EE1A97583117DF7798C"/>
    <w:rsid w:val="0023229C"/>
    <w:pPr>
      <w:spacing w:after="0" w:line="240" w:lineRule="auto"/>
    </w:pPr>
    <w:rPr>
      <w:rFonts w:ascii="Arial" w:eastAsia="Times New Roman" w:hAnsi="Arial" w:cs="Times New Roman"/>
      <w:kern w:val="0"/>
      <w:lang w:val="en-US" w:eastAsia="en-US"/>
      <w14:ligatures w14:val="none"/>
    </w:rPr>
  </w:style>
  <w:style w:type="paragraph" w:customStyle="1" w:styleId="6BA839FF255F489BAA4B4C3CE33AA431">
    <w:name w:val="6BA839FF255F489BAA4B4C3CE33AA431"/>
    <w:rsid w:val="0023229C"/>
    <w:pPr>
      <w:spacing w:after="0" w:line="240" w:lineRule="auto"/>
    </w:pPr>
    <w:rPr>
      <w:rFonts w:ascii="Arial" w:eastAsia="Times New Roman" w:hAnsi="Arial" w:cs="Times New Roman"/>
      <w:kern w:val="0"/>
      <w:lang w:val="en-US" w:eastAsia="en-US"/>
      <w14:ligatures w14:val="none"/>
    </w:rPr>
  </w:style>
  <w:style w:type="paragraph" w:customStyle="1" w:styleId="778D220EA72D46CB8B1AFB4C2E8EC906">
    <w:name w:val="778D220EA72D46CB8B1AFB4C2E8EC906"/>
    <w:rsid w:val="0023229C"/>
    <w:pPr>
      <w:spacing w:after="0" w:line="240" w:lineRule="auto"/>
    </w:pPr>
    <w:rPr>
      <w:rFonts w:ascii="Arial" w:eastAsia="Times New Roman" w:hAnsi="Arial" w:cs="Times New Roman"/>
      <w:kern w:val="0"/>
      <w:lang w:val="en-US" w:eastAsia="en-US"/>
      <w14:ligatures w14:val="none"/>
    </w:rPr>
  </w:style>
  <w:style w:type="paragraph" w:customStyle="1" w:styleId="873DE749C3234B51B5B009BA530347CD">
    <w:name w:val="873DE749C3234B51B5B009BA530347CD"/>
    <w:rsid w:val="0023229C"/>
    <w:pPr>
      <w:spacing w:after="0" w:line="240" w:lineRule="auto"/>
    </w:pPr>
    <w:rPr>
      <w:rFonts w:ascii="Arial" w:eastAsia="Times New Roman" w:hAnsi="Arial" w:cs="Times New Roman"/>
      <w:kern w:val="0"/>
      <w:lang w:val="en-US" w:eastAsia="en-US"/>
      <w14:ligatures w14:val="none"/>
    </w:rPr>
  </w:style>
  <w:style w:type="paragraph" w:customStyle="1" w:styleId="307B2668295F4B228F54A04AEDA379F7">
    <w:name w:val="307B2668295F4B228F54A04AEDA379F7"/>
    <w:rsid w:val="0023229C"/>
    <w:pPr>
      <w:spacing w:after="0" w:line="240" w:lineRule="auto"/>
    </w:pPr>
    <w:rPr>
      <w:rFonts w:ascii="Arial" w:eastAsia="Times New Roman" w:hAnsi="Arial" w:cs="Times New Roman"/>
      <w:kern w:val="0"/>
      <w:lang w:val="en-US" w:eastAsia="en-US"/>
      <w14:ligatures w14:val="none"/>
    </w:rPr>
  </w:style>
  <w:style w:type="paragraph" w:customStyle="1" w:styleId="0AC3EA9D5F3C4BDAB5B34D701DA9D234">
    <w:name w:val="0AC3EA9D5F3C4BDAB5B34D701DA9D234"/>
    <w:rsid w:val="0023229C"/>
    <w:pPr>
      <w:spacing w:after="0" w:line="240" w:lineRule="auto"/>
    </w:pPr>
    <w:rPr>
      <w:rFonts w:ascii="Arial" w:eastAsia="Times New Roman" w:hAnsi="Arial" w:cs="Times New Roman"/>
      <w:kern w:val="0"/>
      <w:lang w:val="en-US" w:eastAsia="en-US"/>
      <w14:ligatures w14:val="none"/>
    </w:rPr>
  </w:style>
  <w:style w:type="paragraph" w:customStyle="1" w:styleId="0E8D4B9FC3CA45E8A3B9404A0A834640">
    <w:name w:val="0E8D4B9FC3CA45E8A3B9404A0A834640"/>
    <w:rsid w:val="0023229C"/>
    <w:pPr>
      <w:spacing w:after="0" w:line="240" w:lineRule="auto"/>
    </w:pPr>
    <w:rPr>
      <w:rFonts w:ascii="Arial" w:eastAsia="Times New Roman" w:hAnsi="Arial" w:cs="Times New Roman"/>
      <w:kern w:val="0"/>
      <w:lang w:val="en-US" w:eastAsia="en-US"/>
      <w14:ligatures w14:val="none"/>
    </w:rPr>
  </w:style>
  <w:style w:type="paragraph" w:customStyle="1" w:styleId="F5D11CB70A3D4928B132EC475E274CD9">
    <w:name w:val="F5D11CB70A3D4928B132EC475E274CD9"/>
    <w:rsid w:val="0023229C"/>
    <w:pPr>
      <w:spacing w:after="0" w:line="240" w:lineRule="auto"/>
    </w:pPr>
    <w:rPr>
      <w:rFonts w:ascii="Arial" w:eastAsia="Times New Roman" w:hAnsi="Arial" w:cs="Times New Roman"/>
      <w:kern w:val="0"/>
      <w:lang w:val="en-US" w:eastAsia="en-US"/>
      <w14:ligatures w14:val="none"/>
    </w:rPr>
  </w:style>
  <w:style w:type="paragraph" w:customStyle="1" w:styleId="1A5940A9B3374024A1C1EEB8D391D6D2">
    <w:name w:val="1A5940A9B3374024A1C1EEB8D391D6D2"/>
    <w:rsid w:val="0023229C"/>
    <w:pPr>
      <w:spacing w:after="0" w:line="240" w:lineRule="auto"/>
    </w:pPr>
    <w:rPr>
      <w:rFonts w:ascii="Arial" w:eastAsia="Times New Roman" w:hAnsi="Arial" w:cs="Times New Roman"/>
      <w:kern w:val="0"/>
      <w:lang w:val="en-US" w:eastAsia="en-US"/>
      <w14:ligatures w14:val="none"/>
    </w:rPr>
  </w:style>
  <w:style w:type="paragraph" w:customStyle="1" w:styleId="F1F82F1FCCC346598C9E560BA1EFCFC4">
    <w:name w:val="F1F82F1FCCC346598C9E560BA1EFCFC4"/>
    <w:rsid w:val="0023229C"/>
    <w:pPr>
      <w:spacing w:after="0" w:line="240" w:lineRule="auto"/>
    </w:pPr>
    <w:rPr>
      <w:rFonts w:ascii="Arial" w:eastAsia="Times New Roman" w:hAnsi="Arial" w:cs="Times New Roman"/>
      <w:kern w:val="0"/>
      <w:lang w:val="en-US" w:eastAsia="en-US"/>
      <w14:ligatures w14:val="none"/>
    </w:rPr>
  </w:style>
  <w:style w:type="paragraph" w:customStyle="1" w:styleId="525AAC9982E74DFE80AB4DE743C1CC29">
    <w:name w:val="525AAC9982E74DFE80AB4DE743C1CC29"/>
    <w:rsid w:val="0023229C"/>
    <w:pPr>
      <w:spacing w:after="0" w:line="240" w:lineRule="auto"/>
    </w:pPr>
    <w:rPr>
      <w:rFonts w:ascii="Arial" w:eastAsia="Times New Roman" w:hAnsi="Arial" w:cs="Times New Roman"/>
      <w:kern w:val="0"/>
      <w:lang w:val="en-US" w:eastAsia="en-US"/>
      <w14:ligatures w14:val="none"/>
    </w:rPr>
  </w:style>
  <w:style w:type="paragraph" w:customStyle="1" w:styleId="D59991C875884CC7B13468A3F73A9EE7">
    <w:name w:val="D59991C875884CC7B13468A3F73A9EE7"/>
    <w:rsid w:val="0023229C"/>
    <w:pPr>
      <w:spacing w:after="0" w:line="240" w:lineRule="auto"/>
    </w:pPr>
    <w:rPr>
      <w:rFonts w:ascii="Arial" w:eastAsia="Times New Roman" w:hAnsi="Arial" w:cs="Times New Roman"/>
      <w:kern w:val="0"/>
      <w:lang w:val="en-US" w:eastAsia="en-US"/>
      <w14:ligatures w14:val="none"/>
    </w:rPr>
  </w:style>
  <w:style w:type="paragraph" w:customStyle="1" w:styleId="17EBD2E26D83411AA9E2C098A5F6F098">
    <w:name w:val="17EBD2E26D83411AA9E2C098A5F6F098"/>
    <w:rsid w:val="0023229C"/>
    <w:pPr>
      <w:spacing w:after="0" w:line="240" w:lineRule="auto"/>
    </w:pPr>
    <w:rPr>
      <w:rFonts w:ascii="Arial" w:eastAsia="Times New Roman" w:hAnsi="Arial" w:cs="Times New Roman"/>
      <w:kern w:val="0"/>
      <w:lang w:val="en-US" w:eastAsia="en-US"/>
      <w14:ligatures w14:val="none"/>
    </w:rPr>
  </w:style>
  <w:style w:type="paragraph" w:customStyle="1" w:styleId="E183D51D313F42C89CC1549FCE9B9123">
    <w:name w:val="E183D51D313F42C89CC1549FCE9B9123"/>
    <w:rsid w:val="0023229C"/>
    <w:pPr>
      <w:spacing w:after="0" w:line="240" w:lineRule="auto"/>
    </w:pPr>
    <w:rPr>
      <w:rFonts w:ascii="Arial" w:eastAsia="Times New Roman" w:hAnsi="Arial" w:cs="Times New Roman"/>
      <w:kern w:val="0"/>
      <w:lang w:val="en-US" w:eastAsia="en-US"/>
      <w14:ligatures w14:val="none"/>
    </w:rPr>
  </w:style>
  <w:style w:type="paragraph" w:customStyle="1" w:styleId="56E4F2628195417BB12ED57D48AD9CE4">
    <w:name w:val="56E4F2628195417BB12ED57D48AD9CE4"/>
    <w:rsid w:val="0023229C"/>
    <w:pPr>
      <w:spacing w:after="0" w:line="240" w:lineRule="auto"/>
    </w:pPr>
    <w:rPr>
      <w:rFonts w:ascii="Arial" w:eastAsia="Times New Roman" w:hAnsi="Arial" w:cs="Times New Roman"/>
      <w:kern w:val="0"/>
      <w:lang w:val="en-US" w:eastAsia="en-US"/>
      <w14:ligatures w14:val="none"/>
    </w:rPr>
  </w:style>
  <w:style w:type="paragraph" w:customStyle="1" w:styleId="EBA0965938E74A9A86B15FE411CB16EB">
    <w:name w:val="EBA0965938E74A9A86B15FE411CB16EB"/>
    <w:rsid w:val="0023229C"/>
    <w:pPr>
      <w:spacing w:after="0" w:line="240" w:lineRule="auto"/>
    </w:pPr>
    <w:rPr>
      <w:rFonts w:ascii="Arial" w:eastAsia="Times New Roman" w:hAnsi="Arial" w:cs="Times New Roman"/>
      <w:kern w:val="0"/>
      <w:lang w:val="en-US" w:eastAsia="en-US"/>
      <w14:ligatures w14:val="none"/>
    </w:rPr>
  </w:style>
  <w:style w:type="paragraph" w:customStyle="1" w:styleId="1C64F85E627444C2B039EED14EECABB1">
    <w:name w:val="1C64F85E627444C2B039EED14EECABB1"/>
    <w:rsid w:val="0023229C"/>
    <w:pPr>
      <w:spacing w:after="0" w:line="240" w:lineRule="auto"/>
    </w:pPr>
    <w:rPr>
      <w:rFonts w:ascii="Arial" w:eastAsia="Times New Roman" w:hAnsi="Arial" w:cs="Times New Roman"/>
      <w:kern w:val="0"/>
      <w:lang w:val="en-US" w:eastAsia="en-US"/>
      <w14:ligatures w14:val="none"/>
    </w:rPr>
  </w:style>
  <w:style w:type="paragraph" w:customStyle="1" w:styleId="ED54DDD59A194DC0B6144B823CDDAA23">
    <w:name w:val="ED54DDD59A194DC0B6144B823CDDAA23"/>
    <w:rsid w:val="0023229C"/>
    <w:pPr>
      <w:spacing w:after="0" w:line="240" w:lineRule="auto"/>
    </w:pPr>
    <w:rPr>
      <w:rFonts w:ascii="Arial" w:eastAsia="Times New Roman" w:hAnsi="Arial" w:cs="Times New Roman"/>
      <w:kern w:val="0"/>
      <w:lang w:val="en-US" w:eastAsia="en-US"/>
      <w14:ligatures w14:val="none"/>
    </w:rPr>
  </w:style>
  <w:style w:type="paragraph" w:customStyle="1" w:styleId="FB568CD412724E9D8B9C98E64B55300E">
    <w:name w:val="FB568CD412724E9D8B9C98E64B55300E"/>
    <w:rsid w:val="0023229C"/>
    <w:pPr>
      <w:spacing w:after="0" w:line="240" w:lineRule="auto"/>
    </w:pPr>
    <w:rPr>
      <w:rFonts w:ascii="Arial" w:eastAsia="Times New Roman" w:hAnsi="Arial" w:cs="Times New Roman"/>
      <w:kern w:val="0"/>
      <w:lang w:val="en-US" w:eastAsia="en-US"/>
      <w14:ligatures w14:val="none"/>
    </w:rPr>
  </w:style>
  <w:style w:type="paragraph" w:customStyle="1" w:styleId="B7DD091DE2E04443BDA2C035C1184AA3">
    <w:name w:val="B7DD091DE2E04443BDA2C035C1184AA3"/>
    <w:rsid w:val="0023229C"/>
    <w:pPr>
      <w:spacing w:after="0" w:line="240" w:lineRule="auto"/>
    </w:pPr>
    <w:rPr>
      <w:rFonts w:ascii="Arial" w:eastAsia="Times New Roman" w:hAnsi="Arial" w:cs="Times New Roman"/>
      <w:kern w:val="0"/>
      <w:lang w:val="en-US" w:eastAsia="en-US"/>
      <w14:ligatures w14:val="none"/>
    </w:rPr>
  </w:style>
  <w:style w:type="paragraph" w:customStyle="1" w:styleId="F6F9177BC60B45FE931A2C0371663C4B">
    <w:name w:val="F6F9177BC60B45FE931A2C0371663C4B"/>
    <w:rsid w:val="0023229C"/>
    <w:pPr>
      <w:spacing w:after="0" w:line="240" w:lineRule="auto"/>
    </w:pPr>
    <w:rPr>
      <w:rFonts w:ascii="Arial" w:eastAsia="Times New Roman" w:hAnsi="Arial" w:cs="Times New Roman"/>
      <w:kern w:val="0"/>
      <w:lang w:val="en-US" w:eastAsia="en-US"/>
      <w14:ligatures w14:val="none"/>
    </w:rPr>
  </w:style>
  <w:style w:type="paragraph" w:customStyle="1" w:styleId="BA34CF5EFE2F4778AFCC1B4C9CAD5CEE">
    <w:name w:val="BA34CF5EFE2F4778AFCC1B4C9CAD5CEE"/>
    <w:rsid w:val="0023229C"/>
    <w:pPr>
      <w:spacing w:after="0" w:line="240" w:lineRule="auto"/>
    </w:pPr>
    <w:rPr>
      <w:rFonts w:ascii="Arial" w:eastAsia="Times New Roman" w:hAnsi="Arial" w:cs="Times New Roman"/>
      <w:kern w:val="0"/>
      <w:lang w:val="en-US" w:eastAsia="en-US"/>
      <w14:ligatures w14:val="none"/>
    </w:rPr>
  </w:style>
  <w:style w:type="paragraph" w:customStyle="1" w:styleId="ABEE2963514447FF940CA8CCF46EFA78">
    <w:name w:val="ABEE2963514447FF940CA8CCF46EFA78"/>
    <w:rsid w:val="0023229C"/>
    <w:pPr>
      <w:spacing w:after="0" w:line="240" w:lineRule="auto"/>
    </w:pPr>
    <w:rPr>
      <w:rFonts w:ascii="Arial" w:eastAsia="Times New Roman" w:hAnsi="Arial" w:cs="Times New Roman"/>
      <w:kern w:val="0"/>
      <w:lang w:val="en-US" w:eastAsia="en-US"/>
      <w14:ligatures w14:val="none"/>
    </w:rPr>
  </w:style>
  <w:style w:type="paragraph" w:customStyle="1" w:styleId="BB985C8E85644D278C5E00081149BF99">
    <w:name w:val="BB985C8E85644D278C5E00081149BF99"/>
    <w:rsid w:val="0023229C"/>
    <w:pPr>
      <w:spacing w:after="0" w:line="240" w:lineRule="auto"/>
    </w:pPr>
    <w:rPr>
      <w:rFonts w:ascii="Arial" w:eastAsia="Times New Roman" w:hAnsi="Arial" w:cs="Times New Roman"/>
      <w:kern w:val="0"/>
      <w:lang w:val="en-US" w:eastAsia="en-US"/>
      <w14:ligatures w14:val="none"/>
    </w:rPr>
  </w:style>
  <w:style w:type="paragraph" w:customStyle="1" w:styleId="E5EC0E79CE1448249D17E1EC16C71D68">
    <w:name w:val="E5EC0E79CE1448249D17E1EC16C71D68"/>
    <w:rsid w:val="0023229C"/>
    <w:pPr>
      <w:spacing w:after="0" w:line="240" w:lineRule="auto"/>
    </w:pPr>
    <w:rPr>
      <w:rFonts w:ascii="Arial" w:eastAsia="Times New Roman" w:hAnsi="Arial" w:cs="Times New Roman"/>
      <w:kern w:val="0"/>
      <w:lang w:val="en-US" w:eastAsia="en-US"/>
      <w14:ligatures w14:val="none"/>
    </w:rPr>
  </w:style>
  <w:style w:type="paragraph" w:customStyle="1" w:styleId="3C3AE0783B8545798005FA82E95F63CC">
    <w:name w:val="3C3AE0783B8545798005FA82E95F63CC"/>
    <w:rsid w:val="0023229C"/>
    <w:pPr>
      <w:spacing w:after="0" w:line="240" w:lineRule="auto"/>
    </w:pPr>
    <w:rPr>
      <w:rFonts w:ascii="Arial" w:eastAsia="Times New Roman" w:hAnsi="Arial" w:cs="Times New Roman"/>
      <w:kern w:val="0"/>
      <w:lang w:val="en-US" w:eastAsia="en-US"/>
      <w14:ligatures w14:val="none"/>
    </w:rPr>
  </w:style>
  <w:style w:type="paragraph" w:customStyle="1" w:styleId="221E8C2F3D3C4BA485C306AA0F8EB3A2">
    <w:name w:val="221E8C2F3D3C4BA485C306AA0F8EB3A2"/>
    <w:rsid w:val="0023229C"/>
    <w:pPr>
      <w:spacing w:after="0" w:line="240" w:lineRule="auto"/>
    </w:pPr>
    <w:rPr>
      <w:rFonts w:ascii="Arial" w:eastAsia="Times New Roman" w:hAnsi="Arial" w:cs="Times New Roman"/>
      <w:kern w:val="0"/>
      <w:lang w:val="en-US" w:eastAsia="en-US"/>
      <w14:ligatures w14:val="none"/>
    </w:rPr>
  </w:style>
  <w:style w:type="paragraph" w:customStyle="1" w:styleId="8EF4CADA5DDF414D9C14002D291AE27F">
    <w:name w:val="8EF4CADA5DDF414D9C14002D291AE27F"/>
    <w:rsid w:val="0023229C"/>
    <w:pPr>
      <w:spacing w:after="0" w:line="240" w:lineRule="auto"/>
    </w:pPr>
    <w:rPr>
      <w:rFonts w:ascii="Arial" w:eastAsia="Times New Roman" w:hAnsi="Arial" w:cs="Times New Roman"/>
      <w:kern w:val="0"/>
      <w:lang w:val="en-US" w:eastAsia="en-US"/>
      <w14:ligatures w14:val="none"/>
    </w:rPr>
  </w:style>
  <w:style w:type="paragraph" w:customStyle="1" w:styleId="4ADE1B309D464B57B17AFC34E8F0C778">
    <w:name w:val="4ADE1B309D464B57B17AFC34E8F0C778"/>
    <w:rsid w:val="0023229C"/>
    <w:pPr>
      <w:spacing w:after="0" w:line="240" w:lineRule="auto"/>
    </w:pPr>
    <w:rPr>
      <w:rFonts w:ascii="Arial" w:eastAsia="Times New Roman" w:hAnsi="Arial" w:cs="Times New Roman"/>
      <w:kern w:val="0"/>
      <w:lang w:val="en-US" w:eastAsia="en-US"/>
      <w14:ligatures w14:val="none"/>
    </w:rPr>
  </w:style>
  <w:style w:type="paragraph" w:customStyle="1" w:styleId="832714E434A642EFA653DFA5AD7F4FC0">
    <w:name w:val="832714E434A642EFA653DFA5AD7F4FC0"/>
    <w:rsid w:val="0023229C"/>
    <w:pPr>
      <w:spacing w:after="0" w:line="240" w:lineRule="auto"/>
    </w:pPr>
    <w:rPr>
      <w:rFonts w:ascii="Arial" w:eastAsia="Times New Roman" w:hAnsi="Arial" w:cs="Times New Roman"/>
      <w:kern w:val="0"/>
      <w:lang w:val="en-US" w:eastAsia="en-US"/>
      <w14:ligatures w14:val="none"/>
    </w:rPr>
  </w:style>
  <w:style w:type="paragraph" w:customStyle="1" w:styleId="087D6748DE954DA8A2DEF9DBB3DCE66A">
    <w:name w:val="087D6748DE954DA8A2DEF9DBB3DCE66A"/>
    <w:rsid w:val="0023229C"/>
    <w:pPr>
      <w:spacing w:after="0" w:line="240" w:lineRule="auto"/>
    </w:pPr>
    <w:rPr>
      <w:rFonts w:ascii="Arial" w:eastAsia="Times New Roman" w:hAnsi="Arial" w:cs="Times New Roman"/>
      <w:kern w:val="0"/>
      <w:lang w:val="en-US" w:eastAsia="en-US"/>
      <w14:ligatures w14:val="none"/>
    </w:rPr>
  </w:style>
  <w:style w:type="paragraph" w:customStyle="1" w:styleId="B5FB5C21A76A4E91BDBA5CAD91317447">
    <w:name w:val="B5FB5C21A76A4E91BDBA5CAD91317447"/>
    <w:rsid w:val="0023229C"/>
    <w:pPr>
      <w:spacing w:after="0" w:line="240" w:lineRule="auto"/>
    </w:pPr>
    <w:rPr>
      <w:rFonts w:ascii="Arial" w:eastAsia="Times New Roman" w:hAnsi="Arial" w:cs="Times New Roman"/>
      <w:kern w:val="0"/>
      <w:lang w:val="en-US" w:eastAsia="en-US"/>
      <w14:ligatures w14:val="none"/>
    </w:rPr>
  </w:style>
  <w:style w:type="paragraph" w:customStyle="1" w:styleId="E6B6BC94DBA5442784531E87B4FAD32E">
    <w:name w:val="E6B6BC94DBA5442784531E87B4FAD32E"/>
    <w:rsid w:val="0023229C"/>
    <w:pPr>
      <w:spacing w:after="0" w:line="240" w:lineRule="auto"/>
    </w:pPr>
    <w:rPr>
      <w:rFonts w:ascii="Arial" w:eastAsia="Times New Roman" w:hAnsi="Arial" w:cs="Times New Roman"/>
      <w:kern w:val="0"/>
      <w:lang w:val="en-US" w:eastAsia="en-US"/>
      <w14:ligatures w14:val="none"/>
    </w:rPr>
  </w:style>
  <w:style w:type="paragraph" w:customStyle="1" w:styleId="CC7764F4221B4629B02377CBE6D6FF49">
    <w:name w:val="CC7764F4221B4629B02377CBE6D6FF49"/>
    <w:rsid w:val="0023229C"/>
    <w:pPr>
      <w:spacing w:after="0" w:line="240" w:lineRule="auto"/>
    </w:pPr>
    <w:rPr>
      <w:rFonts w:ascii="Arial" w:eastAsia="Times New Roman" w:hAnsi="Arial" w:cs="Times New Roman"/>
      <w:kern w:val="0"/>
      <w:lang w:val="en-US" w:eastAsia="en-US"/>
      <w14:ligatures w14:val="none"/>
    </w:rPr>
  </w:style>
  <w:style w:type="paragraph" w:customStyle="1" w:styleId="3C601FCA199149FD8E994C2AA243272C">
    <w:name w:val="3C601FCA199149FD8E994C2AA243272C"/>
    <w:rsid w:val="0023229C"/>
    <w:pPr>
      <w:spacing w:after="0" w:line="240" w:lineRule="auto"/>
    </w:pPr>
    <w:rPr>
      <w:rFonts w:ascii="Arial" w:eastAsia="Times New Roman" w:hAnsi="Arial" w:cs="Times New Roman"/>
      <w:kern w:val="0"/>
      <w:lang w:val="en-US" w:eastAsia="en-US"/>
      <w14:ligatures w14:val="none"/>
    </w:rPr>
  </w:style>
  <w:style w:type="paragraph" w:customStyle="1" w:styleId="45237AE3E1B246D9853DB4B64F362738">
    <w:name w:val="45237AE3E1B246D9853DB4B64F362738"/>
    <w:rsid w:val="0023229C"/>
    <w:pPr>
      <w:spacing w:after="0" w:line="240" w:lineRule="auto"/>
    </w:pPr>
    <w:rPr>
      <w:rFonts w:ascii="Arial" w:eastAsia="Times New Roman" w:hAnsi="Arial" w:cs="Times New Roman"/>
      <w:kern w:val="0"/>
      <w:lang w:val="en-US" w:eastAsia="en-US"/>
      <w14:ligatures w14:val="none"/>
    </w:rPr>
  </w:style>
  <w:style w:type="paragraph" w:customStyle="1" w:styleId="4FAA11E4C46A48B0A0A89560D2CEAF12">
    <w:name w:val="4FAA11E4C46A48B0A0A89560D2CEAF12"/>
    <w:rsid w:val="0023229C"/>
    <w:pPr>
      <w:spacing w:after="0" w:line="240" w:lineRule="auto"/>
    </w:pPr>
    <w:rPr>
      <w:rFonts w:ascii="Arial" w:eastAsia="Times New Roman" w:hAnsi="Arial" w:cs="Times New Roman"/>
      <w:kern w:val="0"/>
      <w:lang w:val="en-US" w:eastAsia="en-US"/>
      <w14:ligatures w14:val="none"/>
    </w:rPr>
  </w:style>
  <w:style w:type="paragraph" w:customStyle="1" w:styleId="9DF704C40668438098CD0AD98A15BEC3">
    <w:name w:val="9DF704C40668438098CD0AD98A15BEC3"/>
    <w:rsid w:val="0023229C"/>
    <w:pPr>
      <w:spacing w:after="0" w:line="240" w:lineRule="auto"/>
    </w:pPr>
    <w:rPr>
      <w:rFonts w:ascii="Arial" w:eastAsia="Times New Roman" w:hAnsi="Arial" w:cs="Times New Roman"/>
      <w:kern w:val="0"/>
      <w:lang w:val="en-US" w:eastAsia="en-US"/>
      <w14:ligatures w14:val="none"/>
    </w:rPr>
  </w:style>
  <w:style w:type="paragraph" w:customStyle="1" w:styleId="A5B2220DB0F84CAEAE5CD9B60B305EB3">
    <w:name w:val="A5B2220DB0F84CAEAE5CD9B60B305EB3"/>
    <w:rsid w:val="0023229C"/>
    <w:pPr>
      <w:spacing w:after="0" w:line="240" w:lineRule="auto"/>
    </w:pPr>
    <w:rPr>
      <w:rFonts w:ascii="Arial" w:eastAsia="Times New Roman" w:hAnsi="Arial" w:cs="Times New Roman"/>
      <w:kern w:val="0"/>
      <w:lang w:val="en-US" w:eastAsia="en-US"/>
      <w14:ligatures w14:val="none"/>
    </w:rPr>
  </w:style>
  <w:style w:type="paragraph" w:customStyle="1" w:styleId="874043D6C08F47EC972F71F1268990FC">
    <w:name w:val="874043D6C08F47EC972F71F1268990FC"/>
    <w:rsid w:val="0023229C"/>
    <w:pPr>
      <w:spacing w:after="0" w:line="240" w:lineRule="auto"/>
    </w:pPr>
    <w:rPr>
      <w:rFonts w:ascii="Arial" w:eastAsia="Times New Roman" w:hAnsi="Arial" w:cs="Times New Roman"/>
      <w:kern w:val="0"/>
      <w:lang w:val="en-US" w:eastAsia="en-US"/>
      <w14:ligatures w14:val="none"/>
    </w:rPr>
  </w:style>
  <w:style w:type="paragraph" w:customStyle="1" w:styleId="BDE49DA8D4A2469984F4D0CAE2A3E088">
    <w:name w:val="BDE49DA8D4A2469984F4D0CAE2A3E088"/>
    <w:rsid w:val="0023229C"/>
    <w:pPr>
      <w:spacing w:after="0" w:line="240" w:lineRule="auto"/>
    </w:pPr>
    <w:rPr>
      <w:rFonts w:ascii="Arial" w:eastAsia="Times New Roman" w:hAnsi="Arial" w:cs="Times New Roman"/>
      <w:kern w:val="0"/>
      <w:lang w:val="en-US" w:eastAsia="en-US"/>
      <w14:ligatures w14:val="none"/>
    </w:rPr>
  </w:style>
  <w:style w:type="paragraph" w:customStyle="1" w:styleId="DF6505C721B043D5914FC4CDBE665588">
    <w:name w:val="DF6505C721B043D5914FC4CDBE665588"/>
    <w:rsid w:val="0023229C"/>
    <w:pPr>
      <w:spacing w:after="0" w:line="240" w:lineRule="auto"/>
    </w:pPr>
    <w:rPr>
      <w:rFonts w:ascii="Arial" w:eastAsia="Times New Roman" w:hAnsi="Arial" w:cs="Times New Roman"/>
      <w:kern w:val="0"/>
      <w:lang w:val="en-US" w:eastAsia="en-US"/>
      <w14:ligatures w14:val="none"/>
    </w:rPr>
  </w:style>
  <w:style w:type="paragraph" w:customStyle="1" w:styleId="4C758DCA8ADA42A3B7F963A72FE2748F">
    <w:name w:val="4C758DCA8ADA42A3B7F963A72FE2748F"/>
    <w:rsid w:val="0023229C"/>
    <w:pPr>
      <w:spacing w:after="0" w:line="240" w:lineRule="auto"/>
    </w:pPr>
    <w:rPr>
      <w:rFonts w:ascii="Arial" w:eastAsia="Times New Roman" w:hAnsi="Arial" w:cs="Times New Roman"/>
      <w:kern w:val="0"/>
      <w:lang w:val="en-US" w:eastAsia="en-US"/>
      <w14:ligatures w14:val="none"/>
    </w:rPr>
  </w:style>
  <w:style w:type="paragraph" w:customStyle="1" w:styleId="35AAAB03439F4D7180D508FF8F922C15">
    <w:name w:val="35AAAB03439F4D7180D508FF8F922C15"/>
    <w:rsid w:val="0023229C"/>
    <w:pPr>
      <w:spacing w:after="0" w:line="240" w:lineRule="auto"/>
    </w:pPr>
    <w:rPr>
      <w:rFonts w:ascii="Arial" w:eastAsia="Times New Roman" w:hAnsi="Arial" w:cs="Times New Roman"/>
      <w:kern w:val="0"/>
      <w:lang w:val="en-US" w:eastAsia="en-US"/>
      <w14:ligatures w14:val="none"/>
    </w:rPr>
  </w:style>
  <w:style w:type="paragraph" w:customStyle="1" w:styleId="28E71D8BF5454E27A0F11493D82BB1C5">
    <w:name w:val="28E71D8BF5454E27A0F11493D82BB1C5"/>
    <w:rsid w:val="0023229C"/>
    <w:pPr>
      <w:spacing w:after="0" w:line="240" w:lineRule="auto"/>
    </w:pPr>
    <w:rPr>
      <w:rFonts w:ascii="Arial" w:eastAsia="Times New Roman" w:hAnsi="Arial" w:cs="Times New Roman"/>
      <w:kern w:val="0"/>
      <w:lang w:val="en-US" w:eastAsia="en-US"/>
      <w14:ligatures w14:val="none"/>
    </w:rPr>
  </w:style>
  <w:style w:type="paragraph" w:customStyle="1" w:styleId="CBF33A3017274053B0CEBE3F4580CACC">
    <w:name w:val="CBF33A3017274053B0CEBE3F4580CACC"/>
    <w:rsid w:val="0023229C"/>
    <w:pPr>
      <w:spacing w:after="0" w:line="240" w:lineRule="auto"/>
    </w:pPr>
    <w:rPr>
      <w:rFonts w:ascii="Arial" w:eastAsia="Times New Roman" w:hAnsi="Arial" w:cs="Times New Roman"/>
      <w:kern w:val="0"/>
      <w:lang w:val="en-US" w:eastAsia="en-US"/>
      <w14:ligatures w14:val="none"/>
    </w:rPr>
  </w:style>
  <w:style w:type="paragraph" w:customStyle="1" w:styleId="2EEB5894ED3C453BAB1F5CCF6C924A99">
    <w:name w:val="2EEB5894ED3C453BAB1F5CCF6C924A99"/>
    <w:rsid w:val="0023229C"/>
    <w:pPr>
      <w:spacing w:after="0" w:line="240" w:lineRule="auto"/>
    </w:pPr>
    <w:rPr>
      <w:rFonts w:ascii="Arial" w:eastAsia="Times New Roman" w:hAnsi="Arial" w:cs="Times New Roman"/>
      <w:kern w:val="0"/>
      <w:lang w:val="en-US" w:eastAsia="en-US"/>
      <w14:ligatures w14:val="none"/>
    </w:rPr>
  </w:style>
  <w:style w:type="paragraph" w:customStyle="1" w:styleId="06C061EEB62F43C1A927D243E8304136">
    <w:name w:val="06C061EEB62F43C1A927D243E8304136"/>
    <w:rsid w:val="0023229C"/>
    <w:pPr>
      <w:spacing w:after="0" w:line="240" w:lineRule="auto"/>
    </w:pPr>
    <w:rPr>
      <w:rFonts w:ascii="Arial" w:eastAsia="Times New Roman" w:hAnsi="Arial" w:cs="Times New Roman"/>
      <w:kern w:val="0"/>
      <w:lang w:val="en-US" w:eastAsia="en-US"/>
      <w14:ligatures w14:val="none"/>
    </w:rPr>
  </w:style>
  <w:style w:type="paragraph" w:customStyle="1" w:styleId="51B4CA76A0A54C35AAEAF2BB248489B0">
    <w:name w:val="51B4CA76A0A54C35AAEAF2BB248489B0"/>
    <w:rsid w:val="0023229C"/>
    <w:pPr>
      <w:spacing w:after="0" w:line="240" w:lineRule="auto"/>
    </w:pPr>
    <w:rPr>
      <w:rFonts w:ascii="Arial" w:eastAsia="Times New Roman" w:hAnsi="Arial" w:cs="Times New Roman"/>
      <w:kern w:val="0"/>
      <w:lang w:val="en-US" w:eastAsia="en-US"/>
      <w14:ligatures w14:val="none"/>
    </w:rPr>
  </w:style>
  <w:style w:type="paragraph" w:customStyle="1" w:styleId="1391C97F71B94CB1895AE155885CD3EB">
    <w:name w:val="1391C97F71B94CB1895AE155885CD3EB"/>
    <w:rsid w:val="0023229C"/>
    <w:pPr>
      <w:spacing w:after="0" w:line="240" w:lineRule="auto"/>
    </w:pPr>
    <w:rPr>
      <w:rFonts w:ascii="Arial" w:eastAsia="Times New Roman" w:hAnsi="Arial" w:cs="Times New Roman"/>
      <w:kern w:val="0"/>
      <w:lang w:val="en-US" w:eastAsia="en-US"/>
      <w14:ligatures w14:val="none"/>
    </w:rPr>
  </w:style>
  <w:style w:type="paragraph" w:customStyle="1" w:styleId="A2491752C95B48D18E47BDD2B15AB14E">
    <w:name w:val="A2491752C95B48D18E47BDD2B15AB14E"/>
    <w:rsid w:val="0023229C"/>
    <w:pPr>
      <w:spacing w:after="0" w:line="240" w:lineRule="auto"/>
    </w:pPr>
    <w:rPr>
      <w:rFonts w:ascii="Arial" w:eastAsia="Times New Roman" w:hAnsi="Arial" w:cs="Times New Roman"/>
      <w:kern w:val="0"/>
      <w:lang w:val="en-US" w:eastAsia="en-US"/>
      <w14:ligatures w14:val="none"/>
    </w:rPr>
  </w:style>
  <w:style w:type="paragraph" w:customStyle="1" w:styleId="37A6016817C9466C92EA0FEDAE9F2905">
    <w:name w:val="37A6016817C9466C92EA0FEDAE9F2905"/>
    <w:rsid w:val="0023229C"/>
    <w:pPr>
      <w:spacing w:after="0" w:line="240" w:lineRule="auto"/>
    </w:pPr>
    <w:rPr>
      <w:rFonts w:ascii="Arial" w:eastAsia="Times New Roman" w:hAnsi="Arial" w:cs="Times New Roman"/>
      <w:kern w:val="0"/>
      <w:lang w:val="en-US" w:eastAsia="en-US"/>
      <w14:ligatures w14:val="none"/>
    </w:rPr>
  </w:style>
  <w:style w:type="paragraph" w:customStyle="1" w:styleId="CE9373DDAE13420AA4F0CE9B75B1451C">
    <w:name w:val="CE9373DDAE13420AA4F0CE9B75B1451C"/>
    <w:rsid w:val="0023229C"/>
    <w:pPr>
      <w:spacing w:after="0" w:line="240" w:lineRule="auto"/>
    </w:pPr>
    <w:rPr>
      <w:rFonts w:ascii="Arial" w:eastAsia="Times New Roman" w:hAnsi="Arial" w:cs="Times New Roman"/>
      <w:kern w:val="0"/>
      <w:lang w:val="en-US" w:eastAsia="en-US"/>
      <w14:ligatures w14:val="none"/>
    </w:rPr>
  </w:style>
  <w:style w:type="paragraph" w:customStyle="1" w:styleId="144BE7D318254778925B67B554C83A61">
    <w:name w:val="144BE7D318254778925B67B554C83A61"/>
    <w:rsid w:val="0023229C"/>
    <w:pPr>
      <w:spacing w:after="0" w:line="240" w:lineRule="auto"/>
    </w:pPr>
    <w:rPr>
      <w:rFonts w:ascii="Arial" w:eastAsia="Times New Roman" w:hAnsi="Arial" w:cs="Times New Roman"/>
      <w:kern w:val="0"/>
      <w:lang w:val="en-US" w:eastAsia="en-US"/>
      <w14:ligatures w14:val="none"/>
    </w:rPr>
  </w:style>
  <w:style w:type="paragraph" w:customStyle="1" w:styleId="7D0BA6635F2D4707BBE55C2F5FFD5C8C">
    <w:name w:val="7D0BA6635F2D4707BBE55C2F5FFD5C8C"/>
    <w:rsid w:val="0023229C"/>
    <w:pPr>
      <w:spacing w:after="0" w:line="240" w:lineRule="auto"/>
    </w:pPr>
    <w:rPr>
      <w:rFonts w:ascii="Arial" w:eastAsia="Times New Roman" w:hAnsi="Arial" w:cs="Times New Roman"/>
      <w:kern w:val="0"/>
      <w:lang w:val="en-US" w:eastAsia="en-US"/>
      <w14:ligatures w14:val="none"/>
    </w:rPr>
  </w:style>
  <w:style w:type="paragraph" w:customStyle="1" w:styleId="FE688802508744299D9A0312AC43B40B">
    <w:name w:val="FE688802508744299D9A0312AC43B40B"/>
    <w:rsid w:val="0023229C"/>
    <w:pPr>
      <w:spacing w:after="0" w:line="240" w:lineRule="auto"/>
    </w:pPr>
    <w:rPr>
      <w:rFonts w:ascii="Arial" w:eastAsia="Times New Roman" w:hAnsi="Arial" w:cs="Times New Roman"/>
      <w:kern w:val="0"/>
      <w:lang w:val="en-US" w:eastAsia="en-US"/>
      <w14:ligatures w14:val="none"/>
    </w:rPr>
  </w:style>
  <w:style w:type="paragraph" w:customStyle="1" w:styleId="A5E682F0FEEB46759DC99835D8736A1C">
    <w:name w:val="A5E682F0FEEB46759DC99835D8736A1C"/>
    <w:rsid w:val="0023229C"/>
    <w:pPr>
      <w:spacing w:after="0" w:line="240" w:lineRule="auto"/>
    </w:pPr>
    <w:rPr>
      <w:rFonts w:ascii="Arial" w:eastAsia="Times New Roman" w:hAnsi="Arial" w:cs="Times New Roman"/>
      <w:kern w:val="0"/>
      <w:lang w:val="en-US" w:eastAsia="en-US"/>
      <w14:ligatures w14:val="none"/>
    </w:rPr>
  </w:style>
  <w:style w:type="paragraph" w:customStyle="1" w:styleId="F034ADA7CC3C45B7A3D6833BCD807BDB">
    <w:name w:val="F034ADA7CC3C45B7A3D6833BCD807BDB"/>
    <w:rsid w:val="0023229C"/>
    <w:pPr>
      <w:spacing w:after="0" w:line="240" w:lineRule="auto"/>
    </w:pPr>
    <w:rPr>
      <w:rFonts w:ascii="Arial" w:eastAsia="Times New Roman" w:hAnsi="Arial" w:cs="Times New Roman"/>
      <w:kern w:val="0"/>
      <w:lang w:val="en-US" w:eastAsia="en-US"/>
      <w14:ligatures w14:val="none"/>
    </w:rPr>
  </w:style>
  <w:style w:type="paragraph" w:customStyle="1" w:styleId="39E71BF65B1A4629BF5C4E7B61D42F5D">
    <w:name w:val="39E71BF65B1A4629BF5C4E7B61D42F5D"/>
    <w:rsid w:val="0023229C"/>
    <w:pPr>
      <w:spacing w:after="0" w:line="240" w:lineRule="auto"/>
    </w:pPr>
    <w:rPr>
      <w:rFonts w:ascii="Arial" w:eastAsia="Times New Roman" w:hAnsi="Arial" w:cs="Times New Roman"/>
      <w:kern w:val="0"/>
      <w:lang w:val="en-US" w:eastAsia="en-US"/>
      <w14:ligatures w14:val="none"/>
    </w:rPr>
  </w:style>
  <w:style w:type="paragraph" w:customStyle="1" w:styleId="0DDA3C2D8FDD4824849CD343D36F88B2">
    <w:name w:val="0DDA3C2D8FDD4824849CD343D36F88B2"/>
    <w:rsid w:val="0023229C"/>
    <w:pPr>
      <w:spacing w:after="0" w:line="240" w:lineRule="auto"/>
    </w:pPr>
    <w:rPr>
      <w:rFonts w:ascii="Arial" w:eastAsia="Times New Roman" w:hAnsi="Arial" w:cs="Times New Roman"/>
      <w:kern w:val="0"/>
      <w:lang w:val="en-US" w:eastAsia="en-US"/>
      <w14:ligatures w14:val="none"/>
    </w:rPr>
  </w:style>
  <w:style w:type="paragraph" w:customStyle="1" w:styleId="73DF443BED6E4908A6D41D39C32B6947">
    <w:name w:val="73DF443BED6E4908A6D41D39C32B6947"/>
    <w:rsid w:val="0023229C"/>
    <w:pPr>
      <w:spacing w:after="0" w:line="240" w:lineRule="auto"/>
    </w:pPr>
    <w:rPr>
      <w:rFonts w:ascii="Arial" w:eastAsia="Times New Roman" w:hAnsi="Arial" w:cs="Times New Roman"/>
      <w:kern w:val="0"/>
      <w:lang w:val="en-US" w:eastAsia="en-US"/>
      <w14:ligatures w14:val="none"/>
    </w:rPr>
  </w:style>
  <w:style w:type="paragraph" w:customStyle="1" w:styleId="C9806B91500040B58CD63DE50135E399">
    <w:name w:val="C9806B91500040B58CD63DE50135E399"/>
    <w:rsid w:val="0023229C"/>
    <w:pPr>
      <w:spacing w:after="0" w:line="240" w:lineRule="auto"/>
    </w:pPr>
    <w:rPr>
      <w:rFonts w:ascii="Arial" w:eastAsia="Times New Roman" w:hAnsi="Arial" w:cs="Times New Roman"/>
      <w:kern w:val="0"/>
      <w:lang w:val="en-US" w:eastAsia="en-US"/>
      <w14:ligatures w14:val="none"/>
    </w:rPr>
  </w:style>
  <w:style w:type="paragraph" w:customStyle="1" w:styleId="E6957177A1A44B74BC1F5007A54C9557">
    <w:name w:val="E6957177A1A44B74BC1F5007A54C9557"/>
    <w:rsid w:val="0023229C"/>
    <w:pPr>
      <w:spacing w:after="0" w:line="240" w:lineRule="auto"/>
    </w:pPr>
    <w:rPr>
      <w:rFonts w:ascii="Arial" w:eastAsia="Times New Roman" w:hAnsi="Arial" w:cs="Times New Roman"/>
      <w:kern w:val="0"/>
      <w:lang w:val="en-US" w:eastAsia="en-US"/>
      <w14:ligatures w14:val="none"/>
    </w:rPr>
  </w:style>
  <w:style w:type="paragraph" w:customStyle="1" w:styleId="7EE6D6FC69514565B303C41D4CB60735">
    <w:name w:val="7EE6D6FC69514565B303C41D4CB60735"/>
    <w:rsid w:val="0023229C"/>
    <w:pPr>
      <w:spacing w:after="0" w:line="240" w:lineRule="auto"/>
    </w:pPr>
    <w:rPr>
      <w:rFonts w:ascii="Arial" w:eastAsia="Times New Roman" w:hAnsi="Arial" w:cs="Times New Roman"/>
      <w:kern w:val="0"/>
      <w:lang w:val="en-US" w:eastAsia="en-US"/>
      <w14:ligatures w14:val="none"/>
    </w:rPr>
  </w:style>
  <w:style w:type="paragraph" w:customStyle="1" w:styleId="0EC30B2168CD45E88DF8A4537C5153C6">
    <w:name w:val="0EC30B2168CD45E88DF8A4537C5153C6"/>
    <w:rsid w:val="0023229C"/>
    <w:pPr>
      <w:spacing w:after="0" w:line="240" w:lineRule="auto"/>
    </w:pPr>
    <w:rPr>
      <w:rFonts w:ascii="Arial" w:eastAsia="Times New Roman" w:hAnsi="Arial" w:cs="Times New Roman"/>
      <w:kern w:val="0"/>
      <w:lang w:val="en-US" w:eastAsia="en-US"/>
      <w14:ligatures w14:val="none"/>
    </w:rPr>
  </w:style>
  <w:style w:type="paragraph" w:customStyle="1" w:styleId="4A7A204732D74FB1A2DD356B14418FDE">
    <w:name w:val="4A7A204732D74FB1A2DD356B14418FDE"/>
    <w:rsid w:val="0023229C"/>
    <w:pPr>
      <w:spacing w:after="0" w:line="240" w:lineRule="auto"/>
    </w:pPr>
    <w:rPr>
      <w:rFonts w:ascii="Arial" w:eastAsia="Times New Roman" w:hAnsi="Arial" w:cs="Times New Roman"/>
      <w:kern w:val="0"/>
      <w:lang w:val="en-US" w:eastAsia="en-US"/>
      <w14:ligatures w14:val="none"/>
    </w:rPr>
  </w:style>
  <w:style w:type="paragraph" w:customStyle="1" w:styleId="1830D60EB1E646788370D15C1F721DC4">
    <w:name w:val="1830D60EB1E646788370D15C1F721DC4"/>
    <w:rsid w:val="0023229C"/>
    <w:pPr>
      <w:spacing w:after="0" w:line="240" w:lineRule="auto"/>
    </w:pPr>
    <w:rPr>
      <w:rFonts w:ascii="Arial" w:eastAsia="Times New Roman" w:hAnsi="Arial" w:cs="Times New Roman"/>
      <w:kern w:val="0"/>
      <w:lang w:val="en-US" w:eastAsia="en-US"/>
      <w14:ligatures w14:val="none"/>
    </w:rPr>
  </w:style>
  <w:style w:type="paragraph" w:customStyle="1" w:styleId="4446369E9A6644B7A0CD6491E41DEE85">
    <w:name w:val="4446369E9A6644B7A0CD6491E41DEE85"/>
    <w:rsid w:val="0023229C"/>
    <w:pPr>
      <w:spacing w:after="0" w:line="240" w:lineRule="auto"/>
    </w:pPr>
    <w:rPr>
      <w:rFonts w:ascii="Arial" w:eastAsia="Times New Roman" w:hAnsi="Arial" w:cs="Times New Roman"/>
      <w:kern w:val="0"/>
      <w:lang w:val="en-US" w:eastAsia="en-US"/>
      <w14:ligatures w14:val="none"/>
    </w:rPr>
  </w:style>
  <w:style w:type="paragraph" w:customStyle="1" w:styleId="17B8BA42DE82495080BF095571560806">
    <w:name w:val="17B8BA42DE82495080BF095571560806"/>
    <w:rsid w:val="0023229C"/>
    <w:pPr>
      <w:spacing w:after="0" w:line="240" w:lineRule="auto"/>
    </w:pPr>
    <w:rPr>
      <w:rFonts w:ascii="Arial" w:eastAsia="Times New Roman" w:hAnsi="Arial" w:cs="Times New Roman"/>
      <w:kern w:val="0"/>
      <w:lang w:val="en-US" w:eastAsia="en-US"/>
      <w14:ligatures w14:val="none"/>
    </w:rPr>
  </w:style>
  <w:style w:type="paragraph" w:customStyle="1" w:styleId="42D723E08FCA440DA2EEE4B00C9A2CF4">
    <w:name w:val="42D723E08FCA440DA2EEE4B00C9A2CF4"/>
    <w:rsid w:val="0023229C"/>
    <w:pPr>
      <w:spacing w:after="0" w:line="240" w:lineRule="auto"/>
    </w:pPr>
    <w:rPr>
      <w:rFonts w:ascii="Arial" w:eastAsia="Times New Roman" w:hAnsi="Arial" w:cs="Times New Roman"/>
      <w:kern w:val="0"/>
      <w:lang w:val="en-US" w:eastAsia="en-US"/>
      <w14:ligatures w14:val="none"/>
    </w:rPr>
  </w:style>
  <w:style w:type="paragraph" w:customStyle="1" w:styleId="02FA359620D74CB2A87ABD20D81B15D5">
    <w:name w:val="02FA359620D74CB2A87ABD20D81B15D5"/>
    <w:rsid w:val="0023229C"/>
    <w:pPr>
      <w:spacing w:after="0" w:line="240" w:lineRule="auto"/>
    </w:pPr>
    <w:rPr>
      <w:rFonts w:ascii="Arial" w:eastAsia="Times New Roman" w:hAnsi="Arial" w:cs="Times New Roman"/>
      <w:kern w:val="0"/>
      <w:lang w:val="en-US" w:eastAsia="en-US"/>
      <w14:ligatures w14:val="none"/>
    </w:rPr>
  </w:style>
  <w:style w:type="paragraph" w:customStyle="1" w:styleId="F1B314A4C3064DB0B43FBEB2992D11AE">
    <w:name w:val="F1B314A4C3064DB0B43FBEB2992D11AE"/>
    <w:rsid w:val="0023229C"/>
    <w:pPr>
      <w:spacing w:after="0" w:line="240" w:lineRule="auto"/>
    </w:pPr>
    <w:rPr>
      <w:rFonts w:ascii="Arial" w:eastAsia="Times New Roman" w:hAnsi="Arial" w:cs="Times New Roman"/>
      <w:kern w:val="0"/>
      <w:lang w:val="en-US" w:eastAsia="en-US"/>
      <w14:ligatures w14:val="none"/>
    </w:rPr>
  </w:style>
  <w:style w:type="paragraph" w:customStyle="1" w:styleId="63CA597D0391413DA3DDCF4E5263CBC2">
    <w:name w:val="63CA597D0391413DA3DDCF4E5263CBC2"/>
    <w:rsid w:val="0023229C"/>
    <w:pPr>
      <w:spacing w:after="0" w:line="240" w:lineRule="auto"/>
    </w:pPr>
    <w:rPr>
      <w:rFonts w:ascii="Arial" w:eastAsia="Times New Roman" w:hAnsi="Arial" w:cs="Times New Roman"/>
      <w:kern w:val="0"/>
      <w:lang w:val="en-US" w:eastAsia="en-US"/>
      <w14:ligatures w14:val="none"/>
    </w:rPr>
  </w:style>
  <w:style w:type="paragraph" w:customStyle="1" w:styleId="633433E8EDBE45F9A0B223C56026F342">
    <w:name w:val="633433E8EDBE45F9A0B223C56026F342"/>
    <w:rsid w:val="0023229C"/>
    <w:pPr>
      <w:spacing w:after="0" w:line="240" w:lineRule="auto"/>
    </w:pPr>
    <w:rPr>
      <w:rFonts w:ascii="Arial" w:eastAsia="Times New Roman" w:hAnsi="Arial" w:cs="Times New Roman"/>
      <w:kern w:val="0"/>
      <w:lang w:val="en-US" w:eastAsia="en-US"/>
      <w14:ligatures w14:val="none"/>
    </w:rPr>
  </w:style>
  <w:style w:type="paragraph" w:customStyle="1" w:styleId="CC6A15416F1D47708CCDC6309F5A1985">
    <w:name w:val="CC6A15416F1D47708CCDC6309F5A1985"/>
    <w:rsid w:val="0023229C"/>
    <w:pPr>
      <w:spacing w:after="0" w:line="240" w:lineRule="auto"/>
    </w:pPr>
    <w:rPr>
      <w:rFonts w:ascii="Arial" w:eastAsia="Times New Roman" w:hAnsi="Arial" w:cs="Times New Roman"/>
      <w:kern w:val="0"/>
      <w:lang w:val="en-US" w:eastAsia="en-US"/>
      <w14:ligatures w14:val="none"/>
    </w:rPr>
  </w:style>
  <w:style w:type="paragraph" w:customStyle="1" w:styleId="B0A1B8C5C44D4CD4ACA3DF1693BA4800">
    <w:name w:val="B0A1B8C5C44D4CD4ACA3DF1693BA4800"/>
    <w:rsid w:val="0023229C"/>
    <w:pPr>
      <w:spacing w:after="0" w:line="240" w:lineRule="auto"/>
    </w:pPr>
    <w:rPr>
      <w:rFonts w:ascii="Arial" w:eastAsia="Times New Roman" w:hAnsi="Arial" w:cs="Times New Roman"/>
      <w:kern w:val="0"/>
      <w:lang w:val="en-US" w:eastAsia="en-US"/>
      <w14:ligatures w14:val="none"/>
    </w:rPr>
  </w:style>
  <w:style w:type="paragraph" w:customStyle="1" w:styleId="B6F12B90A1EA46E791960A4A4DFD3C5E">
    <w:name w:val="B6F12B90A1EA46E791960A4A4DFD3C5E"/>
    <w:rsid w:val="0023229C"/>
    <w:pPr>
      <w:spacing w:after="0" w:line="240" w:lineRule="auto"/>
    </w:pPr>
    <w:rPr>
      <w:rFonts w:ascii="Arial" w:eastAsia="Times New Roman" w:hAnsi="Arial" w:cs="Times New Roman"/>
      <w:kern w:val="0"/>
      <w:lang w:val="en-US" w:eastAsia="en-US"/>
      <w14:ligatures w14:val="none"/>
    </w:rPr>
  </w:style>
  <w:style w:type="paragraph" w:customStyle="1" w:styleId="B082A0F10E3E48BFB044822FFE7D8571">
    <w:name w:val="B082A0F10E3E48BFB044822FFE7D8571"/>
    <w:rsid w:val="0023229C"/>
    <w:pPr>
      <w:spacing w:after="0" w:line="240" w:lineRule="auto"/>
    </w:pPr>
    <w:rPr>
      <w:rFonts w:ascii="Arial" w:eastAsia="Times New Roman" w:hAnsi="Arial" w:cs="Times New Roman"/>
      <w:kern w:val="0"/>
      <w:lang w:val="en-US" w:eastAsia="en-US"/>
      <w14:ligatures w14:val="none"/>
    </w:rPr>
  </w:style>
  <w:style w:type="paragraph" w:customStyle="1" w:styleId="698DD9BE15704E1AAAAA2370C697E5BB">
    <w:name w:val="698DD9BE15704E1AAAAA2370C697E5BB"/>
    <w:rsid w:val="0023229C"/>
    <w:pPr>
      <w:spacing w:after="0" w:line="240" w:lineRule="auto"/>
    </w:pPr>
    <w:rPr>
      <w:rFonts w:ascii="Arial" w:eastAsia="Times New Roman" w:hAnsi="Arial" w:cs="Times New Roman"/>
      <w:kern w:val="0"/>
      <w:lang w:val="en-US" w:eastAsia="en-US"/>
      <w14:ligatures w14:val="none"/>
    </w:rPr>
  </w:style>
  <w:style w:type="paragraph" w:customStyle="1" w:styleId="BBF098C3F4584B4295D5B6D8C7E97174">
    <w:name w:val="BBF098C3F4584B4295D5B6D8C7E97174"/>
    <w:rsid w:val="0023229C"/>
    <w:pPr>
      <w:spacing w:after="0" w:line="240" w:lineRule="auto"/>
    </w:pPr>
    <w:rPr>
      <w:rFonts w:ascii="Arial" w:eastAsia="Times New Roman" w:hAnsi="Arial" w:cs="Times New Roman"/>
      <w:kern w:val="0"/>
      <w:lang w:val="en-US" w:eastAsia="en-US"/>
      <w14:ligatures w14:val="none"/>
    </w:rPr>
  </w:style>
  <w:style w:type="paragraph" w:customStyle="1" w:styleId="426ED5EF89DC4D91871DEAD58696BC8E">
    <w:name w:val="426ED5EF89DC4D91871DEAD58696BC8E"/>
    <w:rsid w:val="0023229C"/>
    <w:pPr>
      <w:spacing w:after="0" w:line="240" w:lineRule="auto"/>
    </w:pPr>
    <w:rPr>
      <w:rFonts w:ascii="Arial" w:eastAsia="Times New Roman" w:hAnsi="Arial" w:cs="Times New Roman"/>
      <w:kern w:val="0"/>
      <w:lang w:val="en-US" w:eastAsia="en-US"/>
      <w14:ligatures w14:val="none"/>
    </w:rPr>
  </w:style>
  <w:style w:type="paragraph" w:customStyle="1" w:styleId="D3CF6653D24E4ECE8E2FAA4C2653FB63">
    <w:name w:val="D3CF6653D24E4ECE8E2FAA4C2653FB63"/>
    <w:rsid w:val="0023229C"/>
    <w:pPr>
      <w:spacing w:after="0" w:line="240" w:lineRule="auto"/>
    </w:pPr>
    <w:rPr>
      <w:rFonts w:ascii="Arial" w:eastAsia="Times New Roman" w:hAnsi="Arial" w:cs="Times New Roman"/>
      <w:kern w:val="0"/>
      <w:lang w:val="en-US" w:eastAsia="en-US"/>
      <w14:ligatures w14:val="none"/>
    </w:rPr>
  </w:style>
  <w:style w:type="paragraph" w:customStyle="1" w:styleId="CD1A1B61DC014B22A0B67AD719C563B9">
    <w:name w:val="CD1A1B61DC014B22A0B67AD719C563B9"/>
    <w:rsid w:val="0023229C"/>
    <w:pPr>
      <w:spacing w:after="0" w:line="240" w:lineRule="auto"/>
    </w:pPr>
    <w:rPr>
      <w:rFonts w:ascii="Arial" w:eastAsia="Times New Roman" w:hAnsi="Arial" w:cs="Times New Roman"/>
      <w:kern w:val="0"/>
      <w:lang w:val="en-US" w:eastAsia="en-US"/>
      <w14:ligatures w14:val="none"/>
    </w:rPr>
  </w:style>
  <w:style w:type="paragraph" w:customStyle="1" w:styleId="EA762D7A3CBF4664AE73AF62E8B85F22">
    <w:name w:val="EA762D7A3CBF4664AE73AF62E8B85F22"/>
    <w:rsid w:val="0023229C"/>
    <w:pPr>
      <w:spacing w:after="0" w:line="240" w:lineRule="auto"/>
    </w:pPr>
    <w:rPr>
      <w:rFonts w:ascii="Arial" w:eastAsia="Times New Roman" w:hAnsi="Arial" w:cs="Times New Roman"/>
      <w:kern w:val="0"/>
      <w:lang w:val="en-US" w:eastAsia="en-US"/>
      <w14:ligatures w14:val="none"/>
    </w:rPr>
  </w:style>
  <w:style w:type="paragraph" w:customStyle="1" w:styleId="4F40F57F8EE74E9F9C89E5CB714CAEC8">
    <w:name w:val="4F40F57F8EE74E9F9C89E5CB714CAEC8"/>
    <w:rsid w:val="0023229C"/>
    <w:pPr>
      <w:spacing w:after="0" w:line="240" w:lineRule="auto"/>
    </w:pPr>
    <w:rPr>
      <w:rFonts w:ascii="Arial" w:eastAsia="Times New Roman" w:hAnsi="Arial" w:cs="Times New Roman"/>
      <w:kern w:val="0"/>
      <w:lang w:val="en-US" w:eastAsia="en-US"/>
      <w14:ligatures w14:val="none"/>
    </w:rPr>
  </w:style>
  <w:style w:type="paragraph" w:customStyle="1" w:styleId="95166E5E6E394091B327C7C0DC7D0480">
    <w:name w:val="95166E5E6E394091B327C7C0DC7D0480"/>
    <w:rsid w:val="0023229C"/>
    <w:pPr>
      <w:spacing w:after="0" w:line="240" w:lineRule="auto"/>
    </w:pPr>
    <w:rPr>
      <w:rFonts w:ascii="Arial" w:eastAsia="Times New Roman" w:hAnsi="Arial" w:cs="Times New Roman"/>
      <w:kern w:val="0"/>
      <w:lang w:val="en-US" w:eastAsia="en-US"/>
      <w14:ligatures w14:val="none"/>
    </w:rPr>
  </w:style>
  <w:style w:type="paragraph" w:customStyle="1" w:styleId="8E6F76E40D244306AEA778FD627EBE1C">
    <w:name w:val="8E6F76E40D244306AEA778FD627EBE1C"/>
    <w:rsid w:val="0023229C"/>
    <w:pPr>
      <w:spacing w:after="0" w:line="240" w:lineRule="auto"/>
    </w:pPr>
    <w:rPr>
      <w:rFonts w:ascii="Arial" w:eastAsia="Times New Roman" w:hAnsi="Arial" w:cs="Times New Roman"/>
      <w:kern w:val="0"/>
      <w:lang w:val="en-US" w:eastAsia="en-US"/>
      <w14:ligatures w14:val="none"/>
    </w:rPr>
  </w:style>
  <w:style w:type="paragraph" w:customStyle="1" w:styleId="B43A14FCDACC4AF28ED524C22F488171">
    <w:name w:val="B43A14FCDACC4AF28ED524C22F488171"/>
    <w:rsid w:val="0023229C"/>
    <w:pPr>
      <w:spacing w:after="0" w:line="240" w:lineRule="auto"/>
    </w:pPr>
    <w:rPr>
      <w:rFonts w:ascii="Arial" w:eastAsia="Times New Roman" w:hAnsi="Arial" w:cs="Times New Roman"/>
      <w:kern w:val="0"/>
      <w:lang w:val="en-US" w:eastAsia="en-US"/>
      <w14:ligatures w14:val="none"/>
    </w:rPr>
  </w:style>
  <w:style w:type="paragraph" w:customStyle="1" w:styleId="3A235B4744DE40F4A07EC88F8D5D8F9F">
    <w:name w:val="3A235B4744DE40F4A07EC88F8D5D8F9F"/>
    <w:rsid w:val="0023229C"/>
    <w:pPr>
      <w:spacing w:after="0" w:line="240" w:lineRule="auto"/>
    </w:pPr>
    <w:rPr>
      <w:rFonts w:ascii="Arial" w:eastAsia="Times New Roman" w:hAnsi="Arial" w:cs="Times New Roman"/>
      <w:kern w:val="0"/>
      <w:lang w:val="en-US" w:eastAsia="en-US"/>
      <w14:ligatures w14:val="none"/>
    </w:rPr>
  </w:style>
  <w:style w:type="paragraph" w:customStyle="1" w:styleId="B9EC5C1C80804548B12C447A1DCC8836">
    <w:name w:val="B9EC5C1C80804548B12C447A1DCC8836"/>
    <w:rsid w:val="0023229C"/>
    <w:pPr>
      <w:spacing w:after="0" w:line="240" w:lineRule="auto"/>
    </w:pPr>
    <w:rPr>
      <w:rFonts w:ascii="Arial" w:eastAsia="Times New Roman" w:hAnsi="Arial" w:cs="Times New Roman"/>
      <w:kern w:val="0"/>
      <w:lang w:val="en-US" w:eastAsia="en-US"/>
      <w14:ligatures w14:val="none"/>
    </w:rPr>
  </w:style>
  <w:style w:type="paragraph" w:customStyle="1" w:styleId="7BB46E0E2F634FDDACACB573D5D9BA16">
    <w:name w:val="7BB46E0E2F634FDDACACB573D5D9BA16"/>
    <w:rsid w:val="0023229C"/>
    <w:pPr>
      <w:spacing w:after="0" w:line="240" w:lineRule="auto"/>
    </w:pPr>
    <w:rPr>
      <w:rFonts w:ascii="Arial" w:eastAsia="Times New Roman" w:hAnsi="Arial" w:cs="Times New Roman"/>
      <w:kern w:val="0"/>
      <w:lang w:val="en-US" w:eastAsia="en-US"/>
      <w14:ligatures w14:val="none"/>
    </w:rPr>
  </w:style>
  <w:style w:type="paragraph" w:customStyle="1" w:styleId="09CA65C3CF8D49D6B4DED07B8CEF80C7">
    <w:name w:val="09CA65C3CF8D49D6B4DED07B8CEF80C7"/>
    <w:rsid w:val="0023229C"/>
    <w:pPr>
      <w:spacing w:after="0" w:line="240" w:lineRule="auto"/>
    </w:pPr>
    <w:rPr>
      <w:rFonts w:ascii="Arial" w:eastAsia="Times New Roman" w:hAnsi="Arial" w:cs="Times New Roman"/>
      <w:kern w:val="0"/>
      <w:lang w:val="en-US" w:eastAsia="en-US"/>
      <w14:ligatures w14:val="none"/>
    </w:rPr>
  </w:style>
  <w:style w:type="paragraph" w:customStyle="1" w:styleId="B645586996A04263B2E5B7222C098479">
    <w:name w:val="B645586996A04263B2E5B7222C098479"/>
    <w:rsid w:val="0023229C"/>
    <w:pPr>
      <w:spacing w:after="0" w:line="240" w:lineRule="auto"/>
    </w:pPr>
    <w:rPr>
      <w:rFonts w:ascii="Arial" w:eastAsia="Times New Roman" w:hAnsi="Arial" w:cs="Times New Roman"/>
      <w:kern w:val="0"/>
      <w:lang w:val="en-US" w:eastAsia="en-US"/>
      <w14:ligatures w14:val="none"/>
    </w:rPr>
  </w:style>
  <w:style w:type="paragraph" w:customStyle="1" w:styleId="9BF5E08C8FCF47E88CC8060B6AA64771">
    <w:name w:val="9BF5E08C8FCF47E88CC8060B6AA64771"/>
    <w:rsid w:val="0023229C"/>
    <w:pPr>
      <w:spacing w:after="0" w:line="240" w:lineRule="auto"/>
    </w:pPr>
    <w:rPr>
      <w:rFonts w:ascii="Arial" w:eastAsia="Times New Roman" w:hAnsi="Arial" w:cs="Times New Roman"/>
      <w:kern w:val="0"/>
      <w:lang w:val="en-US" w:eastAsia="en-US"/>
      <w14:ligatures w14:val="none"/>
    </w:rPr>
  </w:style>
  <w:style w:type="paragraph" w:customStyle="1" w:styleId="06A433464A104793B72EDDF893BD87E9">
    <w:name w:val="06A433464A104793B72EDDF893BD87E9"/>
    <w:rsid w:val="0023229C"/>
    <w:pPr>
      <w:spacing w:after="0" w:line="240" w:lineRule="auto"/>
    </w:pPr>
    <w:rPr>
      <w:rFonts w:ascii="Arial" w:eastAsia="Times New Roman" w:hAnsi="Arial" w:cs="Times New Roman"/>
      <w:kern w:val="0"/>
      <w:lang w:val="en-US" w:eastAsia="en-US"/>
      <w14:ligatures w14:val="none"/>
    </w:rPr>
  </w:style>
  <w:style w:type="paragraph" w:customStyle="1" w:styleId="DC00FE69E033410C8CF8D77534927421">
    <w:name w:val="DC00FE69E033410C8CF8D77534927421"/>
    <w:rsid w:val="0023229C"/>
    <w:pPr>
      <w:spacing w:after="0" w:line="240" w:lineRule="auto"/>
    </w:pPr>
    <w:rPr>
      <w:rFonts w:ascii="Arial" w:eastAsia="Times New Roman" w:hAnsi="Arial" w:cs="Times New Roman"/>
      <w:kern w:val="0"/>
      <w:lang w:val="en-US" w:eastAsia="en-US"/>
      <w14:ligatures w14:val="none"/>
    </w:rPr>
  </w:style>
  <w:style w:type="paragraph" w:customStyle="1" w:styleId="350F46C678E042C6AFD1F4244F13AF66">
    <w:name w:val="350F46C678E042C6AFD1F4244F13AF66"/>
    <w:rsid w:val="0023229C"/>
    <w:pPr>
      <w:spacing w:after="0" w:line="240" w:lineRule="auto"/>
    </w:pPr>
    <w:rPr>
      <w:rFonts w:ascii="Arial" w:eastAsia="Times New Roman" w:hAnsi="Arial" w:cs="Times New Roman"/>
      <w:kern w:val="0"/>
      <w:lang w:val="en-US" w:eastAsia="en-US"/>
      <w14:ligatures w14:val="none"/>
    </w:rPr>
  </w:style>
  <w:style w:type="paragraph" w:customStyle="1" w:styleId="E8A925E95DEA44BAA254709178F3C78C">
    <w:name w:val="E8A925E95DEA44BAA254709178F3C78C"/>
    <w:rsid w:val="0023229C"/>
    <w:pPr>
      <w:spacing w:after="0" w:line="240" w:lineRule="auto"/>
    </w:pPr>
    <w:rPr>
      <w:rFonts w:ascii="Arial" w:eastAsia="Times New Roman" w:hAnsi="Arial" w:cs="Times New Roman"/>
      <w:kern w:val="0"/>
      <w:lang w:val="en-US" w:eastAsia="en-US"/>
      <w14:ligatures w14:val="none"/>
    </w:rPr>
  </w:style>
  <w:style w:type="paragraph" w:customStyle="1" w:styleId="7C3C853DF37B4EA3AED1AA40F6E8E78F">
    <w:name w:val="7C3C853DF37B4EA3AED1AA40F6E8E78F"/>
    <w:rsid w:val="0023229C"/>
    <w:pPr>
      <w:spacing w:after="0" w:line="240" w:lineRule="auto"/>
    </w:pPr>
    <w:rPr>
      <w:rFonts w:ascii="Arial" w:eastAsia="Times New Roman" w:hAnsi="Arial" w:cs="Times New Roman"/>
      <w:kern w:val="0"/>
      <w:lang w:val="en-US" w:eastAsia="en-US"/>
      <w14:ligatures w14:val="none"/>
    </w:rPr>
  </w:style>
  <w:style w:type="paragraph" w:customStyle="1" w:styleId="7349B80762314E608D2A3A34C4FC3AE2">
    <w:name w:val="7349B80762314E608D2A3A34C4FC3AE2"/>
    <w:rsid w:val="0023229C"/>
    <w:pPr>
      <w:spacing w:after="0" w:line="240" w:lineRule="auto"/>
    </w:pPr>
    <w:rPr>
      <w:rFonts w:ascii="Arial" w:eastAsia="Times New Roman" w:hAnsi="Arial" w:cs="Times New Roman"/>
      <w:kern w:val="0"/>
      <w:lang w:val="en-US" w:eastAsia="en-US"/>
      <w14:ligatures w14:val="none"/>
    </w:rPr>
  </w:style>
  <w:style w:type="paragraph" w:customStyle="1" w:styleId="CD57D11A09A24B5990DF73609214145F">
    <w:name w:val="CD57D11A09A24B5990DF73609214145F"/>
    <w:rsid w:val="0023229C"/>
    <w:pPr>
      <w:spacing w:after="0" w:line="240" w:lineRule="auto"/>
    </w:pPr>
    <w:rPr>
      <w:rFonts w:ascii="Arial" w:eastAsia="Times New Roman" w:hAnsi="Arial" w:cs="Times New Roman"/>
      <w:kern w:val="0"/>
      <w:lang w:val="en-US" w:eastAsia="en-US"/>
      <w14:ligatures w14:val="none"/>
    </w:rPr>
  </w:style>
  <w:style w:type="paragraph" w:customStyle="1" w:styleId="06ECC7CC5A994FCF93BC67F960077160">
    <w:name w:val="06ECC7CC5A994FCF93BC67F960077160"/>
    <w:rsid w:val="0023229C"/>
    <w:pPr>
      <w:spacing w:after="0" w:line="240" w:lineRule="auto"/>
    </w:pPr>
    <w:rPr>
      <w:rFonts w:ascii="Arial" w:eastAsia="Times New Roman" w:hAnsi="Arial" w:cs="Times New Roman"/>
      <w:kern w:val="0"/>
      <w:lang w:val="en-US" w:eastAsia="en-US"/>
      <w14:ligatures w14:val="none"/>
    </w:rPr>
  </w:style>
  <w:style w:type="paragraph" w:customStyle="1" w:styleId="A32FFAC5154E4F488A3DCD50FE6C751E">
    <w:name w:val="A32FFAC5154E4F488A3DCD50FE6C751E"/>
    <w:rsid w:val="0023229C"/>
    <w:pPr>
      <w:spacing w:after="0" w:line="240" w:lineRule="auto"/>
    </w:pPr>
    <w:rPr>
      <w:rFonts w:ascii="Arial" w:eastAsia="Times New Roman" w:hAnsi="Arial" w:cs="Times New Roman"/>
      <w:kern w:val="0"/>
      <w:lang w:val="en-US" w:eastAsia="en-US"/>
      <w14:ligatures w14:val="none"/>
    </w:rPr>
  </w:style>
  <w:style w:type="paragraph" w:customStyle="1" w:styleId="5BC1B876BC1A42289401FB727731A38C">
    <w:name w:val="5BC1B876BC1A42289401FB727731A38C"/>
    <w:rsid w:val="0023229C"/>
    <w:pPr>
      <w:spacing w:after="0" w:line="240" w:lineRule="auto"/>
    </w:pPr>
    <w:rPr>
      <w:rFonts w:ascii="Arial" w:eastAsia="Times New Roman" w:hAnsi="Arial" w:cs="Times New Roman"/>
      <w:kern w:val="0"/>
      <w:lang w:val="en-US" w:eastAsia="en-US"/>
      <w14:ligatures w14:val="none"/>
    </w:rPr>
  </w:style>
  <w:style w:type="paragraph" w:customStyle="1" w:styleId="C5E7BA091D13448CBFC8AEBB16E969FE">
    <w:name w:val="C5E7BA091D13448CBFC8AEBB16E969FE"/>
    <w:rsid w:val="0023229C"/>
    <w:pPr>
      <w:spacing w:after="0" w:line="240" w:lineRule="auto"/>
    </w:pPr>
    <w:rPr>
      <w:rFonts w:ascii="Arial" w:eastAsia="Times New Roman" w:hAnsi="Arial" w:cs="Times New Roman"/>
      <w:kern w:val="0"/>
      <w:lang w:val="en-US" w:eastAsia="en-US"/>
      <w14:ligatures w14:val="none"/>
    </w:rPr>
  </w:style>
  <w:style w:type="paragraph" w:customStyle="1" w:styleId="50CED97B81464121B5685535E3FA0A5C">
    <w:name w:val="50CED97B81464121B5685535E3FA0A5C"/>
    <w:rsid w:val="0023229C"/>
    <w:pPr>
      <w:spacing w:after="0" w:line="240" w:lineRule="auto"/>
    </w:pPr>
    <w:rPr>
      <w:rFonts w:ascii="Arial" w:eastAsia="Times New Roman" w:hAnsi="Arial" w:cs="Times New Roman"/>
      <w:kern w:val="0"/>
      <w:lang w:val="en-US" w:eastAsia="en-US"/>
      <w14:ligatures w14:val="none"/>
    </w:rPr>
  </w:style>
  <w:style w:type="paragraph" w:customStyle="1" w:styleId="077508A07166494DB24E374F93C37C15">
    <w:name w:val="077508A07166494DB24E374F93C37C15"/>
    <w:rsid w:val="0023229C"/>
    <w:pPr>
      <w:spacing w:after="0" w:line="240" w:lineRule="auto"/>
    </w:pPr>
    <w:rPr>
      <w:rFonts w:ascii="Arial" w:eastAsia="Times New Roman" w:hAnsi="Arial" w:cs="Times New Roman"/>
      <w:kern w:val="0"/>
      <w:lang w:val="en-US" w:eastAsia="en-US"/>
      <w14:ligatures w14:val="none"/>
    </w:rPr>
  </w:style>
  <w:style w:type="paragraph" w:customStyle="1" w:styleId="8B3A972B2DC94DF38866727148EC21BC">
    <w:name w:val="8B3A972B2DC94DF38866727148EC21BC"/>
    <w:rsid w:val="0023229C"/>
    <w:pPr>
      <w:spacing w:after="0" w:line="240" w:lineRule="auto"/>
    </w:pPr>
    <w:rPr>
      <w:rFonts w:ascii="Arial" w:eastAsia="Times New Roman" w:hAnsi="Arial" w:cs="Times New Roman"/>
      <w:kern w:val="0"/>
      <w:lang w:val="en-US" w:eastAsia="en-US"/>
      <w14:ligatures w14:val="none"/>
    </w:rPr>
  </w:style>
  <w:style w:type="paragraph" w:customStyle="1" w:styleId="48795DA8290E4BD8900FF06E5CE29F3F">
    <w:name w:val="48795DA8290E4BD8900FF06E5CE29F3F"/>
    <w:rsid w:val="0023229C"/>
    <w:pPr>
      <w:spacing w:after="0" w:line="240" w:lineRule="auto"/>
    </w:pPr>
    <w:rPr>
      <w:rFonts w:ascii="Arial" w:eastAsia="Times New Roman" w:hAnsi="Arial" w:cs="Times New Roman"/>
      <w:kern w:val="0"/>
      <w:lang w:val="en-US" w:eastAsia="en-US"/>
      <w14:ligatures w14:val="none"/>
    </w:rPr>
  </w:style>
  <w:style w:type="paragraph" w:customStyle="1" w:styleId="33437569DF514E7DBD0BED2DEE966AA3">
    <w:name w:val="33437569DF514E7DBD0BED2DEE966AA3"/>
    <w:rsid w:val="0023229C"/>
    <w:pPr>
      <w:spacing w:after="0" w:line="240" w:lineRule="auto"/>
    </w:pPr>
    <w:rPr>
      <w:rFonts w:ascii="Arial" w:eastAsia="Times New Roman" w:hAnsi="Arial" w:cs="Times New Roman"/>
      <w:kern w:val="0"/>
      <w:lang w:val="en-US" w:eastAsia="en-US"/>
      <w14:ligatures w14:val="none"/>
    </w:rPr>
  </w:style>
  <w:style w:type="paragraph" w:customStyle="1" w:styleId="053C476E653B4192A65380F55CF584C3">
    <w:name w:val="053C476E653B4192A65380F55CF584C3"/>
    <w:rsid w:val="0023229C"/>
    <w:pPr>
      <w:spacing w:after="0" w:line="240" w:lineRule="auto"/>
    </w:pPr>
    <w:rPr>
      <w:rFonts w:ascii="Arial" w:eastAsia="Times New Roman" w:hAnsi="Arial" w:cs="Times New Roman"/>
      <w:kern w:val="0"/>
      <w:lang w:val="en-US" w:eastAsia="en-US"/>
      <w14:ligatures w14:val="none"/>
    </w:rPr>
  </w:style>
  <w:style w:type="paragraph" w:customStyle="1" w:styleId="E3171529FA014E558BA8BB9FE686D2E2">
    <w:name w:val="E3171529FA014E558BA8BB9FE686D2E2"/>
    <w:rsid w:val="0023229C"/>
    <w:pPr>
      <w:spacing w:after="0" w:line="240" w:lineRule="auto"/>
    </w:pPr>
    <w:rPr>
      <w:rFonts w:ascii="Arial" w:eastAsia="Times New Roman" w:hAnsi="Arial" w:cs="Times New Roman"/>
      <w:kern w:val="0"/>
      <w:lang w:val="en-US" w:eastAsia="en-US"/>
      <w14:ligatures w14:val="none"/>
    </w:rPr>
  </w:style>
  <w:style w:type="paragraph" w:customStyle="1" w:styleId="5D87F33C6D6E45598A44590B7D971E56">
    <w:name w:val="5D87F33C6D6E45598A44590B7D971E56"/>
    <w:rsid w:val="0023229C"/>
    <w:pPr>
      <w:spacing w:after="0" w:line="240" w:lineRule="auto"/>
    </w:pPr>
    <w:rPr>
      <w:rFonts w:ascii="Arial" w:eastAsia="Times New Roman" w:hAnsi="Arial" w:cs="Times New Roman"/>
      <w:kern w:val="0"/>
      <w:lang w:val="en-US" w:eastAsia="en-US"/>
      <w14:ligatures w14:val="none"/>
    </w:rPr>
  </w:style>
  <w:style w:type="paragraph" w:customStyle="1" w:styleId="515C2E6C684348EF83DBCDC64C3B83D9">
    <w:name w:val="515C2E6C684348EF83DBCDC64C3B83D9"/>
    <w:rsid w:val="0023229C"/>
    <w:pPr>
      <w:spacing w:after="0" w:line="240" w:lineRule="auto"/>
    </w:pPr>
    <w:rPr>
      <w:rFonts w:ascii="Arial" w:eastAsia="Times New Roman" w:hAnsi="Arial" w:cs="Times New Roman"/>
      <w:kern w:val="0"/>
      <w:lang w:val="en-US" w:eastAsia="en-US"/>
      <w14:ligatures w14:val="none"/>
    </w:rPr>
  </w:style>
  <w:style w:type="paragraph" w:customStyle="1" w:styleId="3E5FC44BC73F493F8A3C9F4C7888336F">
    <w:name w:val="3E5FC44BC73F493F8A3C9F4C7888336F"/>
    <w:rsid w:val="0023229C"/>
    <w:pPr>
      <w:spacing w:after="0" w:line="240" w:lineRule="auto"/>
    </w:pPr>
    <w:rPr>
      <w:rFonts w:ascii="Arial" w:eastAsia="Times New Roman" w:hAnsi="Arial" w:cs="Times New Roman"/>
      <w:kern w:val="0"/>
      <w:lang w:val="en-US" w:eastAsia="en-US"/>
      <w14:ligatures w14:val="none"/>
    </w:rPr>
  </w:style>
  <w:style w:type="paragraph" w:customStyle="1" w:styleId="9365779B00884E35A9894BD1DAC64AFD">
    <w:name w:val="9365779B00884E35A9894BD1DAC64AFD"/>
    <w:rsid w:val="0023229C"/>
    <w:pPr>
      <w:spacing w:after="0" w:line="240" w:lineRule="auto"/>
    </w:pPr>
    <w:rPr>
      <w:rFonts w:ascii="Arial" w:eastAsia="Times New Roman" w:hAnsi="Arial" w:cs="Times New Roman"/>
      <w:kern w:val="0"/>
      <w:lang w:val="en-US" w:eastAsia="en-US"/>
      <w14:ligatures w14:val="none"/>
    </w:rPr>
  </w:style>
  <w:style w:type="paragraph" w:customStyle="1" w:styleId="05F9465AFE9C437DA01C3F9503070ACA">
    <w:name w:val="05F9465AFE9C437DA01C3F9503070ACA"/>
    <w:rsid w:val="0023229C"/>
    <w:pPr>
      <w:spacing w:after="0" w:line="240" w:lineRule="auto"/>
    </w:pPr>
    <w:rPr>
      <w:rFonts w:ascii="Arial" w:eastAsia="Times New Roman" w:hAnsi="Arial" w:cs="Times New Roman"/>
      <w:kern w:val="0"/>
      <w:lang w:val="en-US" w:eastAsia="en-US"/>
      <w14:ligatures w14:val="none"/>
    </w:rPr>
  </w:style>
  <w:style w:type="paragraph" w:customStyle="1" w:styleId="79453112D5554377BD4572A07CF54192">
    <w:name w:val="79453112D5554377BD4572A07CF54192"/>
    <w:rsid w:val="0023229C"/>
    <w:pPr>
      <w:spacing w:after="0" w:line="240" w:lineRule="auto"/>
    </w:pPr>
    <w:rPr>
      <w:rFonts w:ascii="Arial" w:eastAsia="Times New Roman" w:hAnsi="Arial" w:cs="Times New Roman"/>
      <w:kern w:val="0"/>
      <w:lang w:val="en-US" w:eastAsia="en-US"/>
      <w14:ligatures w14:val="none"/>
    </w:rPr>
  </w:style>
  <w:style w:type="paragraph" w:customStyle="1" w:styleId="1386E7EDE29E4AC1BAD82733D46B2AD8">
    <w:name w:val="1386E7EDE29E4AC1BAD82733D46B2AD8"/>
    <w:rsid w:val="0023229C"/>
    <w:pPr>
      <w:spacing w:after="0" w:line="240" w:lineRule="auto"/>
    </w:pPr>
    <w:rPr>
      <w:rFonts w:ascii="Arial" w:eastAsia="Times New Roman" w:hAnsi="Arial" w:cs="Times New Roman"/>
      <w:kern w:val="0"/>
      <w:lang w:val="en-US" w:eastAsia="en-US"/>
      <w14:ligatures w14:val="none"/>
    </w:rPr>
  </w:style>
  <w:style w:type="paragraph" w:customStyle="1" w:styleId="E5C49BBB060841CAA439051DBF0AE19C">
    <w:name w:val="E5C49BBB060841CAA439051DBF0AE19C"/>
    <w:rsid w:val="0023229C"/>
    <w:pPr>
      <w:spacing w:after="0" w:line="240" w:lineRule="auto"/>
    </w:pPr>
    <w:rPr>
      <w:rFonts w:ascii="Arial" w:eastAsia="Times New Roman" w:hAnsi="Arial" w:cs="Times New Roman"/>
      <w:kern w:val="0"/>
      <w:lang w:val="en-US" w:eastAsia="en-US"/>
      <w14:ligatures w14:val="none"/>
    </w:rPr>
  </w:style>
  <w:style w:type="paragraph" w:customStyle="1" w:styleId="8E6D6EFC2EC34D64B112738EEF6463D4">
    <w:name w:val="8E6D6EFC2EC34D64B112738EEF6463D4"/>
    <w:rsid w:val="0023229C"/>
    <w:pPr>
      <w:spacing w:after="0" w:line="240" w:lineRule="auto"/>
    </w:pPr>
    <w:rPr>
      <w:rFonts w:ascii="Arial" w:eastAsia="Times New Roman" w:hAnsi="Arial" w:cs="Times New Roman"/>
      <w:kern w:val="0"/>
      <w:lang w:val="en-US" w:eastAsia="en-US"/>
      <w14:ligatures w14:val="none"/>
    </w:rPr>
  </w:style>
  <w:style w:type="paragraph" w:customStyle="1" w:styleId="F761A06CE08240F5A136D07AACF7DA28">
    <w:name w:val="F761A06CE08240F5A136D07AACF7DA28"/>
    <w:rsid w:val="0023229C"/>
    <w:pPr>
      <w:spacing w:after="0" w:line="240" w:lineRule="auto"/>
    </w:pPr>
    <w:rPr>
      <w:rFonts w:ascii="Arial" w:eastAsia="Times New Roman" w:hAnsi="Arial" w:cs="Times New Roman"/>
      <w:kern w:val="0"/>
      <w:lang w:val="en-US" w:eastAsia="en-US"/>
      <w14:ligatures w14:val="none"/>
    </w:rPr>
  </w:style>
  <w:style w:type="paragraph" w:customStyle="1" w:styleId="204E78BB7491412A95F70740C0B5D064">
    <w:name w:val="204E78BB7491412A95F70740C0B5D064"/>
    <w:rsid w:val="0023229C"/>
    <w:pPr>
      <w:spacing w:after="0" w:line="240" w:lineRule="auto"/>
    </w:pPr>
    <w:rPr>
      <w:rFonts w:ascii="Arial" w:eastAsia="Times New Roman" w:hAnsi="Arial" w:cs="Times New Roman"/>
      <w:kern w:val="0"/>
      <w:lang w:val="en-US" w:eastAsia="en-US"/>
      <w14:ligatures w14:val="none"/>
    </w:rPr>
  </w:style>
  <w:style w:type="paragraph" w:customStyle="1" w:styleId="16E1831C5E3747E48116C48994DC66DF">
    <w:name w:val="16E1831C5E3747E48116C48994DC66DF"/>
    <w:rsid w:val="0023229C"/>
    <w:pPr>
      <w:spacing w:after="0" w:line="240" w:lineRule="auto"/>
    </w:pPr>
    <w:rPr>
      <w:rFonts w:ascii="Arial" w:eastAsia="Times New Roman" w:hAnsi="Arial" w:cs="Times New Roman"/>
      <w:kern w:val="0"/>
      <w:lang w:val="en-US" w:eastAsia="en-US"/>
      <w14:ligatures w14:val="none"/>
    </w:rPr>
  </w:style>
  <w:style w:type="paragraph" w:customStyle="1" w:styleId="90A8CBA24E1344CF90B1964CA5E77ED4">
    <w:name w:val="90A8CBA24E1344CF90B1964CA5E77ED4"/>
    <w:rsid w:val="0023229C"/>
    <w:pPr>
      <w:spacing w:after="0" w:line="240" w:lineRule="auto"/>
    </w:pPr>
    <w:rPr>
      <w:rFonts w:ascii="Arial" w:eastAsia="Times New Roman" w:hAnsi="Arial" w:cs="Times New Roman"/>
      <w:kern w:val="0"/>
      <w:lang w:val="en-US" w:eastAsia="en-US"/>
      <w14:ligatures w14:val="none"/>
    </w:rPr>
  </w:style>
  <w:style w:type="paragraph" w:customStyle="1" w:styleId="BE6F10A8F16640F4B18FBC45DC6B0506">
    <w:name w:val="BE6F10A8F16640F4B18FBC45DC6B0506"/>
    <w:rsid w:val="0023229C"/>
    <w:pPr>
      <w:spacing w:after="0" w:line="240" w:lineRule="auto"/>
    </w:pPr>
    <w:rPr>
      <w:rFonts w:ascii="Arial" w:eastAsia="Times New Roman" w:hAnsi="Arial" w:cs="Times New Roman"/>
      <w:kern w:val="0"/>
      <w:lang w:val="en-US" w:eastAsia="en-US"/>
      <w14:ligatures w14:val="none"/>
    </w:rPr>
  </w:style>
  <w:style w:type="paragraph" w:customStyle="1" w:styleId="113C83671BB24541ABE01BC397AC0F13">
    <w:name w:val="113C83671BB24541ABE01BC397AC0F13"/>
    <w:rsid w:val="0023229C"/>
    <w:pPr>
      <w:spacing w:after="0" w:line="240" w:lineRule="auto"/>
    </w:pPr>
    <w:rPr>
      <w:rFonts w:ascii="Arial" w:eastAsia="Times New Roman" w:hAnsi="Arial" w:cs="Times New Roman"/>
      <w:kern w:val="0"/>
      <w:lang w:val="en-US" w:eastAsia="en-US"/>
      <w14:ligatures w14:val="none"/>
    </w:rPr>
  </w:style>
  <w:style w:type="paragraph" w:customStyle="1" w:styleId="C538DDE5A23943F1AE454D762714C899">
    <w:name w:val="C538DDE5A23943F1AE454D762714C899"/>
    <w:rsid w:val="0023229C"/>
    <w:pPr>
      <w:spacing w:after="0" w:line="240" w:lineRule="auto"/>
    </w:pPr>
    <w:rPr>
      <w:rFonts w:ascii="Arial" w:eastAsia="Times New Roman" w:hAnsi="Arial" w:cs="Times New Roman"/>
      <w:kern w:val="0"/>
      <w:lang w:val="en-US" w:eastAsia="en-US"/>
      <w14:ligatures w14:val="none"/>
    </w:rPr>
  </w:style>
  <w:style w:type="paragraph" w:customStyle="1" w:styleId="1E5F6204CEFB4AE6BE27FCE1F14D0982">
    <w:name w:val="1E5F6204CEFB4AE6BE27FCE1F14D0982"/>
    <w:rsid w:val="0023229C"/>
    <w:pPr>
      <w:spacing w:after="0" w:line="240" w:lineRule="auto"/>
    </w:pPr>
    <w:rPr>
      <w:rFonts w:ascii="Arial" w:eastAsia="Times New Roman" w:hAnsi="Arial" w:cs="Times New Roman"/>
      <w:kern w:val="0"/>
      <w:lang w:val="en-US" w:eastAsia="en-US"/>
      <w14:ligatures w14:val="none"/>
    </w:rPr>
  </w:style>
  <w:style w:type="paragraph" w:customStyle="1" w:styleId="16ECC2D34C4C48ECB7C483BE76DB61E6">
    <w:name w:val="16ECC2D34C4C48ECB7C483BE76DB61E6"/>
    <w:rsid w:val="0023229C"/>
    <w:pPr>
      <w:spacing w:after="0" w:line="240" w:lineRule="auto"/>
    </w:pPr>
    <w:rPr>
      <w:rFonts w:ascii="Arial" w:eastAsia="Times New Roman" w:hAnsi="Arial" w:cs="Times New Roman"/>
      <w:kern w:val="0"/>
      <w:lang w:val="en-US" w:eastAsia="en-US"/>
      <w14:ligatures w14:val="none"/>
    </w:rPr>
  </w:style>
  <w:style w:type="paragraph" w:customStyle="1" w:styleId="B1A181A3379B4AA182E7EC9E0D5F03D3">
    <w:name w:val="B1A181A3379B4AA182E7EC9E0D5F03D3"/>
    <w:rsid w:val="0023229C"/>
    <w:pPr>
      <w:spacing w:after="0" w:line="240" w:lineRule="auto"/>
    </w:pPr>
    <w:rPr>
      <w:rFonts w:ascii="Arial" w:eastAsia="Times New Roman" w:hAnsi="Arial" w:cs="Times New Roman"/>
      <w:kern w:val="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0da137c-1e06-4850-8888-40cb4cc6fba1" xsi:nil="true"/>
    <lcf76f155ced4ddcb4097134ff3c332f xmlns="3af42223-85aa-488f-aaed-d56be0f1605b">
      <Terms xmlns="http://schemas.microsoft.com/office/infopath/2007/PartnerControls"/>
    </lcf76f155ced4ddcb4097134ff3c332f>
    <MediaLengthInSeconds xmlns="3af42223-85aa-488f-aaed-d56be0f1605b" xsi:nil="true"/>
    <UnlockPW xmlns="3af42223-85aa-488f-aaed-d56be0f1605b">mitacs</UnlockPW>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B913A8D43DB41940BD98BFF811F25" ma:contentTypeVersion="12" ma:contentTypeDescription="Create a new document." ma:contentTypeScope="" ma:versionID="97925761df903661b03cf1cdd2531eff">
  <xsd:schema xmlns:xsd="http://www.w3.org/2001/XMLSchema" xmlns:xs="http://www.w3.org/2001/XMLSchema" xmlns:p="http://schemas.microsoft.com/office/2006/metadata/properties" xmlns:ns2="3af42223-85aa-488f-aaed-d56be0f1605b" xmlns:ns3="90da137c-1e06-4850-8888-40cb4cc6fba1" targetNamespace="http://schemas.microsoft.com/office/2006/metadata/properties" ma:root="true" ma:fieldsID="5a4450dcaf8780a10dd1038150a129a2" ns2:_="" ns3:_="">
    <xsd:import namespace="3af42223-85aa-488f-aaed-d56be0f1605b"/>
    <xsd:import namespace="90da137c-1e06-4850-8888-40cb4cc6fb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UnlockP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42223-85aa-488f-aaed-d56be0f16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UnlockPW" ma:index="19" nillable="true" ma:displayName="Unlock PW" ma:format="Dropdown" ma:internalName="UnlockPW">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da137c-1e06-4850-8888-40cb4cc6fba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55ffc2-f1e4-4145-9eff-b3ad7f4b3a82}" ma:internalName="TaxCatchAll" ma:showField="CatchAllData" ma:web="90da137c-1e06-4850-8888-40cb4cc6f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90da137c-1e06-4850-8888-40cb4cc6fba1"/>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3af42223-85aa-488f-aaed-d56be0f1605b"/>
    <ds:schemaRef ds:uri="http://www.w3.org/XML/1998/namespace"/>
  </ds:schemaRefs>
</ds:datastoreItem>
</file>

<file path=customXml/itemProps3.xml><?xml version="1.0" encoding="utf-8"?>
<ds:datastoreItem xmlns:ds="http://schemas.openxmlformats.org/officeDocument/2006/customXml" ds:itemID="{D8FC86DE-69BB-436C-93F9-AF49756A5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f42223-85aa-488f-aaed-d56be0f1605b"/>
    <ds:schemaRef ds:uri="90da137c-1e06-4850-8888-40cb4cc6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Mitacs Accelerate New Intern Profile Form (EN) - 2024</Template>
  <TotalTime>0</TotalTime>
  <Pages>9</Pages>
  <Words>2945</Words>
  <Characters>16792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Accelerate New Intern Profile_</vt:lpstr>
    </vt:vector>
  </TitlesOfParts>
  <Company>Mitacs</Company>
  <LinksUpToDate>false</LinksUpToDate>
  <CharactersWithSpaces>19698</CharactersWithSpaces>
  <SharedDoc>false</SharedDoc>
  <HLinks>
    <vt:vector size="72" baseType="variant">
      <vt:variant>
        <vt:i4>6357111</vt:i4>
      </vt:variant>
      <vt:variant>
        <vt:i4>36</vt:i4>
      </vt:variant>
      <vt:variant>
        <vt:i4>0</vt:i4>
      </vt:variant>
      <vt:variant>
        <vt:i4>5</vt:i4>
      </vt:variant>
      <vt:variant>
        <vt:lpwstr>http://www.mitacs.ca/en/privacy-policy</vt:lpwstr>
      </vt:variant>
      <vt:variant>
        <vt:lpwstr/>
      </vt:variant>
      <vt:variant>
        <vt:i4>4522064</vt:i4>
      </vt:variant>
      <vt:variant>
        <vt:i4>33</vt:i4>
      </vt:variant>
      <vt:variant>
        <vt:i4>0</vt:i4>
      </vt:variant>
      <vt:variant>
        <vt:i4>5</vt:i4>
      </vt:variant>
      <vt:variant>
        <vt:lpwstr>https://www.mitacs.ca/node/20705</vt:lpwstr>
      </vt:variant>
      <vt:variant>
        <vt:lpwstr/>
      </vt:variant>
      <vt:variant>
        <vt:i4>6029319</vt:i4>
      </vt:variant>
      <vt:variant>
        <vt:i4>30</vt:i4>
      </vt:variant>
      <vt:variant>
        <vt:i4>0</vt:i4>
      </vt:variant>
      <vt:variant>
        <vt:i4>5</vt:i4>
      </vt:variant>
      <vt:variant>
        <vt:lpwstr>http://www.mitacs.ca/en/projects</vt:lpwstr>
      </vt:variant>
      <vt:variant>
        <vt:lpwstr/>
      </vt:variant>
      <vt:variant>
        <vt:i4>5111838</vt:i4>
      </vt:variant>
      <vt:variant>
        <vt:i4>27</vt:i4>
      </vt:variant>
      <vt:variant>
        <vt:i4>0</vt:i4>
      </vt:variant>
      <vt:variant>
        <vt:i4>5</vt:i4>
      </vt:variant>
      <vt:variant>
        <vt:lpwstr>https://www.mitacs.ca/en/programs/accelerate/faq</vt:lpwstr>
      </vt:variant>
      <vt:variant>
        <vt:lpwstr/>
      </vt:variant>
      <vt:variant>
        <vt:i4>786526</vt:i4>
      </vt:variant>
      <vt:variant>
        <vt:i4>24</vt:i4>
      </vt:variant>
      <vt:variant>
        <vt:i4>0</vt:i4>
      </vt:variant>
      <vt:variant>
        <vt:i4>5</vt:i4>
      </vt:variant>
      <vt:variant>
        <vt:lpwstr>https://www.mitacs.ca/en/programs/accelerate/mitacs-accelerate-international</vt:lpwstr>
      </vt:variant>
      <vt:variant>
        <vt:lpwstr/>
      </vt:variant>
      <vt:variant>
        <vt:i4>4849741</vt:i4>
      </vt:variant>
      <vt:variant>
        <vt:i4>21</vt:i4>
      </vt:variant>
      <vt:variant>
        <vt:i4>0</vt:i4>
      </vt:variant>
      <vt:variant>
        <vt:i4>5</vt:i4>
      </vt:variant>
      <vt:variant>
        <vt:lpwstr>http://www.mitacs.ca/en/programs/accelerate/project-responsibilities</vt:lpwstr>
      </vt:variant>
      <vt:variant>
        <vt:lpwstr/>
      </vt:variant>
      <vt:variant>
        <vt:i4>6094855</vt:i4>
      </vt:variant>
      <vt:variant>
        <vt:i4>18</vt:i4>
      </vt:variant>
      <vt:variant>
        <vt:i4>0</vt:i4>
      </vt:variant>
      <vt:variant>
        <vt:i4>5</vt:i4>
      </vt:variant>
      <vt:variant>
        <vt:lpwstr>https://science.gc.ca/site/science/en/safeguarding-your-research/guidelines-and-tools-implement-research-security/sensitive-technology-research-and-affiliations-concern/sensitive-technology-research-areas</vt:lpwstr>
      </vt:variant>
      <vt:variant>
        <vt:lpwstr/>
      </vt:variant>
      <vt:variant>
        <vt:i4>7864427</vt:i4>
      </vt:variant>
      <vt:variant>
        <vt:i4>14</vt:i4>
      </vt:variant>
      <vt:variant>
        <vt:i4>0</vt:i4>
      </vt:variant>
      <vt:variant>
        <vt:i4>5</vt:i4>
      </vt:variant>
      <vt:variant>
        <vt:lpwstr>https://science.gc.ca/site/science/en/safeguarding-your-research/guidelines-and-tools-implement-research-security/named-research-organizations</vt:lpwstr>
      </vt:variant>
      <vt:variant>
        <vt:lpwstr/>
      </vt:variant>
      <vt:variant>
        <vt:i4>4325443</vt:i4>
      </vt:variant>
      <vt:variant>
        <vt:i4>9</vt:i4>
      </vt:variant>
      <vt:variant>
        <vt:i4>0</vt:i4>
      </vt:variant>
      <vt:variant>
        <vt:i4>5</vt:i4>
      </vt:variant>
      <vt:variant>
        <vt:lpwstr>https://science.gc.ca/site/science/en/safeguarding-your-research/guidelines-and-tools-implement-research-security/sensitive-technology-research-and-affiliations-concern/named-research-organizations</vt:lpwstr>
      </vt:variant>
      <vt:variant>
        <vt:lpwstr/>
      </vt:variant>
      <vt:variant>
        <vt:i4>6160422</vt:i4>
      </vt:variant>
      <vt:variant>
        <vt:i4>6</vt:i4>
      </vt:variant>
      <vt:variant>
        <vt:i4>0</vt:i4>
      </vt:variant>
      <vt:variant>
        <vt:i4>5</vt:i4>
      </vt:variant>
      <vt:variant>
        <vt:lpwstr>https://www.mitacs.ca/sites/default/files/resources/intern_eligibility_and_coi_form_en.docx</vt:lpwstr>
      </vt:variant>
      <vt:variant>
        <vt:lpwstr/>
      </vt:variant>
      <vt:variant>
        <vt:i4>5963797</vt:i4>
      </vt:variant>
      <vt:variant>
        <vt:i4>3</vt:i4>
      </vt:variant>
      <vt:variant>
        <vt:i4>0</vt:i4>
      </vt:variant>
      <vt:variant>
        <vt:i4>5</vt:i4>
      </vt:variant>
      <vt:variant>
        <vt:lpwstr>https://www.mitacs.ca/about/policies/</vt:lpwstr>
      </vt:variant>
      <vt:variant>
        <vt:lpwstr/>
      </vt:variant>
      <vt:variant>
        <vt:i4>983149</vt:i4>
      </vt:variant>
      <vt:variant>
        <vt:i4>0</vt:i4>
      </vt:variant>
      <vt:variant>
        <vt:i4>0</vt:i4>
      </vt:variant>
      <vt:variant>
        <vt:i4>5</vt:i4>
      </vt:variant>
      <vt:variant>
        <vt:lpwstr>mailto:grants-subventions@mitacs.ca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dc:title>
  <dc:subject/>
  <dc:creator>Arija Batura</dc:creator>
  <cp:keywords/>
  <dc:description/>
  <cp:lastModifiedBy>Rosalie Belibi</cp:lastModifiedBy>
  <cp:revision>2</cp:revision>
  <cp:lastPrinted>2024-12-18T00:17:00Z</cp:lastPrinted>
  <dcterms:created xsi:type="dcterms:W3CDTF">2025-05-21T15:04:00Z</dcterms:created>
  <dcterms:modified xsi:type="dcterms:W3CDTF">2025-05-21T15:04:00Z</dcterms:modified>
  <cp:category/>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0x010100EA3B913A8D43DB41940BD98BFF811F25</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GrammarlyDocumentId">
    <vt:lpwstr>02ac70e71b75fb64be2d2aea25615e827012413d3dd897b948d43afffe6e09d9</vt:lpwstr>
  </property>
  <property fmtid="{D5CDD505-2E9C-101B-9397-08002B2CF9AE}" pid="6" name="Order">
    <vt:r8>125000</vt:r8>
  </property>
  <property fmtid="{D5CDD505-2E9C-101B-9397-08002B2CF9AE}" pid="7" name="xd_ProgID">
    <vt:lpwstr/>
  </property>
  <property fmtid="{D5CDD505-2E9C-101B-9397-08002B2CF9AE}" pid="8" name="DocumentSetDescription">
    <vt:lpwstr/>
  </property>
  <property fmtid="{D5CDD505-2E9C-101B-9397-08002B2CF9AE}" pid="9" name="DocDescription">
    <vt:lpwstr>NOVEMBER 2022 New Intern profile Form was updated ENGLISH version
</vt:lpwstr>
  </property>
  <property fmtid="{D5CDD505-2E9C-101B-9397-08002B2CF9AE}" pid="10" name="ComplianceAssetId">
    <vt:lpwstr/>
  </property>
  <property fmtid="{D5CDD505-2E9C-101B-9397-08002B2CF9AE}" pid="11" name="TemplateUrl">
    <vt:lpwstr/>
  </property>
  <property fmtid="{D5CDD505-2E9C-101B-9397-08002B2CF9AE}" pid="12" name="Documentname">
    <vt:lpwstr>Independent Administrator Form</vt:lpwstr>
  </property>
  <property fmtid="{D5CDD505-2E9C-101B-9397-08002B2CF9AE}" pid="13" name="DocumentType">
    <vt:lpwstr>Application Documents</vt:lpwstr>
  </property>
  <property fmtid="{D5CDD505-2E9C-101B-9397-08002B2CF9AE}" pid="14" name="Program">
    <vt:lpwstr>Accelerate</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